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A6" w:rsidRPr="002A548E" w:rsidRDefault="009B0DA6" w:rsidP="009B0DA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7968F9" wp14:editId="49BCE7A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71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7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DA6" w:rsidRDefault="009B0DA6" w:rsidP="009B0D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25Mr3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HS7bky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yt9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OO4N4f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crfT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j3jcgA&#10;AADdAAAADwAAAGRycy9kb3ducmV2LnhtbESPT2sCMRTE74V+h/AEL1KzFrq2W6MUYfvHg6At9PrY&#10;vG7Wbl6WJOrWT28KgsdhZn7DzBa9bcWBfGgcK5iMMxDEldMN1wq+Psu7RxAhImtsHZOCPwqwmN/e&#10;zLDQ7sgbOmxjLRKEQ4EKTIxdIWWoDFkMY9cRJ+/HeYsxSV9L7fGY4LaV91mWS4sNpwWDHS0NVb/b&#10;vVWwK9fmezk9vfrR04ZOo3L11n7kSg0H/csziEh9vIYv7Xet4GE6yeH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2Pe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wwacMA&#10;AADdAAAADwAAAGRycy9kb3ducmV2LnhtbESP3YrCMBCF74V9hzALeyOaqqhLNYosKuJNUfcBhmZs&#10;is2kNFnbfXsjCF4ezs/HWa47W4k7Nb50rGA0TEAQ506XXCj4vewG3yB8QNZYOSYF/+RhvfroLTHV&#10;ruUT3c+hEHGEfYoKTAh1KqXPDVn0Q1cTR+/qGoshyqaQusE2jttKjpNkJi2WHAkGa/oxlN/OfzZC&#10;sglmx2t72e07bHF7NNzfnJT6+uw2CxCBuvAOv9oHrWA6H83h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wwa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hxu8MA&#10;AADdAAAADwAAAGRycy9kb3ducmV2LnhtbERPTUsDMRC9F/wPYQRvbbbFdmVtWqQqFKEHqyDehs10&#10;d3EzCcnYXf99cxB6fLzv9XZ0vTpTTJ1nA/NZAYq49rbjxsDnx+v0AVQSZIu9ZzLwRwm2m5vJGivr&#10;B36n81EalUM4VWigFQmV1qluyWGa+UCcuZOPDiXD2GgbccjhrteLolhphx3nhhYD7Vqqf46/zsBh&#10;eAlv5Wp5Ct/xfqHTs5WvnRhzdzs+PYISGuUq/nfvrYFlOc9z85v8BP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hxu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8BgMMA&#10;AADdAAAADwAAAGRycy9kb3ducmV2LnhtbESP3YrCMBCF74V9hzDC3sia6qKr1Sgiq4g34s8DDM3Y&#10;FJtJabK2+/ZGELw8nJ+PM1+2thR3qn3hWMGgn4AgzpwuOFdwOW++JiB8QNZYOiYF/+RhufjozDHV&#10;ruEj3U8hF3GEfYoKTAhVKqXPDFn0fVcRR+/qaoshyjqXusYmjttSDpNkLC0WHAkGK1obym6nPxsh&#10;h2887K/NebNtscHfveHe6qjUZ7ddzUAEasM7/GrvtILRz2AK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8Bg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3AMMA&#10;AADdAAAADwAAAGRycy9kb3ducmV2LnhtbERPTUsDMRC9C/0PYQrebNbFtrJtWkqrIIKHVkF6GzbT&#10;3cXNJCRjd/335iB4fLzv9XZ0vbpSTJ1nA/ezAhRx7W3HjYGP9+e7R1BJkC32nsnADyXYbiY3a6ys&#10;H/hI15M0KodwqtBAKxIqrVPdksM084E4cxcfHUqGsdE24pDDXa/Lolhohx3nhhYD7Vuqv07fzsDb&#10;8BRel4v5JZzjQ6nTwcrnXoy5nY67FSihUf7Ff+4Xa2C+L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K3A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y5cYA&#10;AADdAAAADwAAAGRycy9kb3ducmV2LnhtbESPQWsCMRSE7wX/Q3iFXopmtWhlNYoWgoUKUhW8PjbP&#10;3aWblyWJ7vbfN4VCj8PMfMMs171txJ18qB0rGI8yEMSFMzWXCs4nPZyDCBHZYOOYFHxTgPVq8LDE&#10;3LiOP+l+jKVIEA45KqhibHMpQ1GRxTByLXHyrs5bjEn6UhqPXYLbRk6ybCYt1pwWKmzpraLi63iz&#10;CraHrnzxz8W2dx/X3WWqtdF7rdTTY79ZgIjUx//wX/vdKJi+Ts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6y5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218QA&#10;AADd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LFd5D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Udt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JCc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B7nUz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CJC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LOMQA&#10;AADdAAAADwAAAGRycy9kb3ducmV2LnhtbESPUWvCMBSF3wf+h3CFvc3UolOqUcRRkLGXqT/g0lyb&#10;anNTkljrv18Ggz0ezjnf4ay3g21FTz40jhVMJxkI4srphmsF51P5tgQRIrLG1jEpeFKA7Wb0ssZC&#10;uwd/U3+MtUgQDgUqMDF2hZShMmQxTFxHnLyL8xZjkr6W2uMjwW0r8yx7lxYbTgsGO9obqm7Hu1VQ&#10;fuZf/e2ufel2w8zS3FyXH0ap1/GwW4GINMT/8F/7oBXMF/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xSz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0hcQA&#10;AADdAAAADwAAAGRycy9kb3ducmV2LnhtbESP0WqDQBRE3wv9h+UW8tasJjUt1lVKwNA81uQDLu6t&#10;Sty71t1E/ftsodDHYWbOMFkxm17caHSdZQXxOgJBXFvdcaPgfCqf30A4j6yxt0wKFnJQ5I8PGaba&#10;TvxFt8o3IkDYpaig9X5IpXR1Swbd2g7Ewfu2o0Ef5NhIPeIU4KaXmyjaSYMdh4UWB9q3VF+qq1Hw&#10;skyHnyq5RKU2FB+3w5F9nSi1epo/3kF4mv1/+K/9qRUkr5sE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49I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z7sQA&#10;AADdAAAADwAAAGRycy9kb3ducmV2LnhtbESPT4vCMBTE7wt+h/AEb2tqwa5Wo4iiyJ7W+uf8aJ5t&#10;sXkpTdT67c3Cwh6HmfkNM192phYPal1lWcFoGIEgzq2uuFBwOm4/JyCcR9ZYWyYFL3KwXPQ+5phq&#10;++QDPTJfiABhl6KC0vsmldLlJRl0Q9sQB+9qW4M+yLaQusVngJtaxlGUSIMVh4USG1qXlN+yu1Fw&#10;Ty7xia/f+ifbvHbTzXbl5LlQatDvVjMQnjr/H/5r77WC8VecwO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4c+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epcsgA&#10;AADdAAAADwAAAGRycy9kb3ducmV2LnhtbESPzW7CMBCE75V4B2uRuBWHvwABg9pKlQqHIqA9cFvi&#10;JUkbr0NsILx9XalSj6OZ+UYzXzamFFeqXWFZQa8bgSBOrS44U/Cxf32cgHAeWWNpmRTcycFy0XqY&#10;Y6Ltjbd03flMBAi7BBXk3leJlC7NyaDr2oo4eCdbG/RB1pnUNd4C3JSyH0WxNFhwWMixopec0u/d&#10;xSj43Ezi6eZ5Nfxavx9xYPT5oItYqU67eZqB8NT4//Bf+00rGI37Y/h9E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16l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/88IA&#10;AADdAAAADwAAAGRycy9kb3ducmV2LnhtbERPy4rCMBTdC/5DuII7Ta2OSjXKjKIzuPIFbi/NtS02&#10;N6WJWv36yWJglofzni8bU4oH1a6wrGDQj0AQp1YXnCk4nza9KQjnkTWWlknBixwsF+3WHBNtn3yg&#10;x9FnIoSwS1BB7n2VSOnSnAy6vq2IA3e1tUEfYJ1JXeMzhJtSxlE0lgYLDg05VrTKKb0d70bBe3zB&#10;vfuOv9ZD7ek1mm7tbr9VqttpPmcgPDX+X/zn/tEKPiZxmBvehCc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P/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J0MUA&#10;AADdAAAADwAAAGRycy9kb3ducmV2LnhtbESP0WrCQBRE3wv+w3IF35qNQVuNrlKKgm+t0Q+4ZK+b&#10;YPZuzK4a/fpuodDHYWbOMMt1bxtxo87XjhWMkxQEcel0zUbB8bB9nYHwAVlj45gUPMjDejV4WWKu&#10;3Z33dCuCERHCPkcFVQhtLqUvK7LoE9cSR+/kOoshys5I3eE9wm0jszR9kxZrjgsVtvRZUXkurlbB&#10;xWVT3Rcb/Dpv5t+1MZPLcz9RajTsPxYgAvXhP/zX3mkF0/dsDr9v4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An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8+MEA&#10;AADdAAAADwAAAGRycy9kb3ducmV2LnhtbERPy4rCMBTdD/gP4QruNFXxVY2iwoBbnVm4vCbXttrc&#10;1CZqx683C2GWh/NerBpbigfVvnCsoN9LQBBrZwrOFPz+fHenIHxANlg6JgV/5GG1bH0tMDXuyXt6&#10;HEImYgj7FBXkIVSplF7nZNH3XEUcubOrLYYI60yaGp8x3JZykCRjabHg2JBjRduc9PVwtwp2xYlG&#10;Y32e2elG74+vWxhOLkapTrtZz0EEasK/+OPeGQWjyTDuj2/iE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mvP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Pql8MA&#10;AADdAAAADwAAAGRycy9kb3ducmV2LnhtbERPXWvCMBR9F/Yfwh34pqmOOa1GmQNhY1qYyvZ6aa5N&#10;WXNTmqzWf78Igo/nm7NYdbYSLTW+dKxgNExAEOdOl1woOB42gykIH5A1Vo5JwYU8rJYPvQWm2p35&#10;i9p9KEQsYZ+iAhNCnUrpc0MW/dDVxFE7ucZiiLAppG7wHMttJcdJMpEWS44LBmt6M5T/7v+sghaz&#10;S/Jj1rvZR7nNx9n6+1NHXvUfu9c5iEBduJtv6Xet4PnlaQ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Pql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rKgMUA&#10;AADdAAAADwAAAGRycy9kb3ducmV2LnhtbESPzU7DMBCE70h9B2uRuFGHVPworVtVSK04QuDAcYm3&#10;cdp4N7JNE3h6jITEcTQz32hWm8n36kwhdsIGbuYFKOJGbMetgbfX3fUDqJiQLfbCZOCLImzWs4sV&#10;VlZGfqFznVqVIRwrNOBSGiqtY+PIY5zLQJy9gwSPKcvQahtwzHDf67Io7rTHjvOCw4EeHTWn+tMb&#10;GPfNx7E8vFv3HQbZ1c9yLHsx5upy2i5BJZrSf/iv/WQN3N4vSv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sq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0pvMYA&#10;AADdAAAADwAAAGRycy9kb3ducmV2LnhtbESPW2sCMRSE3wv+h3AKvtVslVbZGsUrlKIUL30/bo67&#10;q8nJsom6/femIPRxmJlvmOG4sUZcqfalYwWvnQQEceZ0ybmC/W75MgDhA7JG45gU/JKH8aj1NMRU&#10;uxtv6LoNuYgQ9ikqKEKoUil9VpBF33EVcfSOrrYYoqxzqWu8Rbg1spsk79JiyXGhwIpmBWXn7cUq&#10;WH7Pzam73kx+ZJgt+gcz+JrOV0q1n5vJB4hATfgPP9qfWsFbv9eDvzfxCcjR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0pv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N8ccgA&#10;AADdAAAADwAAAGRycy9kb3ducmV2LnhtbESP3WrCQBSE7wt9h+UUelN00/pTiVlFhKIFBY0Fb0+y&#10;p0kwezZktzF9+25B8HKYmW+YZNmbWnTUusqygtdhBII4t7riQsHX6WMwA+E8ssbaMin4JQfLxeND&#10;grG2Vz5Sl/pCBAi7GBWU3jexlC4vyaAb2oY4eN+2NeiDbAupW7wGuKnlWxRNpcGKw0KJDa1Lyi/p&#10;j1HQHXZZse1c83mZvbjJKNts9vqs1PNTv5qD8NT7e/jW3moFk/fRGP7fhCc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o3xx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6lI8gA&#10;AADdAAAADwAAAGRycy9kb3ducmV2LnhtbESPQWsCMRSE7wX/Q3iCt5pVu9ZujVKFQi9CtR709tw8&#10;dxc3L9sk6tZf3xQKHoeZ+YaZzltTiws5X1lWMOgnIIhzqysuFGy/3h8nIHxA1lhbJgU/5GE+6zxM&#10;MdP2ymu6bEIhIoR9hgrKEJpMSp+XZND3bUMcvaN1BkOUrpDa4TXCTS2HSTKWBiuOCyU2tCwpP23O&#10;RsHiZbL4/nzi1W192NN+dzilQ5co1eu2b68gArXhHv5vf2gF6fMo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TqUjyAAAAN0AAAAPAAAAAAAAAAAAAAAAAJgCAABk&#10;cnMvZG93bnJldi54bWxQSwUGAAAAAAQABAD1AAAAjQMAAAAA&#10;" fillcolor="black" stroked="f"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4WscA&#10;AADdAAAADwAAAGRycy9kb3ducmV2LnhtbESPQWvCQBSE7wX/w/KE3uqmFlNJXUVtC4J60PbQ42v2&#10;NVmSfRuyW43+elcQPA4z8w0zmXW2FgdqvXGs4HmQgCDOnTZcKPj++nwag/ABWWPtmBScyMNs2nuY&#10;YKbdkXd02IdCRAj7DBWUITSZlD4vyaIfuIY4en+utRiibAupWzxGuK3lMElSadFwXCixoWVJebX/&#10;twp+1qkZ7wwNfzfnxYfejKrF9r1S6rHfzd9ABOrCPXxrr7SC0etL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1+F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jdMYA&#10;AADdAAAADwAAAGRycy9kb3ducmV2LnhtbESPQWsCMRSE74L/ITzBm2atWGVrFLEUvXioben1sXnd&#10;bHfzsk2irv76piD0OMzMN8xy3dlGnMmHyrGCyTgDQVw4XXGp4P3tZbQAESKyxsYxKbhSgPWq31ti&#10;rt2FX+l8jKVIEA45KjAxtrmUoTBkMYxdS5y8L+ctxiR9KbXHS4LbRj5k2aO0WHFaMNjS1lBRH09W&#10;gd98Ptc3Pn3U2e1wDbvv7meBRqnhoNs8gYjUxf/wvb3XCmbz6Rz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xj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StMMA&#10;AADdAAAADwAAAGRycy9kb3ducmV2LnhtbERPzWoCMRC+F3yHMEIvpWZVWnU1ihQKglLQ+gDjZtxd&#10;TCbLZqprn745CD1+fP+LVeedulIb68AGhoMMFHERbM2lgeP35+sUVBRkiy4wGbhThNWy97TA3IYb&#10;7+l6kFKlEI45GqhEmlzrWFTkMQ5CQ5y4c2g9SoJtqW2LtxTunR5l2bv2WHNqqLChj4qKy+HHG3Cj&#10;k5ttJ3En96PeZb9e9i9f1pjnfreegxLq5F/8cG+sgbfJOM1Nb9IT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dSt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f4a8cA&#10;AADdAAAADwAAAGRycy9kb3ducmV2LnhtbESPQWsCMRSE74X+h/AKvdVsLbW6GqWtCHvpwVXx+tw8&#10;N0uTl2WT6tZfbwpCj8PMfMPMFr2z4kRdaDwreB5kIIgrrxuuFWw3q6cxiBCRNVrPpOCXAizm93cz&#10;zLU/85pOZaxFgnDIUYGJsc2lDJUhh2HgW+LkHX3nMCbZ1VJ3eE5wZ+Uwy0bSYcNpwWBLn4aq7/LH&#10;KViWrR1uC/MR9ruvw8EWlxXtl0o9PvTvUxCR+vgfvrULreD17WUC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X+Gv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xtOsIA&#10;AADdAAAADwAAAGRycy9kb3ducmV2LnhtbERPz2vCMBS+D/wfwhO8zcSxVanGMsYKwk7r9LDbI3m2&#10;1ealNJmt//1yGOz48f3eFZPrxI2G0HrWsFoqEMTG25ZrDcev8nEDIkRki51n0nCnAMV+9rDD3PqR&#10;P+lWxVqkEA45amhi7HMpg2nIYVj6njhxZz84jAkOtbQDjincdfJJqUw6bDk1NNjTW0PmWv04DZdS&#10;fnij0JyOp/Fg19/vGXVK68V8et2CiDTFf/Gf+2A1vKyf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G06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lqj8cA&#10;AADdAAAADwAAAGRycy9kb3ducmV2LnhtbESPT2sCMRTE70K/Q3iF3jSr1Va2G8UWClLxoJbS4+vm&#10;7R9287IkUbff3giCx2FmfsNky9604kTO15YVjEcJCOLc6ppLBd+Hz+EchA/IGlvLpOCfPCwXD4MM&#10;U23PvKPTPpQiQtinqKAKoUul9HlFBv3IdsTRK6wzGKJ0pdQOzxFuWjlJkhdpsOa4UGFHHxXlzf5o&#10;FPweN1xsn79W7j382P7gm8nfvFHq6bFfvYEI1Id7+NZeawWz1+kYrm/iE5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pao/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OKs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o5dh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hTirHAAAA3QAAAA8AAAAAAAAAAAAAAAAAmAIAAGRy&#10;cy9kb3ducmV2LnhtbFBLBQYAAAAABAAEAPUAAACMAwAAAAA=&#10;" fillcolor="black" stroked="f"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RsMUA&#10;AADdAAAADwAAAGRycy9kb3ducmV2LnhtbESPQUsDMRSE70L/Q3iCN5u11Spr07IURPG0bS29vm6e&#10;m8XNy5LEdP33RhB6HGbmG2a5Hm0vEvnQOVZwNy1AEDdOd9wq+Ni/3D6BCBFZY++YFPxQgPVqcrXE&#10;UrszbyntYisyhEOJCkyMQyllaAxZDFM3EGfv03mLMUvfSu3xnOG2l7OiWEiLHecFgwNtDDVfu2+r&#10;IJ02dTVPx2S2775qvatfD6daqZvrsXoGEWmMl/B/+00reHi8n8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RG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pNscA&#10;AADdAAAADwAAAGRycy9kb3ducmV2LnhtbESPT0vDQBTE7wW/w/IEb3YT6R+N2RYpWqoXayzU4yP7&#10;zAazb0N2TdN++q4g9DjMzG+YfDnYRvTU+dqxgnScgCAuna65UrD7fLm9B+EDssbGMSk4kofl4mqU&#10;Y6bdgT+oL0IlIoR9hgpMCG0mpS8NWfRj1xJH79t1FkOUXSV1h4cIt428S5KZtFhzXDDY0spQ+VP8&#10;WgU+XT3v3+zpof9aG34vXs1sWxmlbq6Hp0cQgYZwCf+3N1rBdD6ZwN+b+ATk4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/aT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0DA6" w:rsidRDefault="009B0DA6" w:rsidP="009B0D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0DA6" w:rsidRDefault="009B0DA6" w:rsidP="009B0DA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0DA6" w:rsidRDefault="009B0DA6" w:rsidP="009B0D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B0DA6" w:rsidRDefault="009B0DA6" w:rsidP="009B0D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0DA6" w:rsidRPr="00186FBA" w:rsidRDefault="009B0DA6" w:rsidP="009B0D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</w:t>
      </w:r>
    </w:p>
    <w:p w:rsidR="009B0DA6" w:rsidRDefault="009B0DA6" w:rsidP="009B0DA6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9B0DA6" w:rsidRPr="008E551B" w:rsidRDefault="009B0DA6" w:rsidP="009B0DA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551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8E551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E551B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0DA6" w:rsidRPr="008E551B" w:rsidRDefault="009B0DA6" w:rsidP="009B0DA6">
      <w:pPr>
        <w:tabs>
          <w:tab w:val="left" w:pos="2160"/>
        </w:tabs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12.10.2020 року № 1 «</w:t>
      </w:r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9B0DA6" w:rsidRPr="008E551B" w:rsidRDefault="009B0DA6" w:rsidP="009B0DA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програми</w:t>
      </w:r>
      <w:proofErr w:type="spellEnd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фінансової</w:t>
      </w:r>
      <w:proofErr w:type="spellEnd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</w:t>
      </w:r>
      <w:proofErr w:type="gramEnd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ідтримки</w:t>
      </w:r>
      <w:proofErr w:type="spellEnd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комунального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9B0DA6" w:rsidRPr="008E551B" w:rsidRDefault="009B0DA6" w:rsidP="009B0DA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proofErr w:type="gram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</w:t>
      </w:r>
      <w:proofErr w:type="gram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ідприємства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Крупецької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сільської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ради </w:t>
      </w:r>
    </w:p>
    <w:p w:rsidR="009B0DA6" w:rsidRPr="008E551B" w:rsidRDefault="009B0DA6" w:rsidP="009B0DA6">
      <w:pPr>
        <w:tabs>
          <w:tab w:val="left" w:pos="2160"/>
        </w:tabs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"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Спеціалізоване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лісокомунальне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</w:t>
      </w:r>
      <w:proofErr w:type="gram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ідприємство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"</w:t>
      </w:r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9B0DA6" w:rsidRPr="008E551B" w:rsidRDefault="009B0DA6" w:rsidP="009B0DA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551B">
        <w:rPr>
          <w:rFonts w:ascii="Times New Roman" w:hAnsi="Times New Roman" w:cs="Times New Roman"/>
          <w:b/>
          <w:sz w:val="24"/>
          <w:szCs w:val="24"/>
        </w:rPr>
        <w:t>та 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здійснення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внесків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E551B">
        <w:rPr>
          <w:rFonts w:ascii="Times New Roman" w:hAnsi="Times New Roman" w:cs="Times New Roman"/>
          <w:b/>
          <w:sz w:val="24"/>
          <w:szCs w:val="24"/>
        </w:rPr>
        <w:t>статутного</w:t>
      </w:r>
      <w:proofErr w:type="gramEnd"/>
      <w:r w:rsidRPr="008E55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b/>
          <w:sz w:val="24"/>
          <w:szCs w:val="24"/>
        </w:rPr>
        <w:t>капіталу</w:t>
      </w:r>
      <w:proofErr w:type="spellEnd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на 2020-2022 роки»</w:t>
      </w:r>
    </w:p>
    <w:p w:rsidR="009B0DA6" w:rsidRPr="008E551B" w:rsidRDefault="009B0DA6" w:rsidP="009B0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DA6" w:rsidRDefault="009B0DA6" w:rsidP="009B0DA6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551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551B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8E551B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26, пункту 3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>»,</w:t>
      </w:r>
      <w:r w:rsidRPr="008E55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bCs/>
          <w:sz w:val="24"/>
          <w:szCs w:val="24"/>
        </w:rPr>
        <w:t>сільська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</w:rPr>
        <w:t xml:space="preserve"> рада</w:t>
      </w:r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DA6" w:rsidRPr="008E551B" w:rsidRDefault="009B0DA6" w:rsidP="009B0DA6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51B">
        <w:rPr>
          <w:rFonts w:ascii="Times New Roman" w:hAnsi="Times New Roman" w:cs="Times New Roman"/>
          <w:sz w:val="24"/>
          <w:szCs w:val="24"/>
        </w:rPr>
        <w:t>ВИРІШИЛА:</w:t>
      </w:r>
    </w:p>
    <w:p w:rsidR="009B0DA6" w:rsidRPr="008E551B" w:rsidRDefault="009B0DA6" w:rsidP="009B0DA6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51B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8E5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E551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12.10.2020 року «</w:t>
      </w:r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програми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фінансової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підтримки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комунального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підприємства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сільської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"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Спеціалізоване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лісокомунальне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підприємство</w:t>
      </w:r>
      <w:proofErr w:type="spellEnd"/>
      <w:r w:rsidRPr="008E551B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8E551B">
        <w:rPr>
          <w:rFonts w:ascii="Times New Roman" w:hAnsi="Times New Roman" w:cs="Times New Roman"/>
          <w:sz w:val="24"/>
          <w:szCs w:val="24"/>
        </w:rPr>
        <w:t>та 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внесків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статутного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капіталу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на 2020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-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2022 роки</w:t>
      </w:r>
      <w:r w:rsidRPr="008E551B">
        <w:rPr>
          <w:rFonts w:ascii="Times New Roman" w:hAnsi="Times New Roman" w:cs="Times New Roman"/>
          <w:sz w:val="24"/>
          <w:szCs w:val="24"/>
        </w:rPr>
        <w:t xml:space="preserve">», а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пункт 1 «Паспорт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0DA6" w:rsidRPr="008E551B" w:rsidRDefault="009B0DA6" w:rsidP="009B0DA6">
      <w:pPr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16"/>
          <w:tab w:val="left" w:pos="993"/>
        </w:tabs>
        <w:spacing w:after="0"/>
        <w:ind w:left="0"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51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E5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E551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) та заступника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 ради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>.</w:t>
      </w:r>
    </w:p>
    <w:p w:rsidR="009B0DA6" w:rsidRPr="008E551B" w:rsidRDefault="009B0DA6" w:rsidP="009B0DA6">
      <w:pPr>
        <w:tabs>
          <w:tab w:val="left" w:pos="851"/>
          <w:tab w:val="left" w:pos="916"/>
          <w:tab w:val="left" w:pos="993"/>
        </w:tabs>
        <w:spacing w:after="0"/>
        <w:ind w:right="-86" w:firstLine="567"/>
        <w:rPr>
          <w:rFonts w:ascii="Times New Roman" w:hAnsi="Times New Roman" w:cs="Times New Roman"/>
          <w:sz w:val="24"/>
          <w:szCs w:val="24"/>
        </w:rPr>
      </w:pPr>
    </w:p>
    <w:p w:rsidR="009B0DA6" w:rsidRDefault="009B0DA6" w:rsidP="009B0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0DA6" w:rsidRDefault="009B0DA6" w:rsidP="009B0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0DA6" w:rsidRPr="008E551B" w:rsidRDefault="009B0DA6" w:rsidP="009B0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0DA6" w:rsidRPr="008E551B" w:rsidRDefault="009B0DA6" w:rsidP="009B0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E551B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i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9B0DA6" w:rsidRPr="008E551B" w:rsidRDefault="009B0DA6" w:rsidP="009B0DA6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Додаток</w:t>
      </w:r>
      <w:proofErr w:type="spellEnd"/>
      <w:r w:rsidRPr="008E551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1</w:t>
      </w:r>
    </w:p>
    <w:p w:rsidR="009B0DA6" w:rsidRPr="008E551B" w:rsidRDefault="009B0DA6" w:rsidP="009B0DA6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9B0DA6" w:rsidRPr="008E551B" w:rsidRDefault="009B0DA6" w:rsidP="009B0DA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9B0DA6" w:rsidRPr="008E551B" w:rsidRDefault="009B0DA6" w:rsidP="009B0DA6">
      <w:pPr>
        <w:numPr>
          <w:ilvl w:val="0"/>
          <w:numId w:val="14"/>
        </w:num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Паспорт </w:t>
      </w:r>
      <w:proofErr w:type="spellStart"/>
      <w:r w:rsidRPr="008E551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програми</w:t>
      </w:r>
      <w:proofErr w:type="spellEnd"/>
    </w:p>
    <w:p w:rsidR="009B0DA6" w:rsidRPr="008E551B" w:rsidRDefault="009B0DA6" w:rsidP="009B0DA6">
      <w:pPr>
        <w:shd w:val="clear" w:color="auto" w:fill="FFFFFF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395"/>
        <w:gridCol w:w="4536"/>
      </w:tblGrid>
      <w:tr w:rsidR="009B0DA6" w:rsidRPr="008E551B" w:rsidTr="006A2865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Ініціатор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розроблення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Крупецька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сільська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рада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DA6" w:rsidRPr="008E551B" w:rsidRDefault="009B0DA6" w:rsidP="006A286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ідстава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</w:p>
          <w:p w:rsidR="009B0DA6" w:rsidRPr="008E551B" w:rsidRDefault="009B0DA6" w:rsidP="006A286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ст.71, 91 Бюджетного кодексу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керуючись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 п. 22 ч. 1 ст. 26, ч. 1 ст. 59  Закону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ісцеве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Розробники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Крупецька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сільська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рада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Відповідальні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виконавці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Крупецька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сільська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рада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Учасники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Крупецька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сільська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рада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КП КСР "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Спеціалізоване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лісокомунальне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ідприємство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Терміни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реалізації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2020-2022 роки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7.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Кошти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задіяні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на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виконання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Сільський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бюджет</w:t>
            </w:r>
          </w:p>
        </w:tc>
      </w:tr>
      <w:tr w:rsidR="009B0DA6" w:rsidRPr="008E551B" w:rsidTr="006A2865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Загальний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обсяг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фінансових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ресурсів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необхідних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для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реалізації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програми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всього</w:t>
            </w:r>
            <w:proofErr w:type="spell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тис</w:t>
            </w:r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г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рн. з них: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2020 </w:t>
            </w:r>
            <w:proofErr w:type="spellStart"/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ік</w:t>
            </w:r>
            <w:proofErr w:type="spellEnd"/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2021 </w:t>
            </w:r>
            <w:proofErr w:type="spellStart"/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ік</w:t>
            </w:r>
            <w:proofErr w:type="spellEnd"/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2022 </w:t>
            </w:r>
            <w:proofErr w:type="spellStart"/>
            <w:proofErr w:type="gramStart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ік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1650,0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150,0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700,0</w:t>
            </w:r>
          </w:p>
          <w:p w:rsidR="009B0DA6" w:rsidRPr="008E551B" w:rsidRDefault="009B0DA6" w:rsidP="006A2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51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800,0</w:t>
            </w:r>
          </w:p>
        </w:tc>
      </w:tr>
    </w:tbl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</w:rPr>
      </w:pPr>
    </w:p>
    <w:p w:rsidR="009B0DA6" w:rsidRPr="008E551B" w:rsidRDefault="009B0DA6" w:rsidP="009B0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551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</w:r>
      <w:r w:rsidRPr="008E551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E551B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8E551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8E551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374D4" w:rsidRDefault="00D374D4">
      <w:bookmarkStart w:id="0" w:name="_GoBack"/>
      <w:bookmarkEnd w:id="0"/>
    </w:p>
    <w:sectPr w:rsidR="00D374D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DF" w:rsidRDefault="00C60FDF">
      <w:pPr>
        <w:spacing w:after="0" w:line="240" w:lineRule="auto"/>
      </w:pPr>
      <w:r>
        <w:separator/>
      </w:r>
    </w:p>
  </w:endnote>
  <w:endnote w:type="continuationSeparator" w:id="0">
    <w:p w:rsidR="00C60FDF" w:rsidRDefault="00C6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DF" w:rsidRDefault="00C60FDF">
      <w:pPr>
        <w:spacing w:after="0" w:line="240" w:lineRule="auto"/>
      </w:pPr>
      <w:r>
        <w:separator/>
      </w:r>
    </w:p>
  </w:footnote>
  <w:footnote w:type="continuationSeparator" w:id="0">
    <w:p w:rsidR="00C60FDF" w:rsidRDefault="00C60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8217E8"/>
    <w:multiLevelType w:val="multilevel"/>
    <w:tmpl w:val="4EAA2D52"/>
    <w:lvl w:ilvl="0">
      <w:start w:val="1"/>
      <w:numFmt w:val="decimal"/>
      <w:lvlText w:val="%1."/>
      <w:lvlJc w:val="left"/>
      <w:pPr>
        <w:ind w:left="1653" w:hanging="945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714" w:hanging="720"/>
      </w:pPr>
    </w:lvl>
    <w:lvl w:ilvl="3">
      <w:start w:val="1"/>
      <w:numFmt w:val="decimal"/>
      <w:isLgl/>
      <w:lvlText w:val="%1.%2.%3.%4."/>
      <w:lvlJc w:val="left"/>
      <w:pPr>
        <w:ind w:left="1857" w:hanging="720"/>
      </w:pPr>
    </w:lvl>
    <w:lvl w:ilvl="4">
      <w:start w:val="1"/>
      <w:numFmt w:val="decimal"/>
      <w:isLgl/>
      <w:lvlText w:val="%1.%2.%3.%4.%5."/>
      <w:lvlJc w:val="left"/>
      <w:pPr>
        <w:ind w:left="2360" w:hanging="1080"/>
      </w:pPr>
    </w:lvl>
    <w:lvl w:ilvl="5">
      <w:start w:val="1"/>
      <w:numFmt w:val="decimal"/>
      <w:isLgl/>
      <w:lvlText w:val="%1.%2.%3.%4.%5.%6."/>
      <w:lvlJc w:val="left"/>
      <w:pPr>
        <w:ind w:left="2503" w:hanging="1080"/>
      </w:pPr>
    </w:lvl>
    <w:lvl w:ilvl="6">
      <w:start w:val="1"/>
      <w:numFmt w:val="decimal"/>
      <w:isLgl/>
      <w:lvlText w:val="%1.%2.%3.%4.%5.%6.%7."/>
      <w:lvlJc w:val="left"/>
      <w:pPr>
        <w:ind w:left="3006" w:hanging="1440"/>
      </w:p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</w:lvl>
  </w:abstractNum>
  <w:abstractNum w:abstractNumId="11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E0331F"/>
    <w:multiLevelType w:val="hybridMultilevel"/>
    <w:tmpl w:val="470AA2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A6"/>
    <w:rsid w:val="009B0DA6"/>
    <w:rsid w:val="00C60FDF"/>
    <w:rsid w:val="00D3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A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B0DA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B0DA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B0DA6"/>
    <w:rPr>
      <w:rFonts w:ascii="Consolas" w:eastAsiaTheme="minorEastAsia" w:hAnsi="Consolas"/>
      <w:sz w:val="20"/>
      <w:szCs w:val="20"/>
    </w:rPr>
  </w:style>
  <w:style w:type="character" w:customStyle="1" w:styleId="afe">
    <w:name w:val="Основной текст_"/>
    <w:link w:val="24"/>
    <w:locked/>
    <w:rsid w:val="009B0DA6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qFormat/>
    <w:rsid w:val="009B0DA6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A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B0DA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B0DA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B0DA6"/>
    <w:rPr>
      <w:rFonts w:ascii="Consolas" w:eastAsiaTheme="minorEastAsia" w:hAnsi="Consolas"/>
      <w:sz w:val="20"/>
      <w:szCs w:val="20"/>
    </w:rPr>
  </w:style>
  <w:style w:type="character" w:customStyle="1" w:styleId="afe">
    <w:name w:val="Основной текст_"/>
    <w:link w:val="24"/>
    <w:locked/>
    <w:rsid w:val="009B0DA6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e"/>
    <w:qFormat/>
    <w:rsid w:val="009B0DA6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2021-01-31T13:01:00Z</dcterms:created>
  <dcterms:modified xsi:type="dcterms:W3CDTF">2021-01-31T13:01:00Z</dcterms:modified>
</cp:coreProperties>
</file>