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84D" w:rsidRPr="00154EFF" w:rsidRDefault="0066784D" w:rsidP="0066784D">
      <w:pPr>
        <w:pStyle w:val="HTML"/>
        <w:spacing w:line="276" w:lineRule="auto"/>
        <w:rPr>
          <w:rFonts w:ascii="Times New Roman" w:hAnsi="Times New Roman" w:hint="default"/>
          <w:lang w:val="uk-UA"/>
        </w:rPr>
      </w:pPr>
      <w:r>
        <w:rPr>
          <w:rFonts w:hint="default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784D" w:rsidRDefault="0066784D" w:rsidP="006678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6784D" w:rsidRDefault="0066784D" w:rsidP="006678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784D" w:rsidRDefault="0066784D" w:rsidP="006678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6784D" w:rsidRDefault="0066784D" w:rsidP="006678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784D" w:rsidRDefault="0066784D" w:rsidP="006678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6784D" w:rsidRDefault="0066784D" w:rsidP="006678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784D" w:rsidRDefault="0066784D" w:rsidP="006678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6784D" w:rsidRDefault="0066784D" w:rsidP="006678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784D" w:rsidRDefault="0066784D" w:rsidP="006678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6784D" w:rsidRDefault="0066784D" w:rsidP="006678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784D" w:rsidRDefault="0066784D" w:rsidP="006678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6784D" w:rsidRDefault="0066784D" w:rsidP="006678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784D" w:rsidRDefault="0066784D" w:rsidP="006678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6784D" w:rsidRDefault="0066784D" w:rsidP="006678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784D" w:rsidRDefault="0066784D" w:rsidP="006678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6784D" w:rsidRDefault="0066784D" w:rsidP="006678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784D" w:rsidRDefault="0066784D" w:rsidP="006678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6784D" w:rsidRDefault="0066784D" w:rsidP="006678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784D" w:rsidRDefault="0066784D" w:rsidP="006678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6784D" w:rsidRDefault="0066784D" w:rsidP="006678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784D" w:rsidRDefault="0066784D" w:rsidP="006678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784D" w:rsidRDefault="0066784D" w:rsidP="006678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784D" w:rsidRDefault="0066784D" w:rsidP="006678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784D" w:rsidRDefault="0066784D" w:rsidP="006678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784D" w:rsidRDefault="0066784D" w:rsidP="006678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784D" w:rsidRDefault="0066784D" w:rsidP="006678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784D" w:rsidRDefault="0066784D" w:rsidP="006678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784D" w:rsidRDefault="0066784D" w:rsidP="006678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784D" w:rsidRDefault="0066784D" w:rsidP="006678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784D" w:rsidRDefault="0066784D" w:rsidP="006678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6784D" w:rsidRDefault="0066784D" w:rsidP="006678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6784D" w:rsidRDefault="0066784D" w:rsidP="006678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6784D" w:rsidRDefault="0066784D" w:rsidP="006678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6784D" w:rsidRDefault="0066784D" w:rsidP="006678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6784D" w:rsidRDefault="0066784D" w:rsidP="006678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6784D" w:rsidRDefault="0066784D" w:rsidP="006678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6784D" w:rsidRDefault="0066784D" w:rsidP="006678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6784D" w:rsidRDefault="0066784D" w:rsidP="006678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6784D" w:rsidRDefault="0066784D" w:rsidP="006678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6784D" w:rsidRDefault="0066784D" w:rsidP="006678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6784D" w:rsidRDefault="0066784D" w:rsidP="006678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6784D" w:rsidRDefault="0066784D" w:rsidP="006678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6784D" w:rsidRDefault="0066784D" w:rsidP="006678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6784D" w:rsidRDefault="0066784D" w:rsidP="006678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6784D" w:rsidRDefault="0066784D" w:rsidP="006678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6784D" w:rsidRDefault="0066784D" w:rsidP="006678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6784D" w:rsidRDefault="0066784D" w:rsidP="006678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6784D" w:rsidRDefault="0066784D" w:rsidP="006678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6784D" w:rsidRDefault="0066784D" w:rsidP="006678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6784D" w:rsidRDefault="0066784D" w:rsidP="006678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66784D" w:rsidRDefault="0066784D" w:rsidP="006678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6784D" w:rsidRDefault="0066784D" w:rsidP="006678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6784D" w:rsidRDefault="0066784D" w:rsidP="006678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6784D" w:rsidRDefault="0066784D" w:rsidP="006678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6784D" w:rsidRDefault="0066784D" w:rsidP="006678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6784D" w:rsidRDefault="0066784D" w:rsidP="006678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6784D" w:rsidRDefault="0066784D" w:rsidP="006678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66784D" w:rsidRDefault="0066784D" w:rsidP="006678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6784D" w:rsidRDefault="0066784D" w:rsidP="006678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6784D" w:rsidRDefault="0066784D" w:rsidP="006678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6784D" w:rsidRDefault="0066784D" w:rsidP="0066784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6784D" w:rsidRDefault="0066784D" w:rsidP="0066784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6784D" w:rsidRDefault="0066784D" w:rsidP="0066784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6784D" w:rsidRDefault="0066784D" w:rsidP="0066784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6784D" w:rsidRDefault="0066784D" w:rsidP="0066784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66784D" w:rsidRDefault="0066784D" w:rsidP="0066784D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66784D" w:rsidRDefault="0066784D" w:rsidP="0066784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66784D" w:rsidRDefault="0066784D" w:rsidP="0066784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66784D" w:rsidRDefault="0066784D" w:rsidP="0066784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6784D" w:rsidRDefault="0066784D" w:rsidP="0066784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66784D" w:rsidRDefault="0066784D" w:rsidP="0066784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6784D" w:rsidRDefault="0066784D" w:rsidP="0066784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ХІХ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66784D" w:rsidRDefault="0066784D" w:rsidP="0066784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6784D" w:rsidRDefault="0066784D" w:rsidP="0066784D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27.01.2022 року                                            Крупець                                                       №8</w:t>
      </w:r>
    </w:p>
    <w:p w:rsidR="0066784D" w:rsidRPr="00F73C63" w:rsidRDefault="0066784D" w:rsidP="0066784D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6784D" w:rsidRPr="008D6F85" w:rsidRDefault="0066784D" w:rsidP="0066784D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8D6F8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розгляд заяви  Пасічник Н.П.</w:t>
      </w:r>
    </w:p>
    <w:p w:rsidR="0066784D" w:rsidRPr="008D6F85" w:rsidRDefault="0066784D" w:rsidP="0066784D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6784D" w:rsidRPr="008D6F85" w:rsidRDefault="0066784D" w:rsidP="0066784D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Відповідно до пункту 34 частини 1 статті 26,  статті 42 Закону України «Про місцеве самоврядування в Україні»,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ст.140,142</w:t>
      </w: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Земельного кодексу України, Закону України «Про землеустрій», розглянувши заяву   Пасічник Н.П., сільська   рада     </w:t>
      </w:r>
    </w:p>
    <w:p w:rsidR="0066784D" w:rsidRPr="008D6F85" w:rsidRDefault="0066784D" w:rsidP="0066784D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66784D" w:rsidRPr="008D6F85" w:rsidRDefault="0066784D" w:rsidP="0066784D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У зв’язку з добровільною відмовою  Пасічник Надії Прокопівни,  яка зареєстрована за </w:t>
      </w:r>
      <w:proofErr w:type="spellStart"/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>адресою</w:t>
      </w:r>
      <w:proofErr w:type="spellEnd"/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: </w:t>
      </w:r>
      <w:r w:rsidR="009818AE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</w:t>
      </w:r>
      <w:bookmarkStart w:id="0" w:name="_GoBack"/>
      <w:bookmarkEnd w:id="0"/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>, припинити право користування на земельну ділянку орієнтовною площею  0,25 га, яка розташована в с.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Лисиче,  та перевести в землі запасу </w:t>
      </w:r>
      <w:proofErr w:type="spellStart"/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Крупецької</w:t>
      </w:r>
      <w:proofErr w:type="spellEnd"/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сільської ради. </w:t>
      </w:r>
    </w:p>
    <w:p w:rsidR="0066784D" w:rsidRPr="008D6F85" w:rsidRDefault="0066784D" w:rsidP="0066784D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2. </w:t>
      </w: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>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територій, будівництва, архітектури, охорони пам’яток історичного середовища та благоустрою (Денисюк Т.В.).</w:t>
      </w:r>
    </w:p>
    <w:p w:rsidR="0066784D" w:rsidRDefault="0066784D" w:rsidP="0066784D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6784D" w:rsidRPr="008D6F85" w:rsidRDefault="0066784D" w:rsidP="0066784D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6784D" w:rsidRPr="008D6F85" w:rsidRDefault="0066784D" w:rsidP="0066784D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6784D" w:rsidRDefault="0066784D" w:rsidP="0066784D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66784D" w:rsidRDefault="0066784D" w:rsidP="0066784D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66784D" w:rsidRPr="008D6F85" w:rsidRDefault="0066784D" w:rsidP="0066784D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66784D" w:rsidRDefault="0066784D" w:rsidP="0066784D">
      <w:pPr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8D6F85">
        <w:rPr>
          <w:rFonts w:ascii="Times New Roman" w:eastAsia="Calibri" w:hAnsi="Times New Roman" w:cs="Times New Roman"/>
          <w:sz w:val="24"/>
          <w:szCs w:val="24"/>
        </w:rPr>
        <w:t xml:space="preserve">  Сільський голова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</w:t>
      </w:r>
      <w:r w:rsidRPr="008D6F85">
        <w:rPr>
          <w:rFonts w:ascii="Times New Roman" w:eastAsia="Arial Unicode MS" w:hAnsi="Times New Roman" w:cs="Times New Roman"/>
          <w:sz w:val="24"/>
          <w:szCs w:val="24"/>
        </w:rPr>
        <w:t>Валерій   МИХАЛЮК</w:t>
      </w:r>
    </w:p>
    <w:p w:rsidR="002C039F" w:rsidRDefault="002C039F"/>
    <w:sectPr w:rsidR="002C039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84D"/>
    <w:rsid w:val="002C039F"/>
    <w:rsid w:val="0066784D"/>
    <w:rsid w:val="00981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84D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66784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66784D"/>
    <w:rPr>
      <w:rFonts w:ascii="SimSun" w:eastAsia="SimSun" w:hAnsi="SimSu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84D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66784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66784D"/>
    <w:rPr>
      <w:rFonts w:ascii="SimSun" w:eastAsia="SimSun" w:hAnsi="SimSu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rozp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3</TotalTime>
  <Pages>1</Pages>
  <Words>182</Words>
  <Characters>1040</Characters>
  <Application>Microsoft Office Word</Application>
  <DocSecurity>0</DocSecurity>
  <Lines>8</Lines>
  <Paragraphs>2</Paragraphs>
  <ScaleCrop>false</ScaleCrop>
  <Company>SPecialiST RePack</Company>
  <LinksUpToDate>false</LinksUpToDate>
  <CharactersWithSpaces>1220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2022-02-08T06:18:00Z</dcterms:created>
  <dcterms:modified xsi:type="dcterms:W3CDTF">2022-02-08T11:04:00Z</dcterms:modified>
</cp:coreProperties>
</file>