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639" w:rsidRPr="00EA743B" w:rsidRDefault="00193639" w:rsidP="00193639">
      <w:pPr>
        <w:tabs>
          <w:tab w:val="left" w:pos="2160"/>
        </w:tabs>
        <w:spacing w:after="0" w:line="240" w:lineRule="auto"/>
        <w:jc w:val="right"/>
        <w:rPr>
          <w:rFonts w:ascii="Times New Roman" w:hAnsi="Times New Roman"/>
          <w:color w:val="FF0000"/>
          <w:lang w:val="ru-RU"/>
        </w:rPr>
      </w:pPr>
      <w:r w:rsidRPr="00EA743B">
        <w:rPr>
          <w:rFonts w:ascii="Times New Roman" w:hAnsi="Times New Roman"/>
          <w:color w:val="FF0000"/>
          <w:lang w:val="ru-RU"/>
        </w:rPr>
        <w:t>ПРОЕКТ</w:t>
      </w:r>
    </w:p>
    <w:p w:rsidR="00193639" w:rsidRPr="00EA743B" w:rsidRDefault="00193639" w:rsidP="00193639">
      <w:pPr>
        <w:spacing w:after="0" w:line="240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91440</wp:posOffset>
                </wp:positionV>
                <wp:extent cx="482600" cy="734695"/>
                <wp:effectExtent l="0" t="0" r="0" b="8255"/>
                <wp:wrapNone/>
                <wp:docPr id="5216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600" cy="734695"/>
                          <a:chOff x="0" y="0"/>
                          <a:chExt cx="1142" cy="1718"/>
                        </a:xfrm>
                      </wpg:grpSpPr>
                      <wps:wsp>
                        <wps:cNvPr id="521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8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9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0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1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24.4pt;margin-top:7.2pt;width:3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w1nMMA&#10;AADdAAAADwAAAGRycy9kb3ducmV2LnhtbESPzarCMBSE9xd8h3AEd9fUilepRhFRcSFc6s/+0Bzb&#10;YnNSmqj17Y0guBxm5htmtmhNJe7UuNKygkE/AkGcWV1yruB03PxOQDiPrLGyTAqe5GAx7/zMMNH2&#10;wSndDz4XAcIuQQWF93UipcsKMuj6tiYO3sU2Bn2QTS51g48AN5WMo+hPGiw5LBRY06qg7Hq4GQV2&#10;uN3tz3mcDtc89rz8n1zO7V6pXrddTkF4av03/GnvtIJRPBjD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uw1nM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Vl4MUA&#10;AADdAAAADwAAAGRycy9kb3ducmV2LnhtbERPTWsCMRC9F/wPYYRepGYVqnY1igjb2h4K2oLXYTNu&#10;VjeTJUl16683h0KPj/e9WHW2ERfyoXasYDTMQBCXTtdcKfj+Kp5mIEJE1tg4JgW/FGC17D0sMNfu&#10;yju67GMlUgiHHBWYGNtcylAashiGriVO3NF5izFBX0nt8ZrCbSPHWTaRFmtODQZb2hgqz/sfq+BU&#10;fJrDZnp79YOXHd0Gxcdb8z5R6rHfrecgInXxX/zn3moFz+NRmpvepCc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ZWXg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GiBMUA&#10;AADdAAAADwAAAGRycy9kb3ducmV2LnhtbESP3WrCQBCF7wu+wzKF3hTdqLTU6CaINFJyI/48wJAd&#10;s6HZ2ZDdmvTtXaHQy8P5+TibfLStuFHvG8cK5rMEBHHldMO1gsu5mH6A8AFZY+uYFPyShzybPG0w&#10;1W7gI91OoRZxhH2KCkwIXSqlrwxZ9DPXEUfv6nqLIcq+lrrHIY7bVi6S5F1abDgSDHa0M1R9n35s&#10;hByWeCivw7nYjzjgZ2n4dXtU6uV53K5BBBrDf/iv/aUVvC3mK3i8iU9AZ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8aIE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WTKMYA&#10;AADdAAAADwAAAGRycy9kb3ducmV2LnhtbESPQUsDMRSE70L/Q3gFbzZrqduyNi2lVRDBg1UQb4/N&#10;6+7i5iUkz+76740g9DjMzDfMeju6Xp0pps6zgdtZAYq49rbjxsD72+PNClQSZIu9ZzLwQwm2m8nV&#10;GivrB36l81EalSGcKjTQioRK61S35DDNfCDO3slHh5JlbLSNOGS46/W8KErtsOO80GKgfUv11/Hb&#10;GXgZHsLzsrw7hc+4mOt0sPKxF2Oup+PuHpTQKJfwf/vJGiiXqwX8vclPQG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WTK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LjE8MA&#10;AADdAAAADwAAAGRycy9kb3ducmV2LnhtbESP3YrCMBCF74V9hzDC3oimu+IPXaOIrCLeFHUfYGjG&#10;pthMShNt9+2NIHh5OD8fZ7HqbCXu1PjSsYKvUQKCOHe65ELB33k7nIPwAVlj5ZgU/JOH1fKjt8BU&#10;u5aPdD+FQsQR9ikqMCHUqZQ+N2TRj1xNHL2LayyGKJtC6gbbOG4r+Z0kU2mx5EgwWNPGUH493WyE&#10;ZGPMDpf2vN112OLvwfBgfVTqs9+tf0AE6sI7/GrvtYLpbD6B55v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LjE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uoxMYA&#10;AADdAAAADwAAAGRycy9kb3ducmV2LnhtbESPQUsDMRSE70L/Q3gFbzbbotuyNi2lKojgwSqU3h6b&#10;193FzUtInt313xtB8DjMzDfMeju6Xl0ops6zgfmsAEVce9txY+Dj/elmBSoJssXeMxn4pgTbzeRq&#10;jZX1A7/R5SCNyhBOFRpoRUKldapbcphmPhBn7+yjQ8kyNtpGHDLc9XpRFKV22HFeaDHQvqX68/Dl&#10;DLwOj+FlWd6dwyneLnR6sHLcizHX03F3D0polP/wX/vZGiiXqx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9uox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etIccA&#10;AADdAAAADwAAAGRycy9kb3ducmV2LnhtbESP3WoCMRSE7wu+QzhCb4pmbfGHrVG0ECoolKrg7WFz&#10;3F26OVmS1N2+fSMUejnMzDfMct3bRtzIh9qxgsk4A0FcOFNzqeB80qMFiBCRDTaOScEPBVivBg9L&#10;zI3r+JNux1iKBOGQo4IqxjaXMhQVWQxj1xIn7+q8xZikL6Xx2CW4beRzls2kxZrTQoUtvVVUfB2/&#10;rYLtR1e++Kdi27v99f0y1drog1bqcdhvXkFE6uN/+K+9Mwpm88Uc7m/S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YXrSH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BjFsEA&#10;AADdAAAADwAAAGRycy9kb3ducmV2LnhtbERP3WrCMBS+H/gO4Qy8m+nEaalGEaUgYzere4BDc9ZU&#10;m5OSxFrf3lwMdvnx/W92o+3EQD60jhW8zzIQxLXTLTcKfs7lWw4iRGSNnWNS8KAAu+3kZYOFdnf+&#10;pqGKjUghHApUYGLsCylDbchimLmeOHG/zluMCfpGao/3FG47Oc+ypbTYcmow2NPBUH2tblZB+Tn/&#10;Gq437Uu3HxeWPswlPxqlpq/jfg0i0hj/xX/uk1awXOVpbnqTnoD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wYxb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ScyMcA&#10;AADdAAAADwAAAGRycy9kb3ducmV2LnhtbESP3WoCMRSE7wu+QzhCb4pmbak/q1G0ECxYKLUFbw+b&#10;4+7i5mRJUnf79qZQ6OUwM98wq01vG3ElH2rHCibjDARx4UzNpYKvTz2agwgR2WDjmBT8UIDNenC3&#10;wty4jj/oeoylSBAOOSqoYmxzKUNRkcUwdi1x8s7OW4xJ+lIaj12C20Y+ZtlUWqw5LVTY0ktFxeX4&#10;bRXs3rvyyT8Uu94dzvvTs9ZGv2ml7of9dgkiUh//w3/tV6NgOpsv4PdNegJyf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EnMj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/5zcEA&#10;AADdAAAADwAAAGRycy9kb3ducmV2LnhtbERPy4rCMBTdD/gP4QqzG1Nlxkc1iiiFYZiNjw+4NNem&#10;2tyUJNb692YxMMvDea82vW1ERz7UjhWMRxkI4tLpmisF51PxMQcRIrLGxjEpeFKAzXrwtsJcuwcf&#10;qDvGSqQQDjkqMDG2uZShNGQxjFxLnLiL8xZjgr6S2uMjhdtGTrJsKi3WnBoMtrQzVN6Od6ug+Jn8&#10;dre79oXb9p+Wvsx1vjdKvQ/77RJEpD7+i//c31rBdLZI+9Ob9AT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f+c3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ZGcMQA&#10;AADdAAAADwAAAGRycy9kb3ducmV2LnhtbESPwW7CMBBE75X4B2uRuBUnQGgbMKhCAjXHpv2Alb0k&#10;EfE6xC4Jf48rVepxNDNvNNv9aFtxo943jhWk8wQEsXam4UrB99fx+RWED8gGW8ek4E4e9rvJ0xZz&#10;4wb+pFsZKhEh7HNUUIfQ5VJ6XZNFP3cdcfTOrrcYouwraXocIty2cpEka2mx4bhQY0eHmvSl/LEK&#10;VvfhdC2zS3I0ltJi2RUcdKbUbDq+b0AEGsN/+K/9YRSsX95S+H0Tn4D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WRnD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BG8QA&#10;AADdAAAADwAAAGRycy9kb3ducmV2LnhtbESPT4vCMBTE74LfITxhb5raQ3dbjSKKi+zJrX/Oj+bZ&#10;FpuX0kSt394IC3scZuY3zHzZm0bcqXO1ZQXTSQSCuLC65lLB8bAdf4FwHlljY5kUPMnBcjEczDHT&#10;9sG/dM99KQKEXYYKKu/bTEpXVGTQTWxLHLyL7Qz6ILtS6g4fAW4aGUdRIg3WHBYqbGldUXHNb0bB&#10;LTnHR7786H2+eX6nm+3KyVOp1MeoX81AeOr9f/ivvdMKks80hveb8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WwRv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kbh8gA&#10;AADdAAAADwAAAGRycy9kb3ducmV2LnhtbESPQWvCQBSE7wX/w/IEb3XTWqJGV2kLgnpQmtaDt2f2&#10;NYlm36bZrcZ/3xWEHoeZ+YaZzltTiTM1rrSs4KkfgSDOrC45V/D1uXgcgXAeWWNlmRRcycF81nmY&#10;YqLthT/onPpcBAi7BBUU3teJlC4ryKDr25o4eN+2MeiDbHKpG7wEuKnkcxTF0mDJYaHAmt4Lyk7p&#10;r1Gw247i8fZt9XJcbw44MPpnr8tYqV63fZ2A8NT6//C9vdQK4uF4ALc34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ORuH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hBAMYA&#10;AADdAAAADwAAAGRycy9kb3ducmV2LnhtbESPQWvCQBSE74L/YXmF3nRTK6mmWUVbaktPaRS8PrKv&#10;STD7NmS3Gv31bkHwOMzMN0y67E0jjtS52rKCp3EEgriwuuZSwW77MZqBcB5ZY2OZFJzJwXIxHKSY&#10;aHviHzrmvhQBwi5BBZX3bSKlKyoy6Ma2JQ7er+0M+iC7UuoOTwFuGjmJolgarDksVNjSW0XFIf8z&#10;Ci7xHjP3OVm/P2tP5+lsY7+zjVKPD/3qFYSn3t/Dt/aXVhC/zKfw/yY8Ab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ahBA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y3I8YA&#10;AADdAAAADwAAAGRycy9kb3ducmV2LnhtbESP0WrCQBRE3wv9h+UW+lY3FbU1ZhOKWOibmvYDLtnr&#10;JiR7N2ZXTfv1XUHwcZiZM0xWjLYTZxp841jB6yQBQVw53bBR8PP9+fIOwgdkjZ1jUvBLHor88SHD&#10;VLsL7+lcBiMihH2KCuoQ+lRKX9Vk0U9cTxy9gxsshigHI/WAlwi3nZwmyUJabDgu1NjTuqaqLU9W&#10;wdFN53osN7htN8tdY8zs+LefKfX8NH6sQAQawz18a39pBYu35Ryub+ITk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jy3I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+jPMUA&#10;AADdAAAADwAAAGRycy9kb3ducmV2LnhtbESPS2/CMBCE75X4D9YicStOQQ0kYFBBQuLK49Dj1t48&#10;aLxOYwOhv76uVKnH0cx8o1mue9uIG3W+dqzgZZyAINbO1FwqOJ92z3MQPiAbbByTggd5WK8GT0vM&#10;jbvzgW7HUIoIYZ+jgiqENpfS64os+rFriaNXuM5iiLIrpenwHuG2kZMkSaXFmuNChS1tK9Kfx6tV&#10;sK8/6DXVRWbnG314//4K09nFKDUa9m8LEIH68B/+a++NgnSWpfD7Jj4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z6M8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r1U8MA&#10;AADdAAAADwAAAGRycy9kb3ducmV2LnhtbERPXWvCMBR9H/gfwhX2NlN90LU2lSkIjjlhKu710tw1&#10;Zc1NabJa/70ZDPZ4vjn5arCN6KnztWMF00kCgrh0uuZKwfm0fXoG4QOyxsYxKbiRh1Uxesgx0+7K&#10;H9QfQyViCfsMFZgQ2kxKXxqy6CeuJY7al+sshgi7SuoOr7HcNnKWJHNpsea4YLCljaHy+/hjFfR4&#10;uCWfZv2evtb7cnZYX9505NXjeHhZggg0hH/zX3qnFcwX6QJ+38QnI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Yr1U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7fQcEA&#10;AADdAAAADwAAAGRycy9kb3ducmV2LnhtbERPPU/DMBDdkfofrENiow4ZSgl1q6pSESOkHRiP+Bqn&#10;je8i2zSBX48HJMan973aTL5XVwqxEzbwMC9AETdiO24NHA/7+yWomJAt9sJk4JsibNazmxVWVkZ+&#10;p2udWpVDOFZowKU0VFrHxpHHOJeBOHMnCR5ThqHVNuCYw32vy6JYaI8d5waHA+0cNZf6yxsYX5rP&#10;c3n6sO4nDLKv3+Rc9mLM3e20fQaVaEr/4j/3qzWweHzKc/Ob/AT0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u30H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k8fcYA&#10;AADdAAAADwAAAGRycy9kb3ducmV2LnhtbESPT2sCMRTE70K/Q3gFb5qtB/+sRrFaoRSlaPX+3Lzu&#10;bpu8LJuo67c3guBxmJnfMJNZY404U+1LxwreugkI4szpknMF+59VZwjCB2SNxjEpuJKH2fSlNcFU&#10;uwtv6bwLuYgQ9ikqKEKoUil9VpBF33UVcfR+XW0xRFnnUtd4iXBrZC9J+tJiyXGhwIoWBWX/u5NV&#10;sPpemr/eZjs/yLD4GBzN8Ot9uVaq/drMxyACNeEZfrQ/tYL+YDSC+5v4BOT0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Ak8f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pZiMQA&#10;AADdAAAADwAAAGRycy9kb3ducmV2LnhtbERPXWvCMBR9H/gfwhV8GZrOMSnVKCIMK2ywqeDrtbm2&#10;xeYmNLHt/v3yMNjj4XyvNoNpREetry0reJklIIgLq2suFZxP79MUhA/IGhvLpOCHPGzWo6cVZtr2&#10;/E3dMZQihrDPUEEVgsuk9EVFBv3MOuLI3WxrMETYllK32Mdw08h5kiykwZpjQ4WOdhUV9+PDKOi+&#10;Pq5l3nl3uKfP/u31ut9/6otSk/GwXYIINIR/8Z871woWaRL3xzfx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qWYj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A2scA&#10;AADdAAAADwAAAGRycy9kb3ducmV2LnhtbESPQWsCMRSE74X+h/AEbzVRrKyrUWpB6KVQbQ/19tw8&#10;dxc3L9sk6tZf3whCj8PMfMPMl51txJl8qB1rGA4UCOLCmZpLDV+f66cMRIjIBhvHpOGXAiwXjw9z&#10;zI278IbO21iKBOGQo4YqxjaXMhQVWQwD1xIn7+C8xZikL6XxeElw28iRUhNpsea0UGFLrxUVx+3J&#10;alhNs9XPx5jfr5v9jnbf++PzyCut+73uZQYiUhf/w/f2m9EwydQQbm/S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nHgNrHAAAA3QAAAA8AAAAAAAAAAAAAAAAAmAIAAGRy&#10;cy9kb3ducmV2LnhtbFBLBQYAAAAABAAEAPUAAACMAwAAAAA=&#10;" fillcolor="black" stroked="f"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zdo8cA&#10;AADdAAAADwAAAGRycy9kb3ducmV2LnhtbESPT2vCQBTE74LfYXlCb7ppoCGkrlL/FArVg7aHHl+z&#10;r8mS7NuQXTXtp+8KgsdhZn7DzJeDbcWZem8cK3icJSCIS6cNVwo+P16nOQgfkDW2jknBL3lYLsaj&#10;ORbaXfhA52OoRISwL1BBHUJXSOnLmiz6meuIo/fjeoshyr6SusdLhNtWpkmSSYuG40KNHa1rKpvj&#10;ySr4es9MfjCUfu/+Vlu9e2pW+02j1MNkeHkGEWgI9/Ct/aYVZHmSwvVNfAJy8Q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k83aP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VGjcUA&#10;AADdAAAADwAAAGRycy9kb3ducmV2LnhtbESPQWsCMRSE70L/Q3iF3jSpgixbo0hL0UsPVUuvj83r&#10;Zrubl20SdfXXN4WCx2FmvmEWq8F14kQhNp41PE4UCOLKm4ZrDYf967gAEROywc4zabhQhNXybrTA&#10;0vgzv9Npl2qRIRxL1GBT6kspY2XJYZz4njh7Xz44TFmGWpqA5wx3nZwqNZcOG84LFnt6tlS1u6PT&#10;ENafL+2Vjx+tur5d4uZ7+CnQav1wP6yfQCQa0i38394aDfNCzeDvTX4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lUaN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h7S8UA&#10;AADdAAAADwAAAGRycy9kb3ducmV2LnhtbESPUWsCMRCE34X+h7AFX6QmSrH2ahQpCEKloPUHbC/b&#10;u6PJ5rhs9fTXN4WCj8PMfMMsVn3w6kRdaiJbmIwNKOIyuoYrC8ePzcMcVBJkhz4yWbhQgtXybrDA&#10;wsUz7+l0kEplCKcCLdQibaF1KmsKmMaxJc7eV+wCSpZdpV2H5wwPXk+NmemADeeFGlt6ran8PvwE&#10;C3766Z/fntJOLke9M9cg+9G7s3Z4369fQAn1cgv/t7fOwmxuHuHvTX4C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KHtL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jRlMUA&#10;AADdAAAADwAAAGRycy9kb3ducmV2LnhtbESPT2sCMRTE7wW/Q3iCt5pVUGRrFP8g7KUHtxavz83r&#10;Zmnysmyirv30plDocZiZ3zDLde+suFEXGs8KJuMMBHHldcO1gtPH4XUBIkRkjdYzKXhQgPVq8LLE&#10;XPs7H+lWxlokCIccFZgY21zKUBlyGMa+JU7el+8cxiS7WuoO7wnurJxm2Vw6bDgtGGxpZ6j6Lq9O&#10;wb5s7fRUmG04f75fLrb4OdB5r9Ro2G/eQETq43/4r11oBfNFNoPfN+kJyN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6NGU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0AUsMA&#10;AADdAAAADwAAAGRycy9kb3ducmV2LnhtbESPT4vCMBTE78J+h/AWvGmyHqp0jSKyguDJfwdvj+Rt&#10;W21eShNt99tvBMHjMDO/YebL3tXiQW2oPGv4GisQxMbbigsNp+NmNAMRIrLF2jNp+KMAy8XHYI65&#10;9R3v6XGIhUgQDjlqKGNscimDKclhGPuGOHm/vnUYk2wLaVvsEtzVcqJUJh1WnBZKbGhdkrkd7k7D&#10;dSN33ig059O529rp5SejWmk9/OxX3yAi9fEdfrW3VkM2Uxk836Qn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60AUs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gH58YA&#10;AADdAAAADwAAAGRycy9kb3ducmV2LnhtbESPT2vCQBTE7wW/w/IKvdVNFTSkboIWCtLSg38Qj6/Z&#10;ZxKSfRt2V02/fVcQPA4z8xtmUQymExdyvrGs4G2cgCAurW64UrDffb6mIHxA1thZJgV/5KHIR08L&#10;zLS98oYu21CJCGGfoYI6hD6T0pc1GfRj2xNH72SdwRClq6R2eI1w08lJksykwYbjQo09fdRUttuz&#10;UXA8f/PpZ/q1dKtwsMPOt5PftFXq5XlYvoMINIRH+N5eawWzNJnD7U18AjL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/gH5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0pR8QA&#10;AADdAAAADwAAAGRycy9kb3ducmV2LnhtbERPy2oCMRTdC/2HcAvunKTSynRqlFoouBHqY1F318nt&#10;zODkZppEnfbrzUJweTjv6by3rTiTD41jDU+ZAkFcOtNwpWG3/RzlIEJENtg6Jg1/FGA+exhMsTDu&#10;wms6b2IlUgiHAjXUMXaFlKGsyWLIXEecuB/nLcYEfSWNx0sKt60cKzWRFhtODTV29FFTedycrIbF&#10;a774/Xrm1f/6sKf99+H4MvZK6+Fj//4GIlIf7+Kbe2k0THKV5qY36Qn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9KUfEAAAA3QAAAA8AAAAAAAAAAAAAAAAAmAIAAGRycy9k&#10;b3ducmV2LnhtbFBLBQYAAAAABAAEAPUAAACJAwAAAAA=&#10;" fillcolor="black" stroked="f"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123cUA&#10;AADdAAAADwAAAGRycy9kb3ducmV2LnhtbESPQWsCMRSE74X+h/AKvdVsWxC7GmURSsXTalu8PjfP&#10;zeLmZUliXP99Uyj0OMzMN8xiNdpeJPKhc6zgeVKAIG6c7rhV8PX5/jQDESKyxt4xKbhRgNXy/m6B&#10;pXZX3lHax1ZkCIcSFZgYh1LK0BiyGCZuIM7eyXmLMUvfSu3xmuG2ly9FMZUWO84LBgdaG2rO+4tV&#10;kI7runpNh2R2W1+13tUf38daqceHsZqDiDTG//Bfe6MVTGfFG/y+yU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zXbd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mpb8MA&#10;AADdAAAADwAAAGRycy9kb3ducmV2LnhtbERPz2vCMBS+C/4P4Qm7aVoPRTujiKhsu8xVYTs+mrem&#10;2LyUJqudf705DHb8+H6vNoNtRE+drx0rSGcJCOLS6ZorBZfzYboA4QOyxsYxKfglD5v1eLTCXLsb&#10;f1BfhErEEPY5KjAhtLmUvjRk0c9cSxy5b9dZDBF2ldQd3mK4beQ8STJpsebYYLClnaHyWvxYBT7d&#10;7T/f7H3Zfx0NvxevJjtVRqmnybB9BhFoCP/iP/eLVpAt0rg/volP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ampb8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93639" w:rsidRPr="00EA743B" w:rsidRDefault="00193639" w:rsidP="00193639">
      <w:pPr>
        <w:spacing w:after="0" w:line="240" w:lineRule="auto"/>
        <w:rPr>
          <w:rFonts w:ascii="Times New Roman" w:hAnsi="Times New Roman"/>
          <w:lang w:val="ru-RU"/>
        </w:rPr>
      </w:pPr>
    </w:p>
    <w:p w:rsidR="00193639" w:rsidRPr="00EA743B" w:rsidRDefault="00193639" w:rsidP="00193639">
      <w:pPr>
        <w:spacing w:after="0" w:line="240" w:lineRule="auto"/>
        <w:rPr>
          <w:rFonts w:ascii="Times New Roman" w:hAnsi="Times New Roman"/>
          <w:lang w:val="ru-RU"/>
        </w:rPr>
      </w:pPr>
    </w:p>
    <w:p w:rsidR="00193639" w:rsidRPr="00EA743B" w:rsidRDefault="00193639" w:rsidP="00193639">
      <w:pPr>
        <w:spacing w:after="0" w:line="240" w:lineRule="auto"/>
        <w:rPr>
          <w:rFonts w:ascii="Times New Roman" w:hAnsi="Times New Roman"/>
          <w:lang w:val="ru-RU"/>
        </w:rPr>
      </w:pPr>
    </w:p>
    <w:p w:rsidR="00193639" w:rsidRPr="00EA743B" w:rsidRDefault="00193639" w:rsidP="00193639">
      <w:pPr>
        <w:spacing w:after="0" w:line="240" w:lineRule="auto"/>
        <w:rPr>
          <w:rFonts w:ascii="Times New Roman" w:hAnsi="Times New Roman"/>
          <w:lang w:val="ru-RU"/>
        </w:rPr>
      </w:pPr>
    </w:p>
    <w:p w:rsidR="00193639" w:rsidRPr="00EA743B" w:rsidRDefault="00193639" w:rsidP="00193639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:rsidR="00193639" w:rsidRPr="00EA743B" w:rsidRDefault="00193639" w:rsidP="00193639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EA743B">
        <w:rPr>
          <w:rFonts w:ascii="Times New Roman" w:hAnsi="Times New Roman"/>
          <w:b/>
          <w:lang w:val="ru-RU"/>
        </w:rPr>
        <w:t>УКРАЇНА</w:t>
      </w:r>
    </w:p>
    <w:p w:rsidR="00193639" w:rsidRPr="00EA743B" w:rsidRDefault="00193639" w:rsidP="00193639">
      <w:pPr>
        <w:keepNext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EA743B">
        <w:rPr>
          <w:rFonts w:ascii="Times New Roman" w:hAnsi="Times New Roman"/>
          <w:b/>
          <w:lang w:val="ru-RU"/>
        </w:rPr>
        <w:t>КРУПЕЦЬКА СІЛЬСЬКА РАДА</w:t>
      </w:r>
    </w:p>
    <w:p w:rsidR="00193639" w:rsidRPr="00EA743B" w:rsidRDefault="00193639" w:rsidP="00193639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EA743B">
        <w:rPr>
          <w:rFonts w:ascii="Times New Roman" w:hAnsi="Times New Roman"/>
          <w:b/>
          <w:lang w:val="ru-RU"/>
        </w:rPr>
        <w:t>СЛАВУТСЬКОГО РАЙОНУ</w:t>
      </w:r>
    </w:p>
    <w:p w:rsidR="00193639" w:rsidRPr="00EA743B" w:rsidRDefault="00193639" w:rsidP="00193639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EA743B">
        <w:rPr>
          <w:rFonts w:ascii="Times New Roman" w:hAnsi="Times New Roman"/>
          <w:b/>
          <w:lang w:val="ru-RU"/>
        </w:rPr>
        <w:t>ХМЕЛЬНИЦЬКОЇ ОБЛАСТІ</w:t>
      </w:r>
    </w:p>
    <w:p w:rsidR="00193639" w:rsidRPr="00EA743B" w:rsidRDefault="00193639" w:rsidP="00193639">
      <w:pPr>
        <w:spacing w:after="0" w:line="240" w:lineRule="auto"/>
        <w:rPr>
          <w:rFonts w:ascii="Times New Roman" w:hAnsi="Times New Roman"/>
          <w:lang w:val="ru-RU"/>
        </w:rPr>
      </w:pPr>
      <w:r w:rsidRPr="00EA743B">
        <w:rPr>
          <w:rFonts w:ascii="Times New Roman" w:hAnsi="Times New Roman"/>
          <w:lang w:val="ru-RU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639" w:rsidRDefault="00193639" w:rsidP="001936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4+dnYAABFZBAAOAAAAZHJzL2Uyb0RvYy54bWzsfe1uJrmx3v8AuYcX+mlgrGZ/92DHB/bO&#10;jhHASQz4zQVoJM1IiKR3Iml3xjk4QIBcQm4kd5BbOOeO8hRZZJOarqr27NrYIFwD2/KqVE1WFdlk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AVJZ4+dnYAABF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93639" w:rsidRDefault="00193639" w:rsidP="001936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93639" w:rsidRPr="00EA743B" w:rsidRDefault="00193639" w:rsidP="00193639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proofErr w:type="gramStart"/>
      <w:r w:rsidRPr="00EA743B">
        <w:rPr>
          <w:rFonts w:ascii="Times New Roman" w:hAnsi="Times New Roman"/>
          <w:b/>
          <w:lang w:val="ru-RU"/>
        </w:rPr>
        <w:t>Р</w:t>
      </w:r>
      <w:proofErr w:type="gramEnd"/>
      <w:r w:rsidRPr="00EA743B">
        <w:rPr>
          <w:rFonts w:ascii="Times New Roman" w:hAnsi="Times New Roman"/>
          <w:b/>
          <w:lang w:val="ru-RU"/>
        </w:rPr>
        <w:t>ІШЕННЯ</w:t>
      </w:r>
    </w:p>
    <w:p w:rsidR="00193639" w:rsidRPr="00EA743B" w:rsidRDefault="00193639" w:rsidP="00193639">
      <w:pPr>
        <w:spacing w:after="0" w:line="240" w:lineRule="auto"/>
        <w:jc w:val="center"/>
        <w:rPr>
          <w:rFonts w:ascii="Times New Roman" w:hAnsi="Times New Roman"/>
          <w:lang w:val="ru-RU"/>
        </w:rPr>
      </w:pPr>
      <w:r w:rsidRPr="00EA743B">
        <w:rPr>
          <w:rFonts w:ascii="Times New Roman" w:hAnsi="Times New Roman"/>
          <w:lang w:val="ru-RU"/>
        </w:rPr>
        <w:t xml:space="preserve">____ </w:t>
      </w:r>
      <w:r w:rsidRPr="00EA743B">
        <w:rPr>
          <w:rFonts w:ascii="Times New Roman" w:hAnsi="Times New Roman"/>
          <w:color w:val="FF0000"/>
          <w:lang w:val="ru-RU"/>
        </w:rPr>
        <w:t xml:space="preserve"> </w:t>
      </w:r>
      <w:proofErr w:type="spellStart"/>
      <w:r w:rsidRPr="00EA743B">
        <w:rPr>
          <w:rFonts w:ascii="Times New Roman" w:hAnsi="Times New Roman"/>
          <w:lang w:val="ru-RU"/>
        </w:rPr>
        <w:t>сесії</w:t>
      </w:r>
      <w:proofErr w:type="spellEnd"/>
      <w:r w:rsidRPr="00EA743B">
        <w:rPr>
          <w:rFonts w:ascii="Times New Roman" w:hAnsi="Times New Roman"/>
          <w:lang w:val="ru-RU"/>
        </w:rPr>
        <w:t xml:space="preserve"> </w:t>
      </w:r>
      <w:proofErr w:type="spellStart"/>
      <w:r w:rsidRPr="00EA743B">
        <w:rPr>
          <w:rFonts w:ascii="Times New Roman" w:hAnsi="Times New Roman"/>
          <w:lang w:val="ru-RU"/>
        </w:rPr>
        <w:t>сільської</w:t>
      </w:r>
      <w:proofErr w:type="spellEnd"/>
      <w:r w:rsidRPr="00EA743B">
        <w:rPr>
          <w:rFonts w:ascii="Times New Roman" w:hAnsi="Times New Roman"/>
          <w:lang w:val="ru-RU"/>
        </w:rPr>
        <w:t xml:space="preserve"> ради  </w:t>
      </w:r>
      <w:r w:rsidRPr="00EA743B">
        <w:rPr>
          <w:rFonts w:ascii="Times New Roman" w:hAnsi="Times New Roman"/>
          <w:lang w:val="en-US"/>
        </w:rPr>
        <w:t>V</w:t>
      </w:r>
      <w:r w:rsidRPr="00EA743B">
        <w:rPr>
          <w:rFonts w:ascii="Times New Roman" w:hAnsi="Times New Roman"/>
          <w:lang w:val="ru-RU"/>
        </w:rPr>
        <w:t xml:space="preserve">ІІІ </w:t>
      </w:r>
      <w:proofErr w:type="spellStart"/>
      <w:r w:rsidRPr="00EA743B">
        <w:rPr>
          <w:rFonts w:ascii="Times New Roman" w:hAnsi="Times New Roman"/>
          <w:lang w:val="ru-RU"/>
        </w:rPr>
        <w:t>скликання</w:t>
      </w:r>
      <w:proofErr w:type="spellEnd"/>
    </w:p>
    <w:p w:rsidR="00193639" w:rsidRPr="00EA743B" w:rsidRDefault="00193639" w:rsidP="00193639">
      <w:pPr>
        <w:spacing w:after="0" w:line="240" w:lineRule="auto"/>
        <w:rPr>
          <w:rFonts w:ascii="Times New Roman" w:hAnsi="Times New Roman"/>
          <w:lang w:val="ru-RU"/>
        </w:rPr>
      </w:pPr>
    </w:p>
    <w:p w:rsidR="00193639" w:rsidRPr="00EA743B" w:rsidRDefault="00193639" w:rsidP="00193639">
      <w:pPr>
        <w:spacing w:after="0" w:line="240" w:lineRule="auto"/>
        <w:jc w:val="center"/>
        <w:rPr>
          <w:rFonts w:ascii="Times New Roman" w:hAnsi="Times New Roman"/>
          <w:sz w:val="24"/>
          <w:lang w:val="ru-RU"/>
        </w:rPr>
      </w:pPr>
      <w:r w:rsidRPr="00EA743B">
        <w:rPr>
          <w:rFonts w:ascii="Times New Roman" w:hAnsi="Times New Roman"/>
          <w:sz w:val="24"/>
          <w:lang w:val="ru-RU"/>
        </w:rPr>
        <w:t xml:space="preserve">__.11. 2020р.                                </w:t>
      </w:r>
      <w:proofErr w:type="spellStart"/>
      <w:r w:rsidRPr="00EA743B">
        <w:rPr>
          <w:rFonts w:ascii="Times New Roman" w:hAnsi="Times New Roman"/>
          <w:sz w:val="24"/>
          <w:lang w:val="ru-RU"/>
        </w:rPr>
        <w:t>Крупець</w:t>
      </w:r>
      <w:proofErr w:type="spellEnd"/>
      <w:r w:rsidRPr="00EA743B">
        <w:rPr>
          <w:rFonts w:ascii="Times New Roman" w:hAnsi="Times New Roman"/>
          <w:sz w:val="24"/>
          <w:lang w:val="ru-RU"/>
        </w:rPr>
        <w:t xml:space="preserve">                                        №_____</w:t>
      </w:r>
    </w:p>
    <w:p w:rsidR="00193639" w:rsidRPr="00EA743B" w:rsidRDefault="00193639" w:rsidP="00193639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193639" w:rsidRPr="00EA743B" w:rsidRDefault="00193639" w:rsidP="00193639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193639" w:rsidRPr="00EA743B" w:rsidRDefault="00193639" w:rsidP="00193639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EA743B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EA743B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EA743B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EA743B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EA743B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EA743B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EA743B">
        <w:rPr>
          <w:rFonts w:ascii="Times New Roman" w:hAnsi="Times New Roman"/>
          <w:b/>
          <w:sz w:val="24"/>
          <w:lang w:val="ru-RU"/>
        </w:rPr>
        <w:t xml:space="preserve"> </w:t>
      </w:r>
    </w:p>
    <w:p w:rsidR="00193639" w:rsidRPr="00EA743B" w:rsidRDefault="00193639" w:rsidP="00193639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EA743B">
        <w:rPr>
          <w:rFonts w:ascii="Times New Roman" w:hAnsi="Times New Roman"/>
          <w:b/>
          <w:sz w:val="24"/>
          <w:lang w:val="ru-RU"/>
        </w:rPr>
        <w:t>техн</w:t>
      </w:r>
      <w:proofErr w:type="gramEnd"/>
      <w:r w:rsidRPr="00EA743B">
        <w:rPr>
          <w:rFonts w:ascii="Times New Roman" w:hAnsi="Times New Roman"/>
          <w:b/>
          <w:sz w:val="24"/>
          <w:lang w:val="ru-RU"/>
        </w:rPr>
        <w:t>ічної</w:t>
      </w:r>
      <w:proofErr w:type="spellEnd"/>
      <w:r w:rsidRPr="00EA743B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EA743B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 w:rsidRPr="00EA743B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EA743B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EA743B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EA743B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EA743B">
        <w:rPr>
          <w:rFonts w:ascii="Times New Roman" w:hAnsi="Times New Roman"/>
          <w:b/>
          <w:sz w:val="24"/>
          <w:lang w:val="ru-RU"/>
        </w:rPr>
        <w:t xml:space="preserve"> </w:t>
      </w:r>
    </w:p>
    <w:p w:rsidR="00193639" w:rsidRPr="00EA743B" w:rsidRDefault="00193639" w:rsidP="00193639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r w:rsidRPr="00EA743B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EA743B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EA743B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EA743B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EA743B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EA743B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193639" w:rsidRPr="00EA743B" w:rsidRDefault="00193639" w:rsidP="00193639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r w:rsidRPr="00EA743B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EA743B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EA743B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EA743B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EA743B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EA743B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EA743B">
        <w:rPr>
          <w:rFonts w:ascii="Times New Roman" w:hAnsi="Times New Roman"/>
          <w:b/>
          <w:sz w:val="24"/>
          <w:lang w:val="ru-RU"/>
        </w:rPr>
        <w:t>м</w:t>
      </w:r>
      <w:proofErr w:type="gramEnd"/>
      <w:r w:rsidRPr="00EA743B">
        <w:rPr>
          <w:rFonts w:ascii="Times New Roman" w:hAnsi="Times New Roman"/>
          <w:b/>
          <w:sz w:val="24"/>
          <w:lang w:val="ru-RU"/>
        </w:rPr>
        <w:t>ісцевості</w:t>
      </w:r>
      <w:proofErr w:type="spellEnd"/>
      <w:r w:rsidRPr="00EA743B">
        <w:rPr>
          <w:rFonts w:ascii="Times New Roman" w:hAnsi="Times New Roman"/>
          <w:b/>
          <w:sz w:val="24"/>
          <w:lang w:val="ru-RU"/>
        </w:rPr>
        <w:t>)</w:t>
      </w:r>
    </w:p>
    <w:p w:rsidR="00193639" w:rsidRPr="00EA743B" w:rsidRDefault="00193639" w:rsidP="00193639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r w:rsidRPr="00EA743B">
        <w:rPr>
          <w:rFonts w:ascii="Times New Roman" w:hAnsi="Times New Roman"/>
          <w:b/>
          <w:sz w:val="24"/>
        </w:rPr>
        <w:t>Кратюк</w:t>
      </w:r>
      <w:proofErr w:type="spellEnd"/>
      <w:r w:rsidRPr="00EA743B">
        <w:rPr>
          <w:rFonts w:ascii="Times New Roman" w:hAnsi="Times New Roman"/>
          <w:b/>
          <w:sz w:val="24"/>
        </w:rPr>
        <w:t xml:space="preserve"> І.П.</w:t>
      </w:r>
    </w:p>
    <w:p w:rsidR="00193639" w:rsidRPr="00EA743B" w:rsidRDefault="00193639" w:rsidP="00193639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</w:p>
    <w:p w:rsidR="00193639" w:rsidRPr="00EA743B" w:rsidRDefault="00193639" w:rsidP="00193639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EA743B">
        <w:rPr>
          <w:rFonts w:ascii="Times New Roman" w:hAnsi="Times New Roman"/>
          <w:sz w:val="24"/>
          <w:lang w:val="ru-RU"/>
        </w:rPr>
        <w:t xml:space="preserve">                </w:t>
      </w:r>
      <w:proofErr w:type="spellStart"/>
      <w:r w:rsidRPr="00EA743B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EA743B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EA743B">
        <w:rPr>
          <w:rFonts w:ascii="Times New Roman" w:hAnsi="Times New Roman"/>
          <w:sz w:val="24"/>
          <w:lang w:val="ru-RU"/>
        </w:rPr>
        <w:t>до</w:t>
      </w:r>
      <w:proofErr w:type="gramEnd"/>
      <w:r w:rsidRPr="00EA743B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EA743B">
        <w:rPr>
          <w:rFonts w:ascii="Times New Roman" w:hAnsi="Times New Roman"/>
          <w:sz w:val="24"/>
          <w:lang w:val="ru-RU"/>
        </w:rPr>
        <w:t>пункту</w:t>
      </w:r>
      <w:proofErr w:type="gramEnd"/>
      <w:r w:rsidRPr="00EA743B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EA743B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EA743B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EA743B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EA743B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EA743B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EA743B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EA743B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EA743B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EA743B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EA743B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EA743B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EA743B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EA743B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EA743B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EA743B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EA743B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EA743B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EA743B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EA743B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EA743B">
        <w:rPr>
          <w:rFonts w:ascii="Times New Roman" w:hAnsi="Times New Roman"/>
          <w:sz w:val="24"/>
          <w:lang w:val="ru-RU"/>
        </w:rPr>
        <w:t>розглянувши</w:t>
      </w:r>
      <w:proofErr w:type="spellEnd"/>
      <w:r w:rsidRPr="00EA743B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lang w:val="ru-RU"/>
        </w:rPr>
        <w:t>заяву</w:t>
      </w:r>
      <w:proofErr w:type="spellEnd"/>
      <w:r w:rsidRPr="00EA743B">
        <w:rPr>
          <w:rFonts w:ascii="Times New Roman" w:hAnsi="Times New Roman"/>
          <w:sz w:val="24"/>
          <w:lang w:val="ru-RU"/>
        </w:rPr>
        <w:t xml:space="preserve">   </w:t>
      </w:r>
      <w:proofErr w:type="spellStart"/>
      <w:r w:rsidRPr="00EA743B">
        <w:rPr>
          <w:rFonts w:ascii="Times New Roman" w:hAnsi="Times New Roman"/>
          <w:sz w:val="24"/>
        </w:rPr>
        <w:t>Кратюк</w:t>
      </w:r>
      <w:proofErr w:type="spellEnd"/>
      <w:r w:rsidRPr="00EA743B">
        <w:rPr>
          <w:rFonts w:ascii="Times New Roman" w:hAnsi="Times New Roman"/>
          <w:sz w:val="24"/>
        </w:rPr>
        <w:t xml:space="preserve"> І.П.,</w:t>
      </w:r>
      <w:r w:rsidRPr="00EA743B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EA743B">
        <w:rPr>
          <w:rFonts w:ascii="Times New Roman" w:hAnsi="Times New Roman"/>
          <w:sz w:val="24"/>
          <w:lang w:val="ru-RU"/>
        </w:rPr>
        <w:t xml:space="preserve"> рада</w:t>
      </w:r>
    </w:p>
    <w:p w:rsidR="00193639" w:rsidRPr="00EA743B" w:rsidRDefault="00193639" w:rsidP="00193639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EA743B">
        <w:rPr>
          <w:rFonts w:ascii="Times New Roman" w:hAnsi="Times New Roman"/>
          <w:sz w:val="24"/>
          <w:lang w:val="ru-RU"/>
        </w:rPr>
        <w:t>ВИРІШИЛА:</w:t>
      </w:r>
    </w:p>
    <w:p w:rsidR="00193639" w:rsidRPr="00EA743B" w:rsidRDefault="00193639" w:rsidP="00193639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193639" w:rsidRPr="00EA743B" w:rsidRDefault="00193639" w:rsidP="0019363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A743B">
        <w:rPr>
          <w:rFonts w:ascii="Times New Roman" w:hAnsi="Times New Roman"/>
          <w:sz w:val="24"/>
          <w:lang w:val="ru-RU"/>
        </w:rPr>
        <w:t xml:space="preserve">        1.Надати </w:t>
      </w:r>
      <w:proofErr w:type="spellStart"/>
      <w:r w:rsidRPr="00EA743B">
        <w:rPr>
          <w:rFonts w:ascii="Times New Roman" w:hAnsi="Times New Roman"/>
          <w:sz w:val="24"/>
          <w:lang w:val="ru-RU"/>
        </w:rPr>
        <w:t>Кратюк</w:t>
      </w:r>
      <w:proofErr w:type="spellEnd"/>
      <w:r w:rsidRPr="00EA743B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lang w:val="ru-RU"/>
        </w:rPr>
        <w:t>Ірині</w:t>
      </w:r>
      <w:proofErr w:type="spellEnd"/>
      <w:r w:rsidRPr="00EA743B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EA743B">
        <w:rPr>
          <w:rFonts w:ascii="Times New Roman" w:hAnsi="Times New Roman"/>
          <w:sz w:val="24"/>
          <w:lang w:val="ru-RU"/>
        </w:rPr>
        <w:t>Петрівні</w:t>
      </w:r>
      <w:proofErr w:type="spellEnd"/>
      <w:r w:rsidRPr="00EA743B">
        <w:rPr>
          <w:rFonts w:ascii="Times New Roman" w:hAnsi="Times New Roman"/>
          <w:sz w:val="24"/>
        </w:rPr>
        <w:t xml:space="preserve">, яка зареєстрована за адресою: </w:t>
      </w:r>
      <w:r w:rsidR="00BC7DAF">
        <w:rPr>
          <w:rFonts w:ascii="Times New Roman" w:hAnsi="Times New Roman"/>
          <w:sz w:val="24"/>
          <w:lang w:val="en-US"/>
        </w:rPr>
        <w:t>______________</w:t>
      </w:r>
      <w:bookmarkStart w:id="0" w:name="_GoBack"/>
      <w:bookmarkEnd w:id="0"/>
      <w:r w:rsidRPr="00EA743B">
        <w:rPr>
          <w:rFonts w:ascii="Times New Roman" w:hAnsi="Times New Roman"/>
          <w:sz w:val="24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</w:t>
      </w:r>
      <w:proofErr w:type="spellStart"/>
      <w:r w:rsidRPr="00EA743B">
        <w:rPr>
          <w:rFonts w:ascii="Times New Roman" w:hAnsi="Times New Roman"/>
          <w:sz w:val="24"/>
        </w:rPr>
        <w:t>с</w:t>
      </w:r>
      <w:proofErr w:type="gramStart"/>
      <w:r w:rsidRPr="00EA743B">
        <w:rPr>
          <w:rFonts w:ascii="Times New Roman" w:hAnsi="Times New Roman"/>
          <w:sz w:val="24"/>
        </w:rPr>
        <w:t>.К</w:t>
      </w:r>
      <w:proofErr w:type="gramEnd"/>
      <w:r w:rsidRPr="00EA743B">
        <w:rPr>
          <w:rFonts w:ascii="Times New Roman" w:hAnsi="Times New Roman"/>
          <w:sz w:val="24"/>
        </w:rPr>
        <w:t>омарівка</w:t>
      </w:r>
      <w:proofErr w:type="spellEnd"/>
      <w:r w:rsidRPr="00EA743B">
        <w:rPr>
          <w:rFonts w:ascii="Times New Roman" w:hAnsi="Times New Roman"/>
          <w:sz w:val="24"/>
        </w:rPr>
        <w:t xml:space="preserve">, по </w:t>
      </w:r>
      <w:proofErr w:type="spellStart"/>
      <w:r w:rsidRPr="00EA743B">
        <w:rPr>
          <w:rFonts w:ascii="Times New Roman" w:hAnsi="Times New Roman"/>
          <w:sz w:val="24"/>
        </w:rPr>
        <w:t>вул.Л.Українки</w:t>
      </w:r>
      <w:proofErr w:type="spellEnd"/>
      <w:r w:rsidRPr="00EA743B">
        <w:rPr>
          <w:rFonts w:ascii="Times New Roman" w:hAnsi="Times New Roman"/>
          <w:sz w:val="24"/>
        </w:rPr>
        <w:t>, 111А.</w:t>
      </w:r>
    </w:p>
    <w:p w:rsidR="00193639" w:rsidRPr="00EA743B" w:rsidRDefault="00193639" w:rsidP="0019363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EA743B">
        <w:rPr>
          <w:rFonts w:ascii="Times New Roman" w:hAnsi="Times New Roman"/>
          <w:sz w:val="24"/>
        </w:rPr>
        <w:t xml:space="preserve">        2.Кратюк І. П.,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193639" w:rsidRPr="00EA743B" w:rsidRDefault="00193639" w:rsidP="0019363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A743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93639" w:rsidRDefault="00193639" w:rsidP="0019363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193639" w:rsidRDefault="00193639" w:rsidP="0019363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</w:p>
    <w:p w:rsidR="00193639" w:rsidRPr="00917C04" w:rsidRDefault="00193639" w:rsidP="0019363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4100E6" w:rsidRDefault="004100E6"/>
    <w:sectPr w:rsidR="004100E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639"/>
    <w:rsid w:val="00171A2E"/>
    <w:rsid w:val="00193639"/>
    <w:rsid w:val="00304C90"/>
    <w:rsid w:val="004100E6"/>
    <w:rsid w:val="00505B6D"/>
    <w:rsid w:val="006D3977"/>
    <w:rsid w:val="007D6C18"/>
    <w:rsid w:val="00BC7DA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639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639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245</Words>
  <Characters>1402</Characters>
  <Application>Microsoft Office Word</Application>
  <DocSecurity>0</DocSecurity>
  <Lines>11</Lines>
  <Paragraphs>3</Paragraphs>
  <ScaleCrop>false</ScaleCrop>
  <Company>Microsoft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2020-11-17T16:34:00Z</dcterms:created>
  <dcterms:modified xsi:type="dcterms:W3CDTF">2020-11-18T07:12:00Z</dcterms:modified>
</cp:coreProperties>
</file>