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8E6" w:rsidRPr="00CB71B2" w:rsidRDefault="00D968E6" w:rsidP="00D968E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</w:t>
      </w: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968E6" w:rsidRPr="00CB71B2" w:rsidRDefault="00D968E6" w:rsidP="00D96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968E6" w:rsidRPr="00CB71B2" w:rsidRDefault="00D968E6" w:rsidP="00D96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8E6" w:rsidRDefault="00D968E6" w:rsidP="00D968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68E6" w:rsidRDefault="00D968E6" w:rsidP="00D968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68E6" w:rsidRPr="00CB71B2" w:rsidRDefault="00D968E6" w:rsidP="00D968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968E6" w:rsidRPr="00CB71B2" w:rsidRDefault="00D968E6" w:rsidP="00D968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D968E6" w:rsidRPr="00CB71B2" w:rsidRDefault="00D968E6" w:rsidP="00D968E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968E6" w:rsidRPr="00CB71B2" w:rsidRDefault="00D968E6" w:rsidP="00D968E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968E6" w:rsidRPr="00CB71B2" w:rsidRDefault="00D968E6" w:rsidP="00D968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968E6" w:rsidRPr="00CB71B2" w:rsidRDefault="00D968E6" w:rsidP="00D968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968E6" w:rsidRPr="00CB71B2" w:rsidRDefault="00D968E6" w:rsidP="00D968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передачі  її у власність  Ткач А.М.</w:t>
      </w: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Ткач А.М.,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8E6" w:rsidRPr="00CB71B2" w:rsidRDefault="00D968E6" w:rsidP="00D96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Ткач Аллі Миколаївні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0,4053га,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68E6" w:rsidRPr="00CB71B2" w:rsidRDefault="00D968E6" w:rsidP="00D96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Ткач Аллі Миколаївні,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CF2497">
        <w:rPr>
          <w:rFonts w:ascii="Times New Roman" w:eastAsia="Calibri" w:hAnsi="Times New Roman" w:cs="Times New Roman"/>
          <w:sz w:val="24"/>
        </w:rPr>
        <w:t>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CF249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0,4053 га, кадастровий номер: 6823984700:03:002:0019,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68E6" w:rsidRPr="00CB71B2" w:rsidRDefault="00D968E6" w:rsidP="00D96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Ткач А.М.,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968E6" w:rsidRPr="00CB71B2" w:rsidRDefault="00D968E6" w:rsidP="00D96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968E6" w:rsidRPr="00CB71B2" w:rsidRDefault="00D968E6" w:rsidP="00D968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8E6" w:rsidRPr="00CB71B2" w:rsidRDefault="00D968E6" w:rsidP="00D968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059E" w:rsidRPr="00D968E6" w:rsidRDefault="00D968E6" w:rsidP="00D968E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D2059E" w:rsidRPr="00D968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E6"/>
    <w:rsid w:val="00171A2E"/>
    <w:rsid w:val="00304C90"/>
    <w:rsid w:val="00505B6D"/>
    <w:rsid w:val="006D3977"/>
    <w:rsid w:val="007D6C18"/>
    <w:rsid w:val="00CF2497"/>
    <w:rsid w:val="00D1641A"/>
    <w:rsid w:val="00D2059E"/>
    <w:rsid w:val="00D9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F939"/>
  <w15:docId w15:val="{25A95FC5-731F-4C13-A303-0EA8D2A9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E6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2021-04-14T11:42:00Z</dcterms:created>
  <dcterms:modified xsi:type="dcterms:W3CDTF">2021-04-15T05:12:00Z</dcterms:modified>
</cp:coreProperties>
</file>