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B" w:rsidRDefault="00134C1B" w:rsidP="00134C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4C1B" w:rsidRDefault="000C0FB8" w:rsidP="00134C1B">
      <w:pPr>
        <w:jc w:val="both"/>
        <w:rPr>
          <w:rFonts w:ascii="Times New Roman" w:hAnsi="Times New Roman" w:cs="Times New Roman"/>
        </w:rPr>
      </w:pPr>
      <w:r w:rsidRPr="000C0FB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4C1B" w:rsidRDefault="00134C1B" w:rsidP="00134C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4C1B" w:rsidRDefault="00134C1B" w:rsidP="00134C1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34C1B" w:rsidRDefault="00134C1B" w:rsidP="00134C1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4C1B" w:rsidRDefault="00134C1B" w:rsidP="00134C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C1B" w:rsidRDefault="00134C1B" w:rsidP="00134C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C1B" w:rsidRPr="00360A9E" w:rsidRDefault="00134C1B" w:rsidP="00134C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№77</w:t>
      </w:r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Войдило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В.О.</w:t>
      </w:r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34C1B" w:rsidRPr="003C16FC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Олександровичу,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091503" w:rsidRPr="0009150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0,5000 га, 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 по вул. Л.Українки.</w:t>
      </w: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34C1B" w:rsidRPr="003C16FC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34C1B" w:rsidRPr="00134C1B" w:rsidRDefault="00134C1B" w:rsidP="00134C1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87BC8" w:rsidRPr="00134C1B" w:rsidRDefault="00134C1B" w:rsidP="00134C1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C87BC8" w:rsidRPr="00134C1B" w:rsidSect="00C87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34C1B"/>
    <w:rsid w:val="00091503"/>
    <w:rsid w:val="000C0FB8"/>
    <w:rsid w:val="00134C1B"/>
    <w:rsid w:val="00171A2E"/>
    <w:rsid w:val="00304C90"/>
    <w:rsid w:val="00482474"/>
    <w:rsid w:val="00505B6D"/>
    <w:rsid w:val="00590ABC"/>
    <w:rsid w:val="006D3977"/>
    <w:rsid w:val="007D6C18"/>
    <w:rsid w:val="00C87BC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1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2019-12-17T14:11:00Z</dcterms:created>
  <dcterms:modified xsi:type="dcterms:W3CDTF">2019-12-18T07:04:00Z</dcterms:modified>
</cp:coreProperties>
</file>