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C80" w:rsidRDefault="00CE1C80" w:rsidP="00CE1C80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6030EB1" wp14:editId="5E5767C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365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3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C80" w:rsidRDefault="00CE1C80" w:rsidP="00CE1C8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gMlq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2R9sQA&#10;AADdAAAADwAAAGRycy9kb3ducmV2LnhtbESPQWvCQBSE7wX/w/IK3uqmCURJXUWkSg5CMa33R/aZ&#10;hGbfhuw2if/eFQoeh5n5hllvJ9OKgXrXWFbwvohAEJdWN1wp+Pk+vK1AOI+ssbVMCm7kYLuZvawx&#10;03bkMw2Fr0SAsMtQQe19l0npypoMuoXtiIN3tb1BH2RfSd3jGOCmlXEUpdJgw2Ghxo72NZW/xZ9R&#10;YJNjfrpU8Tn55KXn3dfqeplOSs1fp90HCE+Tf4b/27lWkCZpCo834QnI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tkfb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fwY8gA&#10;AADdAAAADwAAAGRycy9kb3ducmV2LnhtbESPS2vDMBCE74X+B7GFXkIitwGncaOEEHBfh0Ie0Oti&#10;bSwn1spIauLk11eFQo/DzHzDzBa9bcWJfGgcK3gYZSCIK6cbrhXstuXwCUSIyBpbx6TgQgEW89ub&#10;GRbanXlNp02sRYJwKFCBibErpAyVIYth5Dri5O2dtxiT9LXUHs8Jblv5mGW5tNhwWjDY0cpQddx8&#10;WwWH8tN8rSbXFz+Yruk6KD9e2/dcqfu7fvkMIlIf/8N/7TetIB/nE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d/B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AGbsEA&#10;AADdAAAADwAAAGRycy9kb3ducmV2LnhtbERPzWrCQBC+F3yHZQQvpW5aIUh0FSm1FC9i7AMM2TEb&#10;zM6G7NbEt+8cBI8f3/96O/pW3aiPTWAD7/MMFHEVbMO1gd/z/m0JKiZki21gMnCnCNvN5GWNhQ0D&#10;n+hWplpJCMcCDbiUukLrWDnyGOehIxbuEnqPSWBfa9vjIOG+1R9ZlmuPDUuDw44+HVXX8s9LyXGB&#10;x8NlOO+/Rxzw6+D4dXcyZjYddytQicb0FD/cP9ZAvshlrryRJ6A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swBm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d2VcYA&#10;AADdAAAADwAAAGRycy9kb3ducmV2LnhtbESPQUsDMRSE70L/Q3iCN5u16lrXpkWqgggerIXS22Pz&#10;urt08xKSZ3f990YQPA4z8w2zWI2uVyeKqfNs4GpagCKuve24MbD9fLmcg0qCbLH3TAa+KcFqOTlb&#10;YGX9wB902kijMoRThQZakVBpneqWHKapD8TZO/joULKMjbYRhwx3vZ4VRakddpwXWgy0bqk+br6c&#10;gffhObzdlbeHsI83M52erOzWYszF+fj4AEpolP/wX/vVGiivy3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d2V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+ctcEA&#10;AADdAAAADwAAAGRycy9kb3ducmV2LnhtbERPzWrCQBC+C32HZQpeRDcqqKSuIlJL8SL+PMCQHbOh&#10;2dmQ3Zr07TsHwePH97/e9r5WD2pjFdjAdJKBIi6Crbg0cLsexitQMSFbrAOTgT+KsN28DdaY29Dx&#10;mR6XVCoJ4ZijAZdSk2sdC0ce4yQ0xMLdQ+sxCWxLbVvsJNzXepZlC+2xYmlw2NDeUfFz+fVScprj&#10;6XjvroevHjv8PDoe7c7GDN/73QeoRH16iZ/ub2tgMV/KfnkjT0B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CfnL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jsjsYA&#10;AADdAAAADwAAAGRycy9kb3ducmV2LnhtbESPQUsDMRSE74L/ITzBm8226lbWpkVqBRF6aCuIt8fm&#10;dXdx8xKS1+76740geBxm5htmsRpdr84UU+fZwHRSgCKuve24MfB+eLl5AJUE2WLvmQx8U4LV8vJi&#10;gZX1A+/ovJdGZQinCg20IqHSOtUtOUwTH4izd/TRoWQZG20jDhnuej0rilI77DgvtBho3VL9tT85&#10;A9thE97m5f0xfMa7mU7PVj7WYsz11fj0CEpolP/wX/vVGihv51P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mjsj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Sh8YA&#10;AADdAAAADwAAAGRycy9kb3ducmV2LnhtbESPQWsCMRSE7wX/Q3hCL1KzKrVlaxQthAoVRFvo9bF5&#10;7i7dvCxJ6q7/3ghCj8PMfMMsVr1txJl8qB0rmIwzEMSFMzWXCr6/9NMriBCRDTaOScGFAqyWg4cF&#10;5sZ1fKDzMZYiQTjkqKCKsc2lDEVFFsPYtcTJOzlvMSbpS2k8dgluGznNsrm0WHNaqLCl94qK3+Of&#10;VbDZd+XMj4pN7z5PHz/PWhu900o9Dvv1G4hIffwP39tbo2A+e5n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rSh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4tWcQA&#10;AADdAAAADwAAAGRycy9kb3ducmV2LnhtbESP3WoCMRSE7wu+QzhC72pWba1sjSKWhSK98ecBDpvT&#10;zdbNyZLEdX17IwheDjPzDbNY9bYRHflQO1YwHmUgiEuna64UHA/F2xxEiMgaG8ek4EoBVsvBywJz&#10;7S68o24fK5EgHHJUYGJscylDachiGLmWOHl/zluMSfpKao+XBLeNnGTZTFqsOS0YbGljqDztz1ZB&#10;sZ38dqez9oVb9++WPsz//Nso9Trs118gIvXxGX60f7SC2fRzCvc36Qn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7OLV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/vaMcA&#10;AADdAAAADwAAAGRycy9kb3ducmV2LnhtbESPQWsCMRSE74X+h/AKvRTNWq3K1ihaCBUslKrg9bF5&#10;7i7dvCxJ6m7/vREKPQ4z8w2zWPW2ERfyoXasYDTMQBAXztRcKjge9GAOIkRkg41jUvBLAVbL+7sF&#10;5sZ1/EWXfSxFgnDIUUEVY5tLGYqKLIaha4mTd3beYkzSl9J47BLcNvI5y6bSYs1pocKW3ioqvvc/&#10;VsHmsyvH/qnY9G53fj+9aG30h1bq8aFfv4KI1Mf/8F97axRMx7MJ3N6kJ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f72j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sQtsQA&#10;AADdAAAADwAAAGRycy9kb3ducmV2LnhtbESP3WoCMRSE7wu+QziCdzWrVStbo4hlQUpv/HmAw+Z0&#10;s3VzsiRxXd/eCIVeDjPzDbPa9LYRHflQO1YwGWcgiEuna64UnE/F6xJEiMgaG8ek4E4BNuvBywpz&#10;7W58oO4YK5EgHHJUYGJscylDachiGLuWOHk/zluMSfpKao+3BLeNnGbZQlqsOS0YbGlnqLwcr1ZB&#10;8TX97i5X7Qu37WeW5uZ3+WmUGg377QeISH38D/+191rB4u19Ds836QnI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5rEL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yU58MA&#10;AADdAAAADwAAAGRycy9kb3ducmV2LnhtbESP0YrCMBRE3xf8h3AF39ZUXavUpiKCsj5udz/g0lzb&#10;YnNTm2jr3xtB2MdhZs4w6XYwjbhT52rLCmbTCARxYXXNpYK/38PnGoTzyBoby6TgQQ622egjxUTb&#10;nn/onvtSBAi7BBVU3reJlK6oyKCb2pY4eGfbGfRBdqXUHfYBbho5j6JYGqw5LFTY0r6i4pLfjIKv&#10;R3+85stLdNCGZqdFe2JfLJWajIfdBoSnwf+H3+1vrSBerGJ4vQlP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yU5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IoYMUA&#10;AADdAAAADwAAAGRycy9kb3ducmV2LnhtbESPT2vCQBTE7wW/w/IEb3WjQmxTVxElpfTUpur5kX0m&#10;odm3Ibv547fvCkKPw8z8htnsRlOLnlpXWVawmEcgiHOrKy4UnH7S5xcQziNrrC2Tghs52G0nTxtM&#10;tB34m/rMFyJA2CWooPS+SaR0eUkG3dw2xMG72tagD7ItpG5xCHBTy2UUxdJgxWGhxIYOJeW/WWcU&#10;dPFleeLrp/7Kjrf312O6d/JcKDWbjvs3EJ5G/x9+tD+0gni1XsP9TXgCcv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Iihg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7DFcQA&#10;AADdAAAADwAAAGRycy9kb3ducmV2LnhtbERPu27CMBTdkfgH6yJ1A4eHUkgxCJAqAQOolA7dbuNL&#10;Eoiv09hA+vd4QOp4dN7TeWNKcaPaFZYV9HsRCOLU6oIzBcfP9+4YhPPIGkvLpOCPHMxn7dYUE23v&#10;/EG3g89ECGGXoILc+yqR0qU5GXQ9WxEH7mRrgz7AOpO6xnsIN6UcRFEsDRYcGnKsaJVTejlcjYKv&#10;/Tie7Jeb0Xm7+8Gh0b/fuoiVeuk0izcQnhr/L36611pBPHwNc8Ob8ATk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ewx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qkfcYA&#10;AADdAAAADwAAAGRycy9kb3ducmV2LnhtbESPT2vCQBTE7wW/w/IK3uqmWlJNXcU/VMVTqoLXR/Y1&#10;CWbfhuyq0U/vCoUeh5n5DTOetqYSF2pcaVnBey8CQZxZXXKu4LD/fhuCcB5ZY2WZFNzIwXTSeRlj&#10;ou2Vf+iy87kIEHYJKii8rxMpXVaQQdezNXHwfm1j0AfZ5FI3eA1wU8l+FMXSYMlhocCaFgVlp93Z&#10;KLjHR0zduj9fDrSn28dwZbfpSqnuazv7AuGp9f/hv/ZGK4gHnyN4vglPQE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qkf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0uf8EA&#10;AADdAAAADwAAAGRycy9kb3ducmV2LnhtbERPy4rCMBTdC/5DuII7TX2i1SgiDsxubPUDLs01LTY3&#10;tYnama+fLAZmeTjv7b6ztXhR6yvHCibjBARx4XTFRsH18jFagfABWWPtmBR8k4f9rt/bYqrdmzN6&#10;5cGIGMI+RQVlCE0qpS9KsujHriGO3M21FkOErZG6xXcMt7WcJslSWqw4NpTY0LGk4p4/rYKHmy50&#10;l5/w635anytj5o+fbK7UcNAdNiACdeFf/Of+1AqWs1XcH9/EJy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dLn/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ABjMYA&#10;AADdAAAADwAAAGRycy9kb3ducmV2LnhtbESPzW7CMBCE75X6DtZW4gYOINI0jUGAVIkrP4cet/aS&#10;pI3XaWxCytPXlZB6HM3MN5piNdhG9NT52rGC6SQBQaydqblUcDq+jTMQPiAbbByTgh/ysFo+PhSY&#10;G3flPfWHUIoIYZ+jgiqENpfS64os+olriaN3dp3FEGVXStPhNcJtI2dJkkqLNceFClvaVqS/Dher&#10;YFd/0CLV5xebbfT+/fYd5s+fRqnR07B+BRFoCP/he3tnFKTzbAp/b+IT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ABj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tsD8IA&#10;AADdAAAADwAAAGRycy9kb3ducmV2LnhtbERPW2vCMBR+H+w/hCPsbaZ2IFqNooPBhk7wgr4emmNT&#10;bE5Kk9X6740w8PG7803nna1ES40vHSsY9BMQxLnTJRcKDvuv9xEIH5A1Vo5JwY08zGevL1PMtLvy&#10;ltpdKEQsYZ+hAhNCnUnpc0MWfd/VxFE7u8ZiiLAppG7wGsttJdMkGUqLJccFgzV9Gsovuz+roMXN&#10;LTmZ5e/4p1zn6WZ5XOnIq7det5iACNSFp/k//a0VDD9GKTzexCcgZ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q2w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x39MQA&#10;AADdAAAADwAAAGRycy9kb3ducmV2LnhtbESPQUvDQBSE74L/YXmCN7tpCqWk3RYpVDxq9NDja/Y1&#10;m5p9L+yuTfTXu4LgcZiZb5jNbvK9ulKInbCB+awARdyI7bg18P52eFiBignZYi9MBr4owm57e7PB&#10;ysrIr3StU6syhGOFBlxKQ6V1bBx5jDMZiLN3luAxZRlabQOOGe57XRbFUnvsOC84HGjvqPmoP72B&#10;8ak5Xcrz0brvMMihfpFL2Ysx93fT4xpUoin9h//az9bAcrFawO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Hcd/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6pJ8cA&#10;AADdAAAADwAAAGRycy9kb3ducmV2LnhtbESP3WoCMRSE7wt9h3AKvatZbdFlNYrVCqW0iH/3x81x&#10;d9vkZNlEXd/eCAUvh5n5hhlNWmvEiRpfOVbQ7SQgiHOnKy4UbDeLlxSED8gajWNScCEPk/Hjwwgz&#10;7c68otM6FCJC2GeooAyhzqT0eUkWfcfVxNE7uMZiiLIppG7wHOHWyF6S9KXFiuNCiTXNSsr/1ker&#10;YLGcm9/ez2q6k2H2Mdib9Ot9/q3U81M7HYII1IZ7+L/9qRX0X9M3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eqSf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BBcYA&#10;AADdAAAADwAAAGRycy9kb3ducmV2LnhtbESP3YrCMBSE7xd8h3AEbxZNVZRSjSKC6IIL/oG3x+bY&#10;FpuT0sTafXuzsLCXw8x8w8yXrSlFQ7UrLCsYDiIQxKnVBWcKLudNPwbhPLLG0jIp+CEHy0XnY46J&#10;ti8+UnPymQgQdgkqyL2vEildmpNBN7AVcfDutjbog6wzqWt8Bbgp5SiKptJgwWEhx4rWOaWP09Mo&#10;aA77W7ZrXPX1iD/dZHzbbr/1Valet13NQHhq/X/4r73TCqbjeAK/b8ITkIs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XBB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Yju8cA&#10;AADdAAAADwAAAGRycy9kb3ducmV2LnhtbESPQWvCQBSE70L/w/KE3nSjrSFNXaUWhF4EtT3U2zP7&#10;mgSzb9PdVaO/3hUKPQ4z8w0znXemESdyvrasYDRMQBAXVtdcKvj6XA4yED4ga2wsk4ILeZjPHnpT&#10;zLU984ZO21CKCGGfo4IqhDaX0hcVGfRD2xJH78c6gyFKV0rt8BzhppHjJEmlwZrjQoUtvVdUHLZH&#10;o2Dxki1+18+8um72O9p97w+TsUuUeux3b68gAnXhP/zX/tAK0qcshf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GI7vHAAAA3QAAAA8AAAAAAAAAAAAAAAAAmAIAAGRy&#10;cy9kb3ducmV2LnhtbFBLBQYAAAAABAAEAPUAAACMAwAAAAA=&#10;" fillcolor="black" stroked="f"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NFLsgA&#10;AADdAAAADwAAAGRycy9kb3ducmV2LnhtbESPQWvCQBSE70L/w/KE3nSjpWlIXaW2FoTag7aHHl+z&#10;r8mS7NuQXTX6612h4HGYmW+Y2aK3jThQ541jBZNxAoK4cNpwqeD7632UgfABWWPjmBScyMNifjeY&#10;Ya7dkbd02IVSRAj7HBVUIbS5lL6oyKIfu5Y4en+usxii7EqpOzxGuG3kNElSadFwXKiwpdeKinq3&#10;twp+PlKTbQ1Nfzfn5UpvHuvl51ut1P2wf3kGEagPt/B/e60VpA/ZE1zfxCc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o0Uu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nv6cIA&#10;AADdAAAADwAAAGRycy9kb3ducmV2LnhtbERPz2vCMBS+D/wfwhO8zdQJUqpRRBl62WFuw+ujeTa1&#10;zUtNolb/+uUw2PHj+71Y9bYVN/KhdqxgMs5AEJdO11wp+P56f81BhIissXVMCh4UYLUcvCyw0O7O&#10;n3Q7xEqkEA4FKjAxdoWUoTRkMYxdR5y4k/MWY4K+ktrjPYXbVr5l2UxarDk1GOxoY6hsDlerwK+P&#10;2+bJ158me348wu7cX3I0So2G/XoOIlIf/8V/7r1WMJvmaW5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2e/p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HvwMUA&#10;AADdAAAADwAAAGRycy9kb3ducmV2LnhtbESPUWsCMRCE3wv+h7BCX0rNqWD1NIoUCgVF0PoD1st6&#10;d5hsjstWz/76piD0cZiZb5jFqvNOXamNdWADw0EGirgItubSwPHr43UKKgqyRReYDNwpwmrZe1pg&#10;bsON93Q9SKkShGOOBiqRJtc6FhV5jIPQECfvHFqPkmRbatviLcG906Msm2iPNaeFCht6r6i4HL69&#10;ATc6udnmLW7lftTb7MfL/mVnjXnud+s5KKFO/sOP9qc1MBlPZ/D3Jj0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e/AxQAAAN0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7fxMIA&#10;AADdAAAADwAAAGRycy9kb3ducmV2LnhtbERPz2vCMBS+D/wfwhO8zVQFmZ1RpiL0soNV8fps3pqy&#10;5KU0Ubv99ctB2PHj+71c986KO3Wh8axgMs5AEFdeN1wrOB33r28gQkTWaD2Tgh8KsF4NXpaYa//g&#10;A93LWIsUwiFHBSbGNpcyVIYchrFviRP35TuHMcGulrrDRwp3Vk6zbC4dNpwaDLa0NVR9lzenYFe2&#10;dnoqzCZczp/Xqy1+93TZKTUa9h/vICL18V/8dBdawXy2SPvTm/QE5O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rt/E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U17sUA&#10;AADdAAAADwAAAGRycy9kb3ducmV2LnhtbESPzWrDMBCE74W8g9hCb43kFpzUjRxCaSCQU/NzyG2R&#10;NrZTa2UsNXbfvgoUchxm5htmsRxdK67Uh8azhmyqQBAbbxuuNBz26+c5iBCRLbaeScMvBViWk4cF&#10;FtYP/EXXXaxEgnAoUEMdY1dIGUxNDsPUd8TJO/veYUyyr6TtcUhw18oXpXLpsOG0UGNHHzWZ792P&#10;03BZy603Cs3xcBw2dnb6zKlVWj89jqt3EJHGeA//tzdWQ/76ls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dTXu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4Jt8UA&#10;AADdAAAADwAAAGRycy9kb3ducmV2LnhtbESPQWvCQBSE74L/YXmF3nTTCGKjq2ihUBQPaik9PrPP&#10;JCT7NuyuGv+9Kwgeh5n5hpktOtOICzlfWVbwMUxAEOdWV1wo+D18DyYgfEDW2FgmBTfysJj3ezPM&#10;tL3yji77UIgIYZ+hgjKENpPS5yUZ9EPbEkfvZJ3BEKUrpHZ4jXDTyDRJxtJgxXGhxJa+Ssrr/dko&#10;+D9v+LQdrZduFf5sd/B1epzUSr2/dcspiEBdeIWf7R+tYDz6TOHxJj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vgm3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gW/scA&#10;AADdAAAADwAAAGRycy9kb3ducmV2LnhtbESPT2sCMRTE74V+h/AK3mpWraKrUVQo9FLw30Fvz81z&#10;d3HzsiapbvvpG0HwOMzMb5jJrDGVuJLzpWUFnXYCgjizuuRcwW77+T4E4QOyxsoyKfglD7Pp68sE&#10;U21vvKbrJuQiQtinqKAIoU6l9FlBBn3b1sTRO1lnMETpcqkd3iLcVLKbJANpsOS4UGBNy4Ky8+bH&#10;KFiMhovL6oO//9bHAx32x3O/6xKlWm/NfAwiUBOe4Uf7SysY9EY9uL+JT0B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oFv7HAAAA3QAAAA8AAAAAAAAAAAAAAAAAmAIAAGRy&#10;cy9kb3ducmV2LnhtbFBLBQYAAAAABAAEAPUAAACMAwAAAAA=&#10;" fillcolor="black" stroked="f"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10i8UA&#10;AADdAAAADwAAAGRycy9kb3ducmV2LnhtbESPQUsDMRSE70L/Q3gFbzZrK8WuTctSKIqnbVV6fd08&#10;N4ublyWJ6frvjSD0OMzMN8x6O9peJPKhc6zgflaAIG6c7rhV8P62v3sEESKyxt4xKfihANvN5GaN&#10;pXYXPlA6xlZkCIcSFZgYh1LK0BiyGGZuIM7ep/MWY5a+ldrjJcNtL+dFsZQWO84LBgfaGWq+jt9W&#10;QTrv6mqRTskcXn3Velc/f5xrpW6nY/UEItIYr+H/9otWsFysHu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/XSL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Yx4scA&#10;AADdAAAADwAAAGRycy9kb3ducmV2LnhtbESPQWvCQBSE7wX/w/IKvenGFkONrlKkLdqLbSro8ZF9&#10;zQazb0N2G6O/3i0IPQ4z8w0zX/a2Fh21vnKsYDxKQBAXTldcKth9vw2fQfiArLF2TArO5GG5GNzN&#10;MdPuxF/U5aEUEcI+QwUmhCaT0heGLPqRa4ij9+NaiyHKtpS6xVOE21o+JkkqLVYcFww2tDJUHPNf&#10;q8CPV6/7D3uZdod3w9t8Y9LP0ij1cN+/zEAE6sN/+NZeawXp03QC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E2MeL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1C80" w:rsidRDefault="00CE1C80" w:rsidP="00CE1C8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1C80" w:rsidRDefault="00CE1C80" w:rsidP="00CE1C8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1C80" w:rsidRDefault="00CE1C80" w:rsidP="00CE1C8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CE1C80" w:rsidRDefault="00CE1C80" w:rsidP="00CE1C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1C80" w:rsidRDefault="00CE1C80" w:rsidP="00CE1C8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№35</w:t>
      </w:r>
    </w:p>
    <w:p w:rsidR="00CE1C80" w:rsidRPr="003937A2" w:rsidRDefault="00CE1C80" w:rsidP="00CE1C80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E1C80" w:rsidRPr="003937A2" w:rsidRDefault="00CE1C80" w:rsidP="00CE1C8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Шевчук М.Г.</w:t>
      </w: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118, 121,122,186 </w:t>
      </w:r>
      <w:r w:rsidRPr="003937A2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Шевчук М.Г.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</w:p>
    <w:p w:rsidR="00CE1C80" w:rsidRPr="00395EA4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CE1C80" w:rsidRPr="003937A2" w:rsidRDefault="00CE1C80" w:rsidP="00CE1C8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Шевчук </w:t>
      </w:r>
      <w:proofErr w:type="spellStart"/>
      <w:r>
        <w:rPr>
          <w:rFonts w:ascii="Times New Roman" w:eastAsia="Calibri" w:hAnsi="Times New Roman" w:cs="Times New Roman"/>
          <w:sz w:val="24"/>
        </w:rPr>
        <w:t>Марії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Григорівні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D1DA0">
        <w:rPr>
          <w:rFonts w:ascii="Times New Roman" w:eastAsia="Calibri" w:hAnsi="Times New Roman" w:cs="Times New Roman"/>
          <w:sz w:val="24"/>
          <w:lang w:val="uk-UA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0,3100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Головлі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ШевчукМ.Г.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CE1C80" w:rsidRPr="003937A2" w:rsidRDefault="00CE1C80" w:rsidP="00CE1C8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E1C80" w:rsidRPr="003937A2" w:rsidRDefault="00CE1C80" w:rsidP="00CE1C8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1C80" w:rsidRPr="003937A2" w:rsidRDefault="00CE1C80" w:rsidP="00CE1C8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C0C6C" w:rsidRPr="00CE1C80" w:rsidRDefault="00CE1C80" w:rsidP="00CE1C8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7C0C6C" w:rsidRPr="00CE1C8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C80"/>
    <w:rsid w:val="007C0C6C"/>
    <w:rsid w:val="00CE1C80"/>
    <w:rsid w:val="00ED1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1C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1C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1C80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C80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1C8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1C8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1C80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238</Words>
  <Characters>1360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2021-09-13T08:02:00Z</dcterms:created>
  <dcterms:modified xsi:type="dcterms:W3CDTF">2021-09-13T13:18:00Z</dcterms:modified>
</cp:coreProperties>
</file>