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9B3" w:rsidRDefault="00C4164D" w:rsidP="009A5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4164D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9A59B3" w:rsidRDefault="009A59B3" w:rsidP="009A59B3"/>
    <w:p w:rsidR="009A59B3" w:rsidRDefault="009A59B3" w:rsidP="009A59B3"/>
    <w:p w:rsidR="009A59B3" w:rsidRDefault="009A59B3" w:rsidP="009A59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A59B3" w:rsidRDefault="009A59B3" w:rsidP="009A59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A59B3" w:rsidRDefault="009A59B3" w:rsidP="009A59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A59B3" w:rsidRDefault="009A59B3" w:rsidP="009A59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A59B3" w:rsidRDefault="009A59B3" w:rsidP="009A59B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59B3" w:rsidRDefault="009A59B3" w:rsidP="009A59B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A59B3" w:rsidRDefault="009A59B3" w:rsidP="009A59B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A59B3" w:rsidRDefault="009A59B3" w:rsidP="009A59B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9A59B3" w:rsidRDefault="009A59B3" w:rsidP="009A59B3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№35</w:t>
      </w:r>
    </w:p>
    <w:p w:rsidR="009A59B3" w:rsidRDefault="009A59B3" w:rsidP="009A59B3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9A59B3" w:rsidRDefault="009A59B3" w:rsidP="009A5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9A59B3" w:rsidRDefault="009A59B3" w:rsidP="009A59B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9A59B3" w:rsidRDefault="009A59B3" w:rsidP="009A59B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Цикалюк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О.П.</w:t>
      </w:r>
    </w:p>
    <w:p w:rsidR="009A59B3" w:rsidRDefault="009A59B3" w:rsidP="009A59B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A59B3" w:rsidRDefault="009A59B3" w:rsidP="009A59B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П.,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9A59B3" w:rsidRDefault="009A59B3" w:rsidP="009A59B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9A59B3" w:rsidRDefault="009A59B3" w:rsidP="009A59B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0,1695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за  межами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A59B3" w:rsidRDefault="009A59B3" w:rsidP="009A5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Оксані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Петрівні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яка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0A47B5" w:rsidRPr="000A47B5">
        <w:rPr>
          <w:rFonts w:ascii="Times New Roman" w:hAnsi="Times New Roman" w:cs="Times New Roman"/>
          <w:sz w:val="24"/>
          <w:szCs w:val="24"/>
        </w:rPr>
        <w:t>__________________</w:t>
      </w:r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0A47B5" w:rsidRPr="000A47B5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0,1695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6823984000:01:019:0013,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 за межами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A59B3" w:rsidRDefault="009A59B3" w:rsidP="009A59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>
        <w:rPr>
          <w:rFonts w:ascii="Times New Roman" w:hAnsi="Times New Roman" w:cs="Times New Roman"/>
          <w:sz w:val="24"/>
          <w:szCs w:val="24"/>
        </w:rPr>
        <w:t>Цикалюк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О.П.,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9A59B3" w:rsidRPr="009A59B3" w:rsidRDefault="009A59B3" w:rsidP="009A59B3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9A59B3" w:rsidRDefault="009A59B3" w:rsidP="009A59B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9A59B3" w:rsidRPr="009A59B3" w:rsidRDefault="009A59B3" w:rsidP="009A59B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370436" w:rsidRPr="009A59B3" w:rsidRDefault="009A59B3" w:rsidP="009A59B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370436" w:rsidRPr="009A59B3" w:rsidSect="009A59B3">
      <w:pgSz w:w="12240" w:h="15840"/>
      <w:pgMar w:top="993" w:right="1440" w:bottom="851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9A59B3"/>
    <w:rsid w:val="000A47B5"/>
    <w:rsid w:val="00171A2E"/>
    <w:rsid w:val="00304C90"/>
    <w:rsid w:val="00370436"/>
    <w:rsid w:val="00505B6D"/>
    <w:rsid w:val="006D3977"/>
    <w:rsid w:val="007D6C18"/>
    <w:rsid w:val="009A59B3"/>
    <w:rsid w:val="00C4164D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64D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1226</Words>
  <Characters>700</Characters>
  <Application>Microsoft Office Word</Application>
  <DocSecurity>0</DocSecurity>
  <Lines>5</Lines>
  <Paragraphs>3</Paragraphs>
  <ScaleCrop>false</ScaleCrop>
  <Company>Microsoft</Company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2020-04-27T15:57:00Z</dcterms:created>
  <dcterms:modified xsi:type="dcterms:W3CDTF">2020-04-28T06:20:00Z</dcterms:modified>
</cp:coreProperties>
</file>