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F3" w:rsidRDefault="00007EF3" w:rsidP="00007EF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EF3" w:rsidRDefault="00007EF3" w:rsidP="00007E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7EF3" w:rsidRDefault="00007EF3" w:rsidP="00007E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07EF3" w:rsidRDefault="00007EF3" w:rsidP="00007E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7EF3" w:rsidRDefault="00007EF3" w:rsidP="00007E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7EF3" w:rsidRDefault="00007EF3" w:rsidP="00007EF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7EF3" w:rsidRDefault="00007EF3" w:rsidP="00007E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07EF3" w:rsidRDefault="00007EF3" w:rsidP="00007EF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07EF3" w:rsidRDefault="00007EF3" w:rsidP="00007E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07EF3" w:rsidRDefault="00007EF3" w:rsidP="00007E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07EF3" w:rsidRDefault="00007EF3" w:rsidP="00007E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7EF3" w:rsidRDefault="00007EF3" w:rsidP="00007E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07EF3" w:rsidRDefault="00007EF3" w:rsidP="00007E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7EF3" w:rsidRDefault="00007EF3" w:rsidP="00007E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07EF3" w:rsidRDefault="00007EF3" w:rsidP="00007EF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07EF3" w:rsidRDefault="00007EF3" w:rsidP="00007EF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№23</w:t>
      </w:r>
    </w:p>
    <w:p w:rsidR="00007EF3" w:rsidRPr="00DE6ED3" w:rsidRDefault="00007EF3" w:rsidP="00007EF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07EF3" w:rsidRPr="00DE6ED3" w:rsidRDefault="00007EF3" w:rsidP="00007EF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007EF3" w:rsidRPr="00DE6ED3" w:rsidRDefault="00007EF3" w:rsidP="00007EF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07EF3" w:rsidRPr="00DE6ED3" w:rsidRDefault="00007EF3" w:rsidP="00007EF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С.А.</w:t>
      </w:r>
    </w:p>
    <w:p w:rsidR="00007EF3" w:rsidRPr="00DE6ED3" w:rsidRDefault="00007EF3" w:rsidP="00007E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7EF3" w:rsidRPr="00DE6ED3" w:rsidRDefault="00007EF3" w:rsidP="00007E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007EF3" w:rsidRPr="00DE6ED3" w:rsidRDefault="00007EF3" w:rsidP="00007E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07EF3" w:rsidRPr="00DE6ED3" w:rsidRDefault="00007EF3" w:rsidP="00007E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Андріївні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0,1776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 район, 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7EF3" w:rsidRPr="00DE6ED3" w:rsidRDefault="00007EF3" w:rsidP="00007E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Андріївні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8F24E0" w:rsidRPr="008F24E0">
        <w:rPr>
          <w:rFonts w:ascii="Times New Roman" w:eastAsia="Calibri" w:hAnsi="Times New Roman" w:cs="Times New Roman"/>
          <w:sz w:val="24"/>
          <w:lang w:val="ru-RU"/>
        </w:rPr>
        <w:t>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8F24E0" w:rsidRPr="008F24E0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0,1776 га, кадастровий номер: 6823984000:01:018:0025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 район,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7EF3" w:rsidRPr="00DE6ED3" w:rsidRDefault="00007EF3" w:rsidP="00007E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07EF3" w:rsidRPr="00DE6ED3" w:rsidRDefault="00007EF3" w:rsidP="00007E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07EF3" w:rsidRPr="00DE6ED3" w:rsidRDefault="00007EF3" w:rsidP="00007E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7EF3" w:rsidRDefault="00007EF3" w:rsidP="00007E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7EF3" w:rsidRDefault="00007EF3" w:rsidP="00007E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7EF3" w:rsidRPr="00DE6ED3" w:rsidRDefault="00007EF3" w:rsidP="00007E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1911" w:rsidRPr="00007EF3" w:rsidRDefault="00007EF3" w:rsidP="00007EF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  <w:r w:rsidRPr="00DE6ED3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МИХАЛЮК</w:t>
      </w:r>
    </w:p>
    <w:sectPr w:rsidR="00941911" w:rsidRPr="00007EF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F3"/>
    <w:rsid w:val="00007EF3"/>
    <w:rsid w:val="00171A2E"/>
    <w:rsid w:val="00304C90"/>
    <w:rsid w:val="00505B6D"/>
    <w:rsid w:val="006D3977"/>
    <w:rsid w:val="007D6C18"/>
    <w:rsid w:val="008F24E0"/>
    <w:rsid w:val="0094191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007EF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007EF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07EF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007EF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007EF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07EF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1141</Words>
  <Characters>651</Characters>
  <Application>Microsoft Office Word</Application>
  <DocSecurity>0</DocSecurity>
  <Lines>5</Lines>
  <Paragraphs>3</Paragraphs>
  <ScaleCrop>false</ScaleCrop>
  <Company>Microsoft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2021-03-30T12:57:00Z</dcterms:created>
  <dcterms:modified xsi:type="dcterms:W3CDTF">2021-03-31T06:05:00Z</dcterms:modified>
</cp:coreProperties>
</file>