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D0" w:rsidRPr="004C3041" w:rsidRDefault="002656D0" w:rsidP="002656D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5E814E" wp14:editId="2D9381A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78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7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6D0" w:rsidRDefault="002656D0" w:rsidP="00265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/Wi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A4i6GlOeAAAX1kEAA4AAAAAAAAAAAAAAAAALgIAAGRycy9lMm9Eb2MueG1sUEsBAi0AFAAGAAgA&#10;AAAhALIdTJvgAAAACgEAAA8AAAAAAAAAAAAAAAAAqHoAAGRycy9kb3ducmV2LnhtbFBLBQYAAAAA&#10;BAAEAPMAAAC1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NHTsIA&#10;AADeAAAADwAAAGRycy9kb3ducmV2LnhtbERPS4vCMBC+C/sfwgjeNNXCtnRNRRZ38SCIr/vQTB9s&#10;MylN1PrvN4LgbT6+5yxXg2nFjXrXWFYwn0UgiAurG64UnE8/0xSE88gaW8uk4EEOVvnHaImZtnc+&#10;0O3oKxFC2GWooPa+y6R0RU0G3cx2xIErbW/QB9hXUvd4D+GmlYso+pQGGw4NNXb0XVPxd7waBTb+&#10;3e4u1eIQbzjxvN6n5WXYKTUZD+svEJ4G/xa/3Fsd5sdJmsDznXCDz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40d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hn8kA&#10;AADeAAAADwAAAGRycy9kb3ducmV2LnhtbESPQUsDMRCF74X+hzCCl2KzKrR1bVqksGo9CK2C12Ez&#10;btZuJksS27W/3jkI3mZ4b977ZrkefKeOFFMb2MD1tABFXAfbcmPg/a26WoBKGdliF5gM/FCC9Wo8&#10;WmJpw4l3dNznRkkIpxINuJz7UutUO/KYpqEnFu0zRI9Z1thoG/Ek4b7TN0Ux0x5blgaHPW0c1Yf9&#10;tzfwVb26j838/Bgndzs6T6qXp247M+byYni4B5VpyP/mv+tnK/i384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Lhhn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gBcYA&#10;AADeAAAADwAAAGRycy9kb3ducmV2LnhtbESP0WrCQBBF3wv+wzKCL6VuNNDa6CoippS8iNoPGLJj&#10;NpidDdk1Sf++Wyj0bYZ75547m91oG9FT52vHChbzBARx6XTNlYKva/6yAuEDssbGMSn4Jg+77eRp&#10;g5l2A5+pv4RKxBD2GSowIbSZlL40ZNHPXUsctZvrLIa4dpXUHQ4x3DZymSSv0mLNkWCwpYOh8n55&#10;2Ag5pXgqbsM1/xhxwGNh+Hl/Vmo2HfdrEIHG8G/+u/7UsX76tnqH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dgB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Kf8cA&#10;AADeAAAADwAAAGRycy9kb3ducmV2LnhtbESPQUsDQQyF74L/YYjgzc5atdW10yJVQQQPVkG8hZ10&#10;d3EnM8zE7vrvzUHwlpCX99632kxhMAfKpY/s4HxWgSFuou+5dfD+9nh2DaYIsschMjn4oQKb9fHR&#10;CmsfR36lw05aoyZcanTQiaTa2tJ0FLDMYiLW2z7mgKJrbq3POKp5GOy8qhY2YM+a0GGibUfN1+47&#10;OHgZH9LzcnG1T5/5cm7LvZePrTh3ejLd3YIRmuRf/Pf95LX+xfJGARR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ASn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63scA&#10;AADeAAAADwAAAGRycy9kb3ducmV2LnhtbESPwWrDMBBE74H+g9hCL6GRU0PaOJFNKE0ovpgk/YDF&#10;2lim1spYauz+fRUo5LbLzM6b3RaT7cSVBt86VrBcJCCIa6dbbhR8nffPbyB8QNbYOSYFv+ShyB9m&#10;W8y0G/lI11NoRAxhn6ECE0KfSelrQxb9wvXEUbu4wWKI69BIPeAYw20nX5JkJS22HAkGe3o3VH+f&#10;fmyEVClW5WU87w8TjvhRGp7vjko9PU67DYhAU7ib/68/dayfvq6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I+t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5xk8UA&#10;AADeAAAADwAAAGRycy9kb3ducmV2LnhtbERPTUsDMRC9C/0PYQRvNuuqra5Ni1QFKXiwCqW3YTPd&#10;XbqZhGTsrv/eCIK3ebzPWaxG16sTxdR5NnA1LUAR19523Bj4/Hi5vAOVBNli75kMfFOC1XJytsDK&#10;+oHf6bSVRuUQThUaaEVCpXWqW3KYpj4QZ+7go0PJMDbaRhxyuOt1WRQz7bDj3NBioHVL9XH75Qy8&#10;Dc9hM5/dHsI+3pQ6PVnZrcWYi/Px8QGU0Cj/4j/3q83zr+f3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nG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J4cUA&#10;AADeAAAADwAAAGRycy9kb3ducmV2LnhtbERP32vCMBB+H+x/CDfYy5jpVnSzM8oUgsIGMjfw9WjO&#10;tqy5lCTa+t8bYbC3+/h+3mwx2FacyIfGsYKnUQaCuHSm4UrBz7d+fAURIrLB1jEpOFOAxfz2ZoaF&#10;cT1/0WkXK5FCOBSooI6xK6QMZU0Ww8h1xIk7OG8xJugraTz2Kdy28jnLJtJiw6mhxo5WNZW/u6NV&#10;sNz2Ve4fyuXgPg7r/Vhroz+1Uvd3w/sbiEhD/Bf/uTcmzc9fpjlc30k3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8n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4basMA&#10;AADeAAAADwAAAGRycy9kb3ducmV2LnhtbERP3WrCMBS+F/YO4Qx2p6l/m+uMIo7CEG/W7QEOzVlT&#10;bU5KEmv39stA8O58fL9nvR1sK3ryoXGsYDrJQBBXTjdcK/j+KsYrECEia2wdk4JfCrDdPIzWmGt3&#10;5U/qy1iLFMIhRwUmxi6XMlSGLIaJ64gT9+O8xZigr6X2eE3htpWzLHuWFhtODQY72huqzuXFKigO&#10;s2N/vmhfuN2wsLQ0p9W7Uerpcdi9gYg0xLv45v7Qaf785XUB/++kG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4ba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0DsUA&#10;AADeAAAADwAAAGRycy9kb3ducmV2LnhtbERP32vCMBB+F/wfwgl7kZlOcZvVKDoIDhyMucFej+Zs&#10;y5pLSTLb/fdmIPh2H9/PW21624gz+VA7VvAwyUAQF87UXCr4+tT3zyBCRDbYOCYFfxRgsx4OVpgb&#10;1/EHnY+xFCmEQ44KqhjbXMpQVGQxTFxLnLiT8xZjgr6UxmOXwm0jp1n2KC3WnBoqbOmlouLn+GsV&#10;7N67cubHxa53h9P+e6610W9aqbtRv12CiNTHm/jqfjVp/uxpMYf/d9IN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8vQ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ghsMA&#10;AADeAAAADwAAAGRycy9kb3ducmV2LnhtbERPzWoCMRC+C75DmEJvmq1Va7dGEctCES9qH2DYTDdb&#10;N5Mliev27U1B8DYf3+8s171tREc+1I4VvIwzEMSl0zVXCr5PxWgBIkRkjY1jUvBHAdar4WCJuXZX&#10;PlB3jJVIIRxyVGBibHMpQ2nIYhi7ljhxP85bjAn6SmqP1xRuGznJsrm0WHNqMNjS1lB5Pl6sgmI3&#10;2Xfni/aF2/RTSzPzu/g0Sj0/9ZsPEJH6+BDf3V86zX99e5/D/zvp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gh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b9cIA&#10;AADeAAAADwAAAGRycy9kb3ducmV2LnhtbERPS27CMBDdV+IO1iCxKw5N+QVMVFWiKksCBxjZQxIR&#10;j0PsknB7XKlSd/P0vrPNB9uIO3W+dqxgNk1AEGtnai4VnE/71xUIH5ANNo5JwYM85LvRyxYz43o+&#10;0r0IpYgh7DNUUIXQZlJ6XZFFP3UtceQurrMYIuxKaTrsY7ht5FuSLKTFmmNDhS19VqSvxY9V8P7o&#10;v27F/JrsjaXZIW0PHPRcqcl4+NiACDSEf/Gf+9vE+elyvYTfd+IN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hv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+ZKMUA&#10;AADeAAAADwAAAGRycy9kb3ducmV2LnhtbESPQWvCQBCF7wX/wzKF3uqmFrRGVxHFUjxpqp6H7JgE&#10;s7Mhu2r8985B8DbDe/PeN9N552p1pTZUng189RNQxLm3FRcG9v/rzx9QISJbrD2TgTsFmM96b1NM&#10;rb/xjq5ZLJSEcEjRQBljk2od8pIchr5viEU7+dZhlLUttG3xJuGu1oMkGWqHFUtDiQ0tS8rP2cUZ&#10;uAyPgz2fNnabre6/49V6EfShMObjvVtMQEXq4sv8vP6zgv89GguvvCMz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5ko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MrsYA&#10;AADeAAAADwAAAGRycy9kb3ducmV2LnhtbERPTWvCQBC9C/6HZYTedNNaoomu0hYE9aBU7aG3MTtN&#10;0mZnY3ar6b93BaG3ebzPmc5bU4kzNa60rOBxEIEgzqwuOVdw2C/6YxDOI2usLJOCP3Iwn3U7U0y1&#10;vfA7nXc+FyGEXYoKCu/rVEqXFWTQDWxNHLgv2xj0ATa51A1eQrip5FMUxdJgyaGhwJreCsp+dr9G&#10;wcd2HCfb19Xz93pzxKHRp09dxko99NqXCQhPrf8X391LHeYPR0kC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yMr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zdscA&#10;AADeAAAADwAAAGRycy9kb3ducmV2LnhtbESPT2vCQBDF74V+h2WE3upGLRKia2iV2uLJP4Veh+yY&#10;hGZnQ3ZrYj995yB4m2HevPd+y3xwjbpQF2rPBibjBBRx4W3NpYGv0/tzCipEZIuNZzJwpQD56vFh&#10;iZn1PR/ocoylEhMOGRqoYmwzrUNRkcMw9i2x3M6+cxhl7UptO+zF3DV6miRz7bBmSaiwpXVFxc/x&#10;1xn4m3/jPnxM3zYzG+n6km79br815mk0vC5ARRriXXz7/rRSf5Ym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Rs3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R/Q8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j/eZXM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f0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qH38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xBmvT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qH3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bk8UA&#10;AADeAAAADwAAAGRycy9kb3ducmV2LnhtbERP0WoCMRB8F/oPYYW+aaJCsadRtFBoqRWqoq/LZb0c&#10;XjbHJT3Pv2+Egm+zOzszO/Nl5yrRUhNKzxpGQwWCOPem5ELDYf8+mIIIEdlg5Zk03CjAcvHUm2Nm&#10;/JV/qN3FQiQTDhlqsDHWmZQht+QwDH1NnLizbxzGNDaFNA1ek7mr5FipF+mw5JRgsaY3S/ll9+s0&#10;tLi9qZNdf79+lpt8vF0fv0za6+d+t5qBiNTFx/G/+sOk9yd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9u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cfc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r9cFX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Oc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cp8cUA&#10;AADeAAAADwAAAGRycy9kb3ducmV2LnhtbERP22oCMRB9L/gPYQTfalalumyNYr1AKUrx0vfpZrq7&#10;Npksm6jbv28KQt/mcK4znbfWiCs1vnKsYNBPQBDnTldcKDgdN48pCB+QNRrHpOCHPMxnnYcpZtrd&#10;eE/XQyhEDGGfoYIyhDqT0uclWfR9VxNH7ss1FkOETSF1g7cYbo0cJslYWqw4NpRY07Kk/PtwsQo2&#10;7ytzHu72iw8ZluvJp0nfXlZbpXrddvEMIlAb/sV396uO80dp8gR/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dyn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NqEsQA&#10;AADeAAAADwAAAGRycy9kb3ducmV2LnhtbERPTYvCMBC9C/6HMIKXRVMVpVSjiCC6oLCrgtexGdti&#10;MylNtnb//UZY8DaP9zmLVWtK0VDtCssKRsMIBHFqdcGZgst5O4hBOI+ssbRMCn7JwWrZ7Sww0fbJ&#10;39ScfCZCCLsEFeTeV4mULs3JoBvaijhwd1sb9AHWmdQ1PkO4KeU4imbSYMGhIceKNjmlj9OPUdB8&#10;HW7ZvnHV5yP+cNPJbbc76qtS/V67noPw1Pq3+N+912H+JI5m8Hon3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Tah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OxlMYA&#10;AADeAAAADwAAAGRycy9kb3ducmV2LnhtbERPS2sCMRC+C/0PYYTeNNE+XLdGqYVCLwVfB72Nm+nu&#10;4mayTVLd9tc3hYK3+fieM1t0thFn8qF2rGE0VCCIC2dqLjXstq+DDESIyAYbx6ThmwIs5je9GebG&#10;XXhN500sRQrhkKOGKsY2lzIUFVkMQ9cSJ+7DeYsxQV9K4/GSwm0jx0o9Sos1p4YKW3qpqDhtvqyG&#10;5TRbfq7u+f1nfTzQYX88PYy90vq23z0/gYjUxav43/1m0vy7TE3g7510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OxlMYAAADeAAAADwAAAAAAAAAAAAAAAACYAgAAZHJz&#10;L2Rvd25yZXYueG1sUEsFBgAAAAAEAAQA9QAAAIsDAAAAAA==&#10;" fillcolor="black" stroked="f"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8r5skA&#10;AADeAAAADwAAAGRycy9kb3ducmV2LnhtbESPT2/CMAzF70j7DpEn7QYpTKCqEBDsjzRp7ADbgaPX&#10;eG3UxqmaDMo+/XyYtJut9/zez6vN4Ft1pj66wAamkwwUcRms48rAx/vzOAcVE7LFNjAZuFKEzfpm&#10;tMLChgsf6HxMlZIQjgUaqFPqCq1jWZPHOAkdsWhfofeYZO0rbXu8SLhv9SzLFtqjY2mosaOHmsrm&#10;+O0NnF4XLj84mn3uf3ZPdj9vdm+PjTF3t8N2CSrRkP7Nf9cvVvDv80x45R2ZQa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y8r5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jT8QA&#10;AADeAAAADwAAAGRycy9kb3ducmV2LnhtbERPTU8CMRC9m/gfmjHhJq2QkHWlECIhePEgaLxOtuN2&#10;3e10bQss/HpqYuJtXt7nzJeD68SRQmw8a3gYKxDElTcN1xre95v7AkRMyAY7z6ThTBGWi9ubOZbG&#10;n/iNjrtUixzCsUQNNqW+lDJWlhzGse+JM/flg8OUYailCXjK4a6TE6Vm0mHDucFiT8+WqnZ3cBrC&#10;6nPdXvjw0arL6zluv4efAq3Wo7th9QQi0ZD+xX/uF5PnTwv1CL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x40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NqRMcA&#10;AADeAAAADwAAAGRycy9kb3ducmV2LnhtbESP0UoDQQxF34X+w5CCL2JnW0HbtdMigiC0CK39gLiT&#10;7i7OZJad2G779eZB8C0hN/fes1wPMZgT9blN7GA6KcAQV8m3XDs4fL7dz8FkQfYYEpODC2VYr0Y3&#10;Syx9OvOOTnupjZpwLtFBI9KV1uaqoYh5kjpivR1TH1F07WvrezyreQx2VhSPNmLLmtBgR68NVd/7&#10;n+ggzL7CYvOUt3I52G1xjbK7+/DO3Y6Hl2cwQoP8i/++373Wf5hP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jakT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OhcQA&#10;AADeAAAADwAAAGRycy9kb3ducmV2LnhtbERPTWsCMRC9F/ofwhR6q9m1ILI1ilaEvXhwa/E6bsbN&#10;YjJZNqmu/fWNIPQ2j/c5s8XgrLhQH1rPCvJRBoK49rrlRsH+a/M2BREiskbrmRTcKMBi/vw0w0L7&#10;K+/oUsVGpBAOBSowMXaFlKE25DCMfEecuJPvHcYE+0bqHq8p3Fk5zrKJdNhyajDY0aeh+lz9OAXr&#10;qrPjfWlW4fC9PR5t+buhw1qp15dh+QEi0hD/xQ93qdP892mew/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/joX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iixMIA&#10;AADeAAAADwAAAGRycy9kb3ducmV2LnhtbERPS4vCMBC+C/sfwizsTRMVVKpRZFlB2JOvg7chGdtq&#10;MylNtN1/vxEEb/PxPWex6lwlHtSE0rOG4UCBIDbelpxrOB42/RmIEJEtVp5Jwx8FWC0/egvMrG95&#10;R499zEUK4ZChhiLGOpMymIIchoGviRN38Y3DmGCTS9tgm8JdJUdKTaTDklNDgTV9F2Ru+7vTcN3I&#10;X28UmtPx1G7t9PwzoUpp/fXZrecgInXxLX65tzbNH8+GI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6KLE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0OMMA&#10;AADeAAAADwAAAGRycy9kb3ducmV2LnhtbERPTYvCMBC9L/gfwgje1lQLUqpRVBCWFQ/qsngcm7Et&#10;bSYlidr99xthYW/zeJ+zWPWmFQ9yvrasYDJOQBAXVtdcKvg6794zED4ga2wtk4If8rBaDt4WmGv7&#10;5CM9TqEUMYR9jgqqELpcSl9UZNCPbUccuZt1BkOErpTa4TOGm1ZOk2QmDdYcGyrsaFtR0ZzuRsHl&#10;vufbIf1cu034tv3ZN9Nr1ig1GvbrOYhAffgX/7k/dJyfZpM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z0O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5Ps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n9Oh2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i5PsYAAADeAAAADwAAAAAAAAAAAAAAAACYAgAAZHJz&#10;L2Rvd25yZXYueG1sUEsFBgAAAAAEAAQA9QAAAIsDAAAAAA==&#10;" fillcolor="black" stroked="f"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XD8MA&#10;AADeAAAADwAAAGRycy9kb3ducmV2LnhtbERPS0sDMRC+C/0PYQrebLYWpaxNy1IQxdP2hdfpZrpZ&#10;upksSUzXf28Ewdt8fM9ZbUbbi0Q+dI4VzGcFCOLG6Y5bBcfD68MSRIjIGnvHpOCbAmzWk7sVltrd&#10;eEdpH1uRQziUqMDEOJRShsaQxTBzA3HmLs5bjBn6VmqPtxxue/lYFM/SYse5weBAW0PNdf9lFaTz&#10;tq4W6TOZ3YevWu/qt9O5Vup+OlYvICKN8V/8537Xef5iOX+C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IXD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zNccUA&#10;AADeAAAADwAAAGRycy9kb3ducmV2LnhtbERPTWvCQBC9F/wPyxS81U0sBI2uUkRL66VtLNTjkJ1m&#10;Q7OzIbvG6K93C4Xe5vE+Z7kebCN66nztWEE6SUAQl07XXCn4POweZiB8QNbYOCYFF/KwXo3ulphr&#10;d+YP6otQiRjCPkcFJoQ2l9KXhiz6iWuJI/ftOoshwq6SusNzDLeNnCZJJi3WHBsMtrQxVP4UJ6vA&#10;p5vt195e5/3x2fBb8Wqy98ooNb4fnhYgAg3hX/znftFx/uMszeD3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/M1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56D0" w:rsidRDefault="002656D0" w:rsidP="00265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56D0" w:rsidRDefault="002656D0" w:rsidP="002656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6D0" w:rsidRDefault="002656D0" w:rsidP="00265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656D0" w:rsidRDefault="002656D0" w:rsidP="002656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56D0" w:rsidRPr="00186FBA" w:rsidRDefault="002656D0" w:rsidP="002656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№46</w:t>
      </w:r>
    </w:p>
    <w:p w:rsidR="002656D0" w:rsidRPr="00186FBA" w:rsidRDefault="002656D0" w:rsidP="002656D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6D0" w:rsidRPr="004A7D10" w:rsidRDefault="002656D0" w:rsidP="002656D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іювання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В.А.Михалюка</w:t>
      </w:r>
      <w:proofErr w:type="spellEnd"/>
    </w:p>
    <w:p w:rsidR="002656D0" w:rsidRPr="004A7D10" w:rsidRDefault="002656D0" w:rsidP="002656D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656D0" w:rsidRPr="003A1C80" w:rsidRDefault="002656D0" w:rsidP="002656D0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 xml:space="preserve">Відповідно статті 26 Закону України «Про місцеве самоврядування в Україні», Закону України «Про службу в органах місцевого самоврядування», абзацу 2 пункту 6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із змінами та доповненнями, рішення сесії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від </w:t>
      </w:r>
      <w:r w:rsidRPr="00186FBA">
        <w:t>16</w:t>
      </w:r>
      <w:r>
        <w:rPr>
          <w:lang w:val="uk-UA"/>
        </w:rPr>
        <w:t>.1</w:t>
      </w:r>
      <w:r w:rsidRPr="00186FBA">
        <w:t>1</w:t>
      </w:r>
      <w:r>
        <w:rPr>
          <w:lang w:val="uk-UA"/>
        </w:rPr>
        <w:t>.20</w:t>
      </w:r>
      <w:r w:rsidRPr="00186FBA">
        <w:t>20</w:t>
      </w:r>
      <w:r>
        <w:rPr>
          <w:lang w:val="uk-UA"/>
        </w:rPr>
        <w:t xml:space="preserve"> року №</w:t>
      </w:r>
      <w:r w:rsidRPr="00186FBA">
        <w:t>17</w:t>
      </w:r>
      <w:r w:rsidRPr="003A1C80">
        <w:rPr>
          <w:lang w:val="uk-UA"/>
        </w:rPr>
        <w:t xml:space="preserve"> «Про умови оплати </w:t>
      </w:r>
      <w:r>
        <w:rPr>
          <w:lang w:val="uk-UA"/>
        </w:rPr>
        <w:t>праці сільського голови на 20</w:t>
      </w:r>
      <w:r w:rsidRPr="00186FBA">
        <w:t xml:space="preserve">20 </w:t>
      </w:r>
      <w:r w:rsidRPr="003A1C80">
        <w:rPr>
          <w:lang w:val="uk-UA"/>
        </w:rPr>
        <w:t>рік» та з нагоди святкування</w:t>
      </w:r>
      <w:r>
        <w:rPr>
          <w:lang w:val="uk-UA"/>
        </w:rPr>
        <w:t xml:space="preserve"> </w:t>
      </w:r>
      <w:r w:rsidRPr="003A1C80">
        <w:rPr>
          <w:lang w:val="uk-UA"/>
        </w:rPr>
        <w:t xml:space="preserve"> Новорічних свят сільська рада </w:t>
      </w:r>
    </w:p>
    <w:p w:rsidR="002656D0" w:rsidRPr="003A1C80" w:rsidRDefault="002656D0" w:rsidP="002656D0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>ВИРІШИЛА:</w:t>
      </w:r>
    </w:p>
    <w:p w:rsidR="002656D0" w:rsidRPr="007A0AA3" w:rsidRDefault="002656D0" w:rsidP="002656D0">
      <w:pPr>
        <w:pStyle w:val="af1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Преміювати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голову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Анатолійовича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7A0A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0AA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56D0" w:rsidRPr="007A0AA3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AA3">
        <w:rPr>
          <w:rFonts w:ascii="Times New Roman" w:hAnsi="Times New Roman" w:cs="Times New Roman"/>
          <w:sz w:val="24"/>
          <w:szCs w:val="24"/>
        </w:rPr>
        <w:t xml:space="preserve">8800,00 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A0AA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7A0AA3">
        <w:rPr>
          <w:rFonts w:ascii="Times New Roman" w:hAnsi="Times New Roman" w:cs="Times New Roman"/>
          <w:sz w:val="24"/>
          <w:szCs w:val="24"/>
        </w:rPr>
        <w:t>вісім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вісімсот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2656D0" w:rsidRPr="007A0AA3" w:rsidRDefault="002656D0" w:rsidP="002656D0">
      <w:pPr>
        <w:pStyle w:val="af1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0AA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7A0AA3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 w:rsidRPr="007A0A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6D0" w:rsidRPr="007A0AA3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AA3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7A0AA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7A0AA3">
        <w:rPr>
          <w:rFonts w:ascii="Times New Roman" w:hAnsi="Times New Roman" w:cs="Times New Roman"/>
          <w:sz w:val="24"/>
          <w:szCs w:val="24"/>
        </w:rPr>
        <w:t>.</w:t>
      </w:r>
    </w:p>
    <w:p w:rsidR="002656D0" w:rsidRPr="003A1C80" w:rsidRDefault="002656D0" w:rsidP="002656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C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A1C8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1C8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1C8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3A1C80">
        <w:rPr>
          <w:rFonts w:ascii="Times New Roman" w:hAnsi="Times New Roman" w:cs="Times New Roman"/>
          <w:sz w:val="24"/>
          <w:szCs w:val="24"/>
        </w:rPr>
        <w:t>.</w:t>
      </w: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56D0" w:rsidRPr="004A7D10" w:rsidRDefault="002656D0" w:rsidP="002656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513EA" w:rsidRDefault="00D513EA"/>
    <w:sectPr w:rsidR="00D513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03" w:rsidRDefault="00CA6E03">
      <w:pPr>
        <w:spacing w:after="0" w:line="240" w:lineRule="auto"/>
      </w:pPr>
      <w:r>
        <w:separator/>
      </w:r>
    </w:p>
  </w:endnote>
  <w:endnote w:type="continuationSeparator" w:id="0">
    <w:p w:rsidR="00CA6E03" w:rsidRDefault="00CA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03" w:rsidRDefault="00CA6E03">
      <w:pPr>
        <w:spacing w:after="0" w:line="240" w:lineRule="auto"/>
      </w:pPr>
      <w:r>
        <w:separator/>
      </w:r>
    </w:p>
  </w:footnote>
  <w:footnote w:type="continuationSeparator" w:id="0">
    <w:p w:rsidR="00CA6E03" w:rsidRDefault="00CA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7573523"/>
    <w:multiLevelType w:val="hybridMultilevel"/>
    <w:tmpl w:val="19F8C79A"/>
    <w:lvl w:ilvl="0" w:tplc="C532B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D0"/>
    <w:rsid w:val="002656D0"/>
    <w:rsid w:val="007A0AA3"/>
    <w:rsid w:val="00CA6E03"/>
    <w:rsid w:val="00D513EA"/>
    <w:rsid w:val="00E7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D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2656D0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56D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656D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656D0"/>
    <w:rPr>
      <w:rFonts w:ascii="Consolas" w:eastAsiaTheme="minorEastAsia" w:hAnsi="Consolas"/>
      <w:sz w:val="20"/>
      <w:szCs w:val="20"/>
    </w:rPr>
  </w:style>
  <w:style w:type="paragraph" w:customStyle="1" w:styleId="Style2">
    <w:name w:val="Style2"/>
    <w:basedOn w:val="a"/>
    <w:rsid w:val="002656D0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D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2656D0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56D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656D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656D0"/>
    <w:rPr>
      <w:rFonts w:ascii="Consolas" w:eastAsiaTheme="minorEastAsia" w:hAnsi="Consolas"/>
      <w:sz w:val="20"/>
      <w:szCs w:val="20"/>
    </w:rPr>
  </w:style>
  <w:style w:type="paragraph" w:customStyle="1" w:styleId="Style2">
    <w:name w:val="Style2"/>
    <w:basedOn w:val="a"/>
    <w:rsid w:val="002656D0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2020-12-24T16:53:00Z</dcterms:created>
  <dcterms:modified xsi:type="dcterms:W3CDTF">2020-12-24T19:02:00Z</dcterms:modified>
</cp:coreProperties>
</file>