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569" w:rsidRDefault="00BE4569" w:rsidP="00BE45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B37DA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BE4569" w:rsidRDefault="00BE4569" w:rsidP="00BE4569"/>
    <w:p w:rsidR="00BE4569" w:rsidRDefault="00BE4569" w:rsidP="00BE4569"/>
    <w:p w:rsidR="00BE4569" w:rsidRDefault="00BE4569" w:rsidP="00BE456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BE4569" w:rsidRDefault="00BE4569" w:rsidP="00BE456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BE4569" w:rsidRDefault="00BE4569" w:rsidP="00BE456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E4569" w:rsidRDefault="00BE4569" w:rsidP="00BE456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E4569" w:rsidRDefault="00BE4569" w:rsidP="00BE456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4569" w:rsidRDefault="00BE4569" w:rsidP="00BE45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BE4569" w:rsidRDefault="00BE4569" w:rsidP="00BE45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E4569" w:rsidRDefault="00BE4569" w:rsidP="00BE456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BE4569" w:rsidRPr="00B21EB6" w:rsidRDefault="00BE4569" w:rsidP="00BE4569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5</w:t>
      </w:r>
    </w:p>
    <w:p w:rsidR="00BE4569" w:rsidRDefault="00BE4569" w:rsidP="00BE4569"/>
    <w:p w:rsidR="00BE4569" w:rsidRDefault="00BE4569" w:rsidP="00BE4569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Про передачу не витребуваних часток (паїв) в оренду</w:t>
      </w:r>
    </w:p>
    <w:p w:rsidR="00BE4569" w:rsidRDefault="00BE4569" w:rsidP="00BE4569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BE4569" w:rsidRDefault="00BE4569" w:rsidP="00BE4569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Відповідно до пункту 34 частини 1 статті 26 Закону України «Про місцеве самоврядування в Україні», статті 79 Земельного кодексу України, статті 55 Закону України «Про землеустрій», статті 13 Закону України «Про порядок виділення в натурі (на місцевості) земельних ділянок власникам земельних часток (паїв)», 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рейдерству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та стимулювання зрошення в Україні», Закону України «Про оренду землі», Закону України «Про державну реєстрацію речових прав на нерухоме майно та їх обтяжень», розглянувши клопотання ТОВ «ВІН АГРО ПЛЮС» від 04 березня 2020 року № 4, сільська рада </w:t>
      </w:r>
    </w:p>
    <w:p w:rsidR="00BE4569" w:rsidRDefault="00BE4569" w:rsidP="00BE4569">
      <w:pPr>
        <w:shd w:val="clear" w:color="auto" w:fill="FFFFFF"/>
        <w:spacing w:after="0"/>
        <w:ind w:right="301" w:firstLine="567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ВИРІШИЛА:</w:t>
      </w:r>
    </w:p>
    <w:p w:rsidR="00BE4569" w:rsidRDefault="00BE4569" w:rsidP="00BE4569">
      <w:pPr>
        <w:tabs>
          <w:tab w:val="left" w:pos="142"/>
        </w:tabs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1.Відмовити для Товариства з обмеженою відповідальністю «ВІН АГРО ПЛЮС» у передачі в оренду не витребуваних земельних часток (паїв), які знаходяться на території Крупецької сільської ради за межами населеного пункту с. Крупець, орієнтовною площею 85 га у зв’язку із тим, що вказані не витребувані частки (паї) не є сформовані у земельні ділянки, як об'єкти цивільних прав.</w:t>
      </w:r>
    </w:p>
    <w:p w:rsidR="00BE4569" w:rsidRDefault="00BE4569" w:rsidP="00BE4569">
      <w:pPr>
        <w:tabs>
          <w:tab w:val="left" w:pos="142"/>
        </w:tabs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2.Контроль за виконанням цього рішення покласти на постійну комісію сільської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E4569" w:rsidRDefault="00BE4569" w:rsidP="00BE4569">
      <w:pPr>
        <w:spacing w:after="0"/>
        <w:ind w:firstLine="425"/>
        <w:rPr>
          <w:rFonts w:ascii="Times New Roman" w:eastAsia="Times New Roman" w:hAnsi="Times New Roman"/>
          <w:sz w:val="24"/>
          <w:szCs w:val="24"/>
        </w:rPr>
      </w:pPr>
    </w:p>
    <w:p w:rsidR="00BE4569" w:rsidRDefault="00BE4569" w:rsidP="00BE4569">
      <w:pPr>
        <w:spacing w:after="0"/>
        <w:ind w:firstLine="425"/>
        <w:rPr>
          <w:rFonts w:ascii="Times New Roman" w:eastAsia="Times New Roman" w:hAnsi="Times New Roman"/>
          <w:sz w:val="24"/>
          <w:szCs w:val="24"/>
        </w:rPr>
      </w:pPr>
    </w:p>
    <w:p w:rsidR="00BE4569" w:rsidRPr="00BE4569" w:rsidRDefault="00BE4569" w:rsidP="00BE4569">
      <w:pPr>
        <w:spacing w:after="0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8839F7" w:rsidRPr="00BE4569" w:rsidRDefault="00BE4569" w:rsidP="00BE4569">
      <w:pPr>
        <w:spacing w:after="0"/>
        <w:rPr>
          <w:rFonts w:ascii="Times New Roman" w:eastAsia="Times New Roman" w:hAnsi="Times New Roman"/>
          <w:sz w:val="24"/>
          <w:szCs w:val="24"/>
          <w:lang w:val="en-US"/>
        </w:rPr>
      </w:pPr>
      <w:r>
        <w:rPr>
          <w:rFonts w:ascii="Times New Roman" w:eastAsia="SimSun" w:hAnsi="Times New Roman"/>
          <w:color w:val="000000"/>
          <w:sz w:val="24"/>
          <w:szCs w:val="24"/>
        </w:rPr>
        <w:t>Секретар сільської ради                                                                              В.М.Мазур</w:t>
      </w:r>
    </w:p>
    <w:sectPr w:rsidR="008839F7" w:rsidRPr="00BE4569" w:rsidSect="008839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BE4569"/>
    <w:rsid w:val="00171A2E"/>
    <w:rsid w:val="00304C90"/>
    <w:rsid w:val="00505B6D"/>
    <w:rsid w:val="006D3977"/>
    <w:rsid w:val="007D6C18"/>
    <w:rsid w:val="008839F7"/>
    <w:rsid w:val="00BE4569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569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277</Words>
  <Characters>1585</Characters>
  <Application>Microsoft Office Word</Application>
  <DocSecurity>0</DocSecurity>
  <Lines>13</Lines>
  <Paragraphs>3</Paragraphs>
  <ScaleCrop>false</ScaleCrop>
  <Company>Microsoft</Company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2020-03-16T12:30:00Z</dcterms:created>
  <dcterms:modified xsi:type="dcterms:W3CDTF">2020-03-16T12:30:00Z</dcterms:modified>
</cp:coreProperties>
</file>