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324" w:rsidRPr="0081108E" w:rsidRDefault="00B55324" w:rsidP="00B5532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81108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                          ПРОЕКТ</w:t>
      </w:r>
    </w:p>
    <w:p w:rsidR="00B55324" w:rsidRPr="0081108E" w:rsidRDefault="00B55324" w:rsidP="00B5532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B55324" w:rsidRPr="0081108E" w:rsidRDefault="00022F51" w:rsidP="00B55324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noProof/>
        </w:rPr>
        <w:pict>
          <v:group id="Группа 96" o:spid="_x0000_s1057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">
            <v:shape id="Freeform 3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6LlL8A&#10;AADbAAAADwAAAGRycy9kb3ducmV2LnhtbESPSwvCMBCE74L/IazgTVMVfFSjiKh4EMTXfWnWtths&#10;ShO1/nsjCB6HmfmGmS1qU4gnVS63rKDXjUAQJ1bnnCq4nDedMQjnkTUWlknBmxws5s3GDGNtX3yk&#10;58mnIkDYxagg876MpXRJRgZd15bEwbvZyqAPskqlrvAV4KaQ/SgaSoM5h4UMS1pllNxPD6PADra7&#10;/TXtHwdrHnleHsa3a71Xqt2ql1MQnmr/D//aO61gMoLvl/AD5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3ouUvwAAANs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fMosIA&#10;AADbAAAADwAAAGRycy9kb3ducmV2LnhtbERPy2oCMRTdF/yHcIVuRDPtwsdolCJMXwvBB7i9TK6T&#10;0cnNkKQ69eubhdDl4bwXq8424ko+1I4VvIwyEMSl0zVXCg77YjgFESKyxsYxKfilAKtl72mBuXY3&#10;3tJ1FyuRQjjkqMDE2OZShtKQxTByLXHiTs5bjAn6SmqPtxRuG/maZWNpsebUYLCltaHysvuxCs7F&#10;xhzXk/u7H8y2dB8U3x/N11ip5373NgcRqYv/4of7UyuYpbHpS/oB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J8yiwgAAANs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qugcIA&#10;AADbAAAADwAAAGRycy9kb3ducmV2LnhtbESP3WrCQBCF7wu+wzIFb0rdaKFo6hqCqJTcBH8eYMiO&#10;2dDsbMiuJr69Wyj08nB+Ps46G20r7tT7xrGC+SwBQVw53XCt4HLevy9B+ICssXVMCh7kIdtMXtaY&#10;ajfwke6nUIs4wj5FBSaELpXSV4Ys+pnriKN3db3FEGVfS93jEMdtKxdJ8iktNhwJBjvaGqp+Tjcb&#10;IeUHlsV1OO8PIw64Kwy/5Uelpq9j/gUi0Bj+w3/tb61gtYLfL/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Cq6BwgAAANs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X6DMUA&#10;AADcAAAADwAAAGRycy9kb3ducmV2LnhtbESPQUsDQQyF74L/YYjgzc5atMraaZGqIIKHVqH0FnbS&#10;3cWdzDATu+u/NwfBW8J7ee/Lcj2FwZwolz6yg+tZBYa4ib7n1sHnx8vVPZgiyB6HyOTghwqsV+dn&#10;S6x9HHlLp520RkO41OigE0m1taXpKGCZxUSs2jHmgKJrbq3POGp4GOy8qhY2YM/a0GGiTUfN1+47&#10;OHgfn9Pb3eL2mA75Zm7Lk5f9Rpy7vJgeH8AITfJv/rt+9YpfKb4+oxPY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hfoM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AGSMMA&#10;AADcAAAADwAAAGRycy9kb3ducmV2LnhtbESP0YrCMBBF34X9hzALvoimVVika5QiuogvYvUDhmZs&#10;yjaT0mRt/XsjCPs2w71zz53VZrCNuFPna8cK0lkCgrh0uuZKwfWyny5B+ICssXFMCh7kYbP+GK0w&#10;067nM92LUIkYwj5DBSaENpPSl4Ys+plriaN2c53FENeukrrDPobbRs6T5EtarDkSDLa0NVT+Fn82&#10;Qk4LPB1v/WX/M2CPu6PhSX5Wavw55N8gAg3h3/y+PuhYP0nh9UycQK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AGSM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vB4MMA&#10;AADcAAAADwAAAGRycy9kb3ducmV2LnhtbERPTUsDMRC9C/6HMII3m3XRWtamRWoLIniwLRRvw2a6&#10;u7iZhGTa3f57Iwje5vE+Z74cXa/OFFPn2cD9pABFXHvbcWNgv9vczUAlQbbYeyYDF0qwXFxfzbGy&#10;fuBPOm+lUTmEU4UGWpFQaZ3qlhymiQ/EmTv66FAyjI22EYcc7npdFsVUO+w4N7QYaNVS/b09OQMf&#10;wzq8P00fj+ErPpQ6vVo5rMSY25vx5RmU0Cj/4j/3m83zixJ+n8kX6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vB4M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yYasMA&#10;AADcAAAADwAAAGRycy9kb3ducmV2LnhtbERP32vCMBB+F/Y/hBvsZWi6yYZ0RpmDoDBB7ARfj+Zs&#10;y5pLSTJb/3szEHy7j+/nzZeDbcWZfGgcK3iZZCCIS2carhQcfvR4BiJEZIOtY1JwoQDLxcNojrlx&#10;Pe/pXMRKpBAOOSqoY+xyKUNZk8UwcR1x4k7OW4wJ+koaj30Kt618zbJ3abHh1FBjR181lb/Fn1Ww&#10;2vXV1D+Xq8F9n9bHN62N3mqlnh6Hzw8QkYZ4F9/cG5PmZ1P4fyZdIB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yYas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nkm78A&#10;AADcAAAADwAAAGRycy9kb3ducmV2LnhtbERPzYrCMBC+C/sOYRa8aaqoSDWK7FIQ8aK7DzA0Y1Nt&#10;JiWJtfv2G0HwNh/f76y3vW1ERz7UjhVMxhkI4tLpmisFvz/FaAkiRGSNjWNS8EcBtpuPwRpz7R58&#10;ou4cK5FCOOSowMTY5lKG0pDFMHYtceIuzluMCfpKao+PFG4bOc2yhbRYc2ow2NKXofJ2vlsFxWF6&#10;7G537Qu362eW5ua6/DZKDT/73QpEpD6+xS/3Xqf52Qyez6QL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qeSbvwAAANwAAAAPAAAAAAAAAAAAAAAAAJgCAABkcnMvZG93bnJl&#10;di54bWxQSwUGAAAAAAQABAD1AAAAhA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mlhcMA&#10;AADcAAAADwAAAGRycy9kb3ducmV2LnhtbERP32vCMBB+F/Y/hBvsRTTdxCGdUeYgKEwQO8HXoznb&#10;suZSkszW/34ZDHy7j+/nLdeDbcWVfGgcK3ieZiCIS2carhScvvRkASJEZIOtY1JwowDr1cNoiblx&#10;PR/pWsRKpBAOOSqoY+xyKUNZk8UwdR1x4i7OW4wJ+koaj30Kt618ybJXabHh1FBjRx81ld/Fj1Ww&#10;OfTVzI/LzeA+L9vzXGuj91qpp8fh/Q1EpCHexf/unUnzszn8PZMu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0mlh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ffd8AA&#10;AADcAAAADwAAAGRycy9kb3ducmV2LnhtbERP24rCMBB9F/Yfwizsm6bKKlKNIrsUFvHFywcMzdhU&#10;m0lJYu3+vREE3+ZwrrNc97YRHflQO1YwHmUgiEuna64UnI7FcA4iRGSNjWNS8E8B1quPwRJz7e68&#10;p+4QK5FCOOSowMTY5lKG0pDFMHItceLOzluMCfpKao/3FG4bOcmymbRYc2ow2NKPofJ6uFkFxXay&#10;66437Qu36b8tTc1l/muU+vrsNwsQkfr4Fr/cfzrNz2bwfCZdIF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jffd8AAAADc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APL78A&#10;AADcAAAADwAAAGRycy9kb3ducmV2LnhtbERP24rCMBB9F/yHMAu+2cT70jWKCC76aPUDhma2LTaT&#10;2kRb/36zsODbHM511tve1uJJra8ca5gkCgRx7kzFhYbr5TD+BOEDssHaMWl4kYftZjhYY2pcx2d6&#10;ZqEQMYR9ihrKEJpUSp+XZNEnriGO3I9rLYYI20KaFrsYbms5VWopLVYcG0psaF9SfsseVsP81X3f&#10;s8VNHYylyWnWnDjkC61HH/3uC0SgPrzF/+6jifPVCv6eiRfIzS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kA8vvwAAANw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RoKMQA&#10;AADcAAAADwAAAGRycy9kb3ducmV2LnhtbESPQW/CMAyF75P4D5GRdhspHNDWEapqCDRx2grsbDWm&#10;rdY4VRPa8u/xYdJutt7ze5832eRaNVAfGs8GlosEFHHpbcOVgfNp//IKKkRki61nMnCnANl29rTB&#10;1PqRv2koYqUkhEOKBuoYu1TrUNbkMCx8Ryza1fcOo6x9pW2Po4S7Vq+SZK0dNiwNNXb0UVP5W9yc&#10;gdv6Z3Xm69F+Fbv74W23z4O+VMY8z6f8HVSkKf6b/64/reAnQivPyAR6+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EaCjEAAAA3A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GqocQA&#10;AADcAAAADwAAAGRycy9kb3ducmV2LnhtbERPTWvCQBC9C/0PyxS86aZVgqbZiBYK1YOirQdv0+w0&#10;SZudTbNbjf/eFQRv83ifk846U4sjta6yrOBpGIEgzq2uuFDw+fE2mIBwHlljbZkUnMnBLHvopZho&#10;e+ItHXe+ECGEXYIKSu+bREqXl2TQDW1DHLhv2xr0AbaF1C2eQrip5XMUxdJgxaGhxIZeS8p/d/9G&#10;wX4ziaebxXL8s1p/4cjov4OuYqX6j938BYSnzt/FN/e7DvOjKVyfCRfI7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6BqqH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OcmsUA&#10;AADcAAAADwAAAGRycy9kb3ducmV2LnhtbESPQWvCQBCF70L/wzKF3nQTLRJS19BWtOLJ2kKvQ3aa&#10;hGZnQ3bV2F/vHARvM7w3732zKAbXqhP1ofFsIJ0koIhLbxuuDHx/rccZqBCRLbaeycCFAhTLh9EC&#10;c+vP/EmnQ6yUhHDI0UAdY5drHcqaHIaJ74hF+/W9wyhrX2nb41nCXaunSTLXDhuWhho7eq+p/Dsc&#10;nYH/+Q/uw8f0bTWzkS7P2cbv9htjnh6H1xdQkYZ4N9+ut1bwU8GXZ2QCv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o5ya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E78IA&#10;AADcAAAADwAAAGRycy9kb3ducmV2LnhtbERPzWrCQBC+F/oOyxS8NZsEW2qaVUQieGtNfYAhO90E&#10;s7Mxu2r06buFQm/z8f1OuZpsLy40+s6xgixJQRA3TndsFBy+ts9vIHxA1tg7JgU38rBaPj6UWGh3&#10;5T1d6mBEDGFfoII2hKGQ0jctWfSJG4gj9+1GiyHC0Ug94jWG217mafoqLXYcG1ocaNNSc6zPVsHJ&#10;5S96qiv8OFaLz86Y+em+nys1e5rW7yACTeFf/Ofe6Tg/y+D3mXiBX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CETv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dIz8IA&#10;AADcAAAADwAAAGRycy9kb3ducmV2LnhtbERPPW/CMBDdK/U/WIfEVhxAUJriRG0lpKwBho5X+0hS&#10;4nMauxD49RipUrd7ep+3zgfbihP1vnGsYDpJQBBrZxquFOx3m6cVCB+QDbaOScGFPOTZ48MaU+PO&#10;XNJpGyoRQ9inqKAOoUul9Lomi37iOuLIHVxvMUTYV9L0eI7htpWzJFlKiw3Hhho7+qhJH7e/VkHR&#10;fNFiqQ8vdvWuy8/rT5g/fxulxqPh7RVEoCH8i//chYnzpzO4PxMvk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50jP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tRc8QA&#10;AADcAAAADwAAAGRycy9kb3ducmV2LnhtbERP0WrCQBB8L/gPxwq+1YsKUlMvQYVCi1VQS/u65NZc&#10;MLcXctcY/74nFHyb3dmZ2Vnmva1FR62vHCuYjBMQxIXTFZcKvk5vzy8gfEDWWDsmBTfykGeDpyWm&#10;2l35QN0xlCKasE9RgQmhSaX0hSGLfuwa4sidXWsxxLEtpW7xGs1tLadJMpcWK44JBhvaGCoux1+r&#10;oMP9Lfkx693io/ospvv191bHvRoN+9UriEB9eBz/q991fH8yg3uZiE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bUXP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Z8CcEA&#10;AADcAAAADwAAAGRycy9kb3ducmV2LnhtbERPTUvDQBC9C/0Pywje7KZBRNJuSxFaPGr00OM0O82m&#10;zc6E3bWJ/npXELzN433OajP5Xl0pxE7YwGJegCJuxHbcGvh4390/gYoJ2WIvTAa+KMJmPbtZYWVl&#10;5De61qlVOYRjhQZcSkOldWwceYxzGYgzd5LgMWUYWm0Djjnc97osikftsePc4HCgZ0fNpf70BsZ9&#10;czyXp4N132GQXf0q57IXY+5up+0SVKIp/Yv/3C82z188wO8z+QK9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mfAn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WUs8MA&#10;AADcAAAADwAAAGRycy9kb3ducmV2LnhtbERP22oCMRB9F/oPYQp906yCF1ajeAURRbz0fbqZ7m5N&#10;Jssm1fXvm0Khb3M415nMGmvEnWpfOlbQ7SQgiDOnS84VXC+b9giED8gajWNS8CQPs+lLa4Kpdg8+&#10;0f0cchFD2KeooAihSqX0WUEWfcdVxJH7dLXFEGGdS13jI4ZbI3tJMpAWS44NBVa0LCi7nb+tgs1x&#10;Zb56h9P8XYblevhhRrvFaq/U22szH4MI1IR/8Z97q+P8bh9+n4kXyO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WUs8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d5b8IA&#10;AADcAAAADwAAAGRycy9kb3ducmV2LnhtbERPTYvCMBC9L/gfwgheZE1Vtkg1yrIgKrigruB1bMa2&#10;2ExKE2v990YQ9jaP9zmzRWtK0VDtCssKhoMIBHFqdcGZguPf8nMCwnlkjaVlUvAgB4t552OGibZ3&#10;3lNz8JkIIewSVJB7XyVSujQng25gK+LAXWxt0AdYZ1LXeA/hppSjKIqlwYJDQ44V/eSUXg83o6DZ&#10;bc/ZunHV5jrpu6/xebX61Selet32ewrCU+v/xW/3Wof5wxhez4QL5P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3lv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1dhMQA&#10;AADcAAAADwAAAGRycy9kb3ducmV2LnhtbERPTWvCQBC9C/0PyxR6041irU2zShUEL4LaHuptzE6T&#10;kOxsurvV1F/vCkJv83ifk80704gTOV9ZVjAcJCCIc6srLhR8fqz6UxA+IGtsLJOCP/Iwnz30Mky1&#10;PfOOTvtQiBjCPkUFZQhtKqXPSzLoB7Yljty3dQZDhK6Q2uE5hptGjpJkIg1WHBtKbGlZUl7vf42C&#10;xet08bMd8+ayOx7o8HWsn0cuUerpsXt/AxGoC//iu3ut4/zhC9yeiR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dXYTEAAAA3AAAAA8AAAAAAAAAAAAAAAAAmAIAAGRycy9k&#10;b3ducmV2LnhtbFBLBQYAAAAABAAEAPUAAACJAwAAAAA=&#10;" fillcolor="black" stroked="f"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Bo7sYA&#10;AADcAAAADwAAAGRycy9kb3ducmV2LnhtbESPQWvCQBCF74X+h2UKvdWNgiKpq9RWoVA9qD14HLPT&#10;ZEl2NmRXTfvrOwfB2wzvzXvfzBa9b9SFuugCGxgOMlDERbCOSwPfh/XLFFRMyBabwGTglyIs5o8P&#10;M8xtuPKOLvtUKgnhmKOBKqU21zoWFXmMg9ASi/YTOo9J1q7UtsOrhPtGj7Jsoj06loYKW3qvqKj3&#10;Z2/g+DVx052j0Wnzt1zZzbhebj9qY56f+rdXUIn6dDffrj+t4A+FVp6RCfT8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Bo7sYAAADc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Hnm8IA&#10;AADcAAAADwAAAGRycy9kb3ducmV2LnhtbERPTWsCMRC9F/wPYQRvNWsPYlejiFL00kOt4nXYjJt1&#10;N5M1ibr665tCobd5vM+ZLTrbiBv5UDlWMBpmIIgLpysuFey/P14nIEJE1tg4JgUPCrCY915mmGt3&#10;5y+67WIpUgiHHBWYGNtcylAYshiGriVO3Ml5izFBX0rt8Z7CbSPfsmwsLVacGgy2tDJU1LurVeCX&#10;x3X95Ouhzp6fj7A5d5cJGqUG/W45BRGpi//iP/dWp/mjd/h9Jl0g5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YeebwgAAANw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rbo8UA&#10;AADcAAAADwAAAGRycy9kb3ducmV2LnhtbESP3UoDQQyF74W+wxDBG7Gz7oW2205LEQTBIvTnAeJO&#10;urs4k1l2Yrv16c2F4F3COTnny3I9xmDONOQusYPHaQGGuE6+48bB8fD6MAOTBdljSEwOrpRhvZrc&#10;LLHy6cI7Ou+lMRrCuUIHrUhfWZvrliLmaeqJVTulIaLoOjTWD3jR8BhsWRRPNmLH2tBiTy8t1V/7&#10;7+gglJ9h/v6ct3I92m3xE2V3/+Gdu7sdNwswQqP8m/+u37zil4qvz+gEd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Otuj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vfM8IA&#10;AADcAAAADwAAAGRycy9kb3ducmV2LnhtbERPS2sCMRC+C/0PYYTeNOsepGyN4gNhLx7cWryOm3Gz&#10;mEyWTapbf31TKPQ2H99zFqvBWXGnPrSeFcymGQji2uuWGwWnj/3kDUSIyBqtZ1LwTQFWy5fRAgvt&#10;H3ykexUbkUI4FKjAxNgVUobakMMw9R1x4q6+dxgT7Bupe3ykcGdlnmVz6bDl1GCwo62h+lZ9OQW7&#10;qrP5qTSbcP48XC62fO7pvFPqdTys30FEGuK/+M9d6jQ/n8HvM+kCu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+98zwgAAANw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c/AMAA&#10;AADcAAAADwAAAGRycy9kb3ducmV2LnhtbERPS4vCMBC+L/gfwgje1sQeVKpRlkVB2JOvg7chGdvu&#10;NpPSZG3990YQvM3H95zlune1uFEbKs8aJmMFgth4W3Gh4XTcfs5BhIhssfZMGu4UYL0afCwxt77j&#10;Pd0OsRAphEOOGsoYm1zKYEpyGMa+IU7c1bcOY4JtIW2LXQp3tcyUmkqHFaeGEhv6Lsn8Hf6dht+t&#10;/PFGoTmfzt3Ozi6bKdVK69Gw/1qAiNTHt/jl3tk0P8vg+Uy6QK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6c/AMAAAADc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GOjcMA&#10;AADcAAAADwAAAGRycy9kb3ducmV2LnhtbERPTWvCQBC9C/0PyxR6040RiqSuEgsFsfTQKKXHaXZM&#10;QrKzYXdj0n/fLQje5vE+Z7ObTCeu5HxjWcFykYAgLq1uuFJwPr3N1yB8QNbYWSYFv+Rht32YbTDT&#10;duRPuhahEjGEfYYK6hD6TEpf1mTQL2xPHLmLdQZDhK6S2uEYw00n0yR5lgYbjg019vRaU9kWg1Hw&#10;Pbzz5WN1zN0+fNnp5Nv0Z90q9fQ45S8gAk3hLr65DzrOT1fw/0y8QG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GOjcMAAADc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MJTsMA&#10;AADcAAAADwAAAGRycy9kb3ducmV2LnhtbERPS2sCMRC+C/6HMEJvmnXRYrdGUaHQi+DrUG/jZrq7&#10;uJmsSaqrv74RCr3Nx/ec6bw1tbiS85VlBcNBAoI4t7riQsFh/9GfgPABWWNtmRTcycN81u1MMdP2&#10;xlu67kIhYgj7DBWUITSZlD4vyaAf2IY4ct/WGQwRukJqh7cYbmqZJsmrNFhxbCixoVVJ+Xn3YxQs&#10;3ybLy2bE68f2dKTj1+k8Tl2i1EuvXbyDCNSGf/Gf+1PH+ekIns/EC+T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MJTsMAAADcAAAADwAAAAAAAAAAAAAAAACYAgAAZHJzL2Rv&#10;d25yZXYueG1sUEsFBgAAAAAEAAQA9QAAAIgDAAAAAA==&#10;" fillcolor="black" stroked="f"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BRUMQA&#10;AADcAAAADwAAAGRycy9kb3ducmV2LnhtbESPQUsDMRCF74L/IYzgzWarIGVtWpaCKJ62teJ1uhk3&#10;SzeTJYnp+u+dg+BthvfmvW/W29mPqlBMQ2ADy0UFirgLduDewPH9+W4FKmVki2NgMvBDCbab66s1&#10;1jZceE/lkHslIZxqNOBynmqtU+fIY1qEiVi0rxA9Zlljr23Ei4T7Ud9X1aP2OLA0OJxo56g7H769&#10;gXLatc1D+Sxu/xabPob25ePUGnN7MzdPoDLN+d/8d/1qBX8ltPKMTK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gUVD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5zScMA&#10;AADcAAAADwAAAGRycy9kb3ducmV2LnhtbERPTWvCQBC9C/0PyxS86UYPotFNKNJK7aWaFuxxyE6z&#10;odnZkN3G1F/vFgRv83ifs8kH24ieOl87VjCbJiCIS6drrhR8frxMliB8QNbYOCYFf+Qhzx5GG0y1&#10;O/OR+iJUIoawT1GBCaFNpfSlIYt+6lriyH27zmKIsKuk7vAcw20j50mykBZrjg0GW9oaKn+KX6vA&#10;z7bPpzd7WfVfO8Pvxd4sDpVRavw4PK1BBBrCXXxzv+o4f7mC/2fiBTK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5zScMAAADc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55324" w:rsidRPr="0081108E" w:rsidRDefault="00B55324" w:rsidP="00B5532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B55324" w:rsidRPr="0081108E" w:rsidRDefault="00B55324" w:rsidP="00B5532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B55324" w:rsidRPr="0081108E" w:rsidRDefault="00B55324" w:rsidP="00B5532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B55324" w:rsidRPr="0081108E" w:rsidRDefault="00B55324" w:rsidP="00B5532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B55324" w:rsidRPr="0081108E" w:rsidRDefault="00B55324" w:rsidP="00B5532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uk-UA"/>
        </w:rPr>
      </w:pPr>
    </w:p>
    <w:p w:rsidR="00B55324" w:rsidRPr="0081108E" w:rsidRDefault="00B55324" w:rsidP="00B5532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B55324" w:rsidRPr="0081108E" w:rsidRDefault="00B55324" w:rsidP="00B55324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B55324" w:rsidRPr="0081108E" w:rsidRDefault="00B55324" w:rsidP="00B5532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B55324" w:rsidRPr="0081108E" w:rsidRDefault="00B55324" w:rsidP="00B55324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B55324" w:rsidRPr="0081108E" w:rsidRDefault="00B55324" w:rsidP="00B5532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022F51">
        <w:rPr>
          <w:noProof/>
        </w:rPr>
        <w:pict>
          <v:group id="Группа 190" o:spid="_x0000_s1026" style="position:absolute;margin-left:219.6pt;margin-top:717.85pt;width:42.8pt;height:57.85pt;z-index:251659264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">
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DY2L4A&#10;AADcAAAADwAAAGRycy9kb3ducmV2LnhtbERPyQrCMBC9C/5DGMGbpiq4VKOIqHgQxO0+NGNbbCal&#10;iVr/3giCt3m8dWaL2hTiSZXLLSvodSMQxInVOacKLudNZwzCeWSNhWVS8CYHi3mzMcNY2xcf6Xny&#10;qQgh7GJUkHlfxlK6JCODrmtL4sDdbGXQB1ilUlf4CuGmkP0oGkqDOYeGDEtaZZTcTw+jwA62u/01&#10;7R8Hax55Xh7Gt2u9V6rdqpdTEJ5q/xf/3Dsd5k968H0mXCD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lw2Ni+AAAA3A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LYsMQA&#10;AADcAAAADwAAAGRycy9kb3ducmV2LnhtbERPTWsCMRC9F/wPYYRepGbrwerWKCJsWz0IaqHXYTPd&#10;bN1MliTV1V/fFARv83ifM1t0thEn8qF2rOB5mIEgLp2uuVLweSieJiBCRNbYOCYFFwqwmPceZphr&#10;d+YdnfaxEimEQ44KTIxtLmUoDVkMQ9cSJ+7beYsxQV9J7fGcwm0jR1k2lhZrTg0GW1oZKo/7X6vg&#10;p9iar9XL9c0Ppju6DorNe7MeK/XY75avICJ18S6+uT90mj8dwf8z6QI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y2LD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SoI8MA&#10;AADcAAAADwAAAGRycy9kb3ducmV2LnhtbESP0YrCMBBF3xf8hzCCL4umKixrbRQRlcUXUfcDhmba&#10;FJtJaaKtf78RhH2b4d6550627m0tHtT6yrGC6SQBQZw7XXGp4Pe6H3+D8AFZY+2YFDzJw3o1+Mgw&#10;1a7jMz0uoRQxhH2KCkwITSqlzw1Z9BPXEEetcK3FENe2lLrFLobbWs6S5EtarDgSDDa0NZTfLncb&#10;Iac5no5Fd90feuxwdzT8uTkrNRr2myWIQH34N7+vf3Ssv5jD65k4gV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SoI8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RpiMMA&#10;AADcAAAADwAAAGRycy9kb3ducmV2LnhtbERPTUsDMRC9C/6HMIK3NmuptV2bFqkKUvBgLRRvw2a6&#10;u7iZhGTsrv/eFAre5vE+Z7keXKdOFFPr2cDduABFXHnbcm1g//k6moNKgmyx80wGfinBenV9tcTS&#10;+p4/6LSTWuUQTiUaaERCqXWqGnKYxj4QZ+7oo0PJMNbaRuxzuOv0pChm2mHLuaHBQJuGqu/djzPw&#10;3r+E7cPs/hi+4nSi07OVw0aMub0Znh5BCQ3yL76432yev5jC+Zl8gV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RpiM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GVzMQA&#10;AADcAAAADwAAAGRycy9kb3ducmV2LnhtbESP3YrCMBCF7wXfIcyCN6KpiuJ2jSKLyuJN8ecBhmZs&#10;yjaT0mRtfXsjLHg3wzlzvjOrTWcrcafGl44VTMYJCOLc6ZILBdfLfrQE4QOyxsoxKXiQh82631th&#10;ql3LJ7qfQyFiCPsUFZgQ6lRKnxuy6MeuJo7azTUWQ1ybQuoG2xhuKzlNkoW0WHIkGKzp21D+e/6z&#10;EZLNMDve2sv+0GGLu6Ph4fak1OCj236BCNSFt/n/+kfH+p9zeD0TJ5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hlcz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pSZMMA&#10;AADcAAAADwAAAGRycy9kb3ducmV2LnhtbERPTUsDMRC9C/6HMIXebLZFV12bFqkKIvRgLRRvw2a6&#10;u7iZhGTaXf+9EQRv83ifs1yPrldniqnzbGA+K0AR19523BjYf7xc3YFKgmyx90wGvinBenV5scTK&#10;+oHf6byTRuUQThUaaEVCpXWqW3KYZj4QZ+7oo0PJMDbaRhxyuOv1oihK7bDj3NBioE1L9dfu5Axs&#10;h+fwdlveHMNnvF7o9GTlsBFjppPx8QGU0Cj/4j/3q83z70v4fSZ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pSZM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0L7sQA&#10;AADcAAAADwAAAGRycy9kb3ducmV2LnhtbERP22oCMRB9L/QfwhT6UjTbllZdjVILQcGCeAFfh824&#10;u3QzWZLUXf/eFAp9m8O5zmzR20ZcyIfasYLnYQaCuHCm5lLB8aAHYxAhIhtsHJOCKwVYzO/vZpgb&#10;1/GOLvtYihTCIUcFVYxtLmUoKrIYhq4lTtzZeYsxQV9K47FL4baRL1n2Li3WnBoqbOmzouJ7/2MV&#10;LLdd+eqfimXvNufV6U1ro7+0Uo8P/ccURKQ+/ov/3GuT5k9G8PtMuk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dC+7EAAAA3A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57GcQA&#10;AADcAAAADwAAAGRycy9kb3ducmV2LnhtbESPQW/CMAyF75P2HyJP2m2koDGxQkBoUyU07TLYD7Aa&#10;0xQap0pCKf9+PiDtZus9v/d5tRl9pwaKqQ1sYDopQBHXwbbcGPg9VC8LUCkjW+wCk4EbJdisHx9W&#10;WNpw5R8a9rlREsKpRAMu577UOtWOPKZJ6IlFO4boMcsaG20jXiXcd3pWFG/aY8vS4LCnD0f1eX/x&#10;Bqqv2fdwvthYhe346mnuTotPZ8zz07hdgso05n/z/XpnBf9daOUZmUCv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uexnEAAAA3A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46B8MA&#10;AADcAAAADwAAAGRycy9kb3ducmV2LnhtbERP22oCMRB9L/QfwhT6UjTbFkVXo9RCqKAgXsDXYTPu&#10;Lm4mS5K6279vhELf5nCuM1/2thE38qF2rOB1mIEgLpypuVRwOurBBESIyAYbx6TghwIsF48Pc8yN&#10;63hPt0MsRQrhkKOCKsY2lzIUFVkMQ9cSJ+7ivMWYoC+l8dilcNvItywbS4s1p4YKW/qsqLgevq2C&#10;1a4r3/1Lserd5vJ1Hmlt9FYr9fzUf8xAROrjv/jPvTZp/nQK92fSB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g46B8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eD5MEA&#10;AADcAAAADwAAAGRycy9kb3ducmV2LnhtbESP3YrCMBSE7xd8h3AE79ZUUZFqFHEpLIs3/jzAoTk2&#10;1eakJLHWtzcLC3s5zMw3zHrb20Z05EPtWMFknIEgLp2uuVJwORefSxAhImtsHJOCFwXYbgYfa8y1&#10;e/KRulOsRIJwyFGBibHNpQylIYth7Fri5F2dtxiT9JXUHp8Jbhs5zbKFtFhzWjDY0t5QeT89rILi&#10;Z3ro7g/tC7frZ5bm5rb8MkqNhv1uBSJSH//Df+1vrSAR4fdMOgJy8w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3g+TBAAAA3A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BTvMEA&#10;AADcAAAADwAAAGRycy9kb3ducmV2LnhtbESP3YrCMBSE7xd8h3AE79ak/iHVKLKgrJdWH+DQHNti&#10;c1KbrK1vbxYEL4eZ+YZZb3tbiwe1vnKsIRkrEMS5MxUXGi7n/fcShA/IBmvHpOFJHrabwdcaU+M6&#10;PtEjC4WIEPYpaihDaFIpfV6SRT92DXH0rq61GKJsC2la7CLc1nKi1EJarDgulNjQT0n5LfuzGmbP&#10;7nDP5je1N5aS47Q5csjnWo+G/W4FIlAfPuF3+9domKgE/s/EIyA3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4QU7z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k+vsEA&#10;AADcAAAADwAAAGRycy9kb3ducmV2LnhtbESPQYvCMBSE74L/ITzBm6bbg2g1iqwo4mmt1fOjebbF&#10;5qU0Ueu/3wiCx2FmvmEWq87U4kGtqywr+BlHIIhzqysuFGSn7WgKwnlkjbVlUvAiB6tlv7fARNsn&#10;H+mR+kIECLsEFZTeN4mULi/JoBvbhjh4V9sa9EG2hdQtPgPc1DKOook0WHFYKLGh35LyW3o3Cu6T&#10;S5zx9aD/0s1rN9ts106eC6WGg249B+Gp89/wp73XCuIohveZcATk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8JPr7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z8N8YA&#10;AADcAAAADwAAAGRycy9kb3ducmV2LnhtbESPQWvCQBSE74L/YXlCb7pRS7DRVVqh0HpQ1PbQ2zP7&#10;TKLZtzG71fjvXUHwOMzMN8xk1phSnKl2hWUF/V4Egji1uuBMwc/2szsC4TyyxtIyKbiSg9m03Zpg&#10;ou2F13Te+EwECLsEFeTeV4mULs3JoOvZijh4e1sb9EHWmdQ1XgLclHIQRbE0WHBYyLGieU7pcfNv&#10;FPyuRvHb6uP79bBY7nBo9OlPF7FSL53mfQzCU+Of4Uf7SysYREO4nwlH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z8N8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RtOMQA&#10;AADcAAAADwAAAGRycy9kb3ducmV2LnhtbESPQWvCQBSE7wX/w/KE3urGGESiq6jFtPRkVfD6yD6T&#10;YPZtyG5N0l/fLRR6HGbmG2a16U0tHtS6yrKC6SQCQZxbXXGh4HI+vCxAOI+ssbZMCgZysFmPnlaY&#10;atvxJz1OvhABwi5FBaX3TSqly0sy6Ca2IQ7ezbYGfZBtIXWLXYCbWsZRNJcGKw4LJTa0Lym/n76M&#10;gu/5FY/uLd69zrSnIVlk9uOYKfU87rdLEJ56/x/+a79rBXGUwO+ZcAT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kbTj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+1TcQA&#10;AADcAAAADwAAAGRycy9kb3ducmV2LnhtbESPwWrDMBBE74X8g9hAb7UcE5fGsRJCSSG31m4+YLE2&#10;som1ciw1cfr1VaHQ4zAzb5hyO9leXGn0nWMFiyQFQdw43bFRcPx8e3oB4QOyxt4xKbiTh+1m9lBi&#10;od2NK7rWwYgIYV+ggjaEoZDSNy1Z9IkbiKN3cqPFEOVopB7xFuG2l1maPkuLHceFFgd6bak5119W&#10;wcVluZ7qPb6f96uPzpjl5btaKvU4n3ZrEIGm8B/+ax+0gizN4fdMPAJ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PtU3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C5bcQA&#10;AADcAAAADwAAAGRycy9kb3ducmV2LnhtbESPzW7CMBCE70i8g7VIvRUHqgYIGNQiVeLKz4HjYi9J&#10;IF6H2EDap8dIlTiOZuYbzWzR2krcqPGlYwWDfgKCWDtTcq5gt/15H4PwAdlg5ZgU/JKHxbzbmWFm&#10;3J3XdNuEXEQI+wwVFCHUmZReF2TR911NHL2jayyGKJtcmgbvEW4rOUySVFosOS4UWNOyIH3eXK2C&#10;VXmgz1QfJ3b8rdf7v0v4GJ2MUm+99msKIlAbXuH/9sooGCYpPM/EI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guW3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yg0cEA&#10;AADcAAAADwAAAGRycy9kb3ducmV2LnhtbERPW2vCMBR+F/YfwhH2pol92KUaRQeDjTlhKvp6aI5N&#10;sTkpTVbrvzeDgY/fnW+26F0tOmpD5VnDZKxAEBfeVFxq2O/eRy8gQkQ2WHsmDVcKsJg/DGaYG3/h&#10;H+q2sRSphEOOGmyMTS5lKCw5DGPfECft5FuHMcG2lKbFSyp3tcyUepIOK04LFht6s1Sct79OQ4eb&#10;qzra1ffrZ7Uuss3q8GUSrx+H/XIKIlIf7+b/9IfRkKln+DuTjoCc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rcoNH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eBrcAA&#10;AADcAAAADwAAAGRycy9kb3ducmV2LnhtbERPPW/CMBDdK/EfrEPqVhwyVFWKQQgJ1LGkHTpe4yMO&#10;xHeRbUjor6+HSh2f3vdqM/le3SjETtjAclGAIm7Edtwa+PzYP72AignZYi9MBu4UYbOePaywsjLy&#10;kW51alUO4VihAZfSUGkdG0ce40IG4sydJHhMGYZW24BjDve9LoviWXvsODc4HGjnqLnUV29gPDTf&#10;5/L0Zd1PGGRfv8u57MWYx/m0fQWVaEr/4j/3mzVQFnltPpOPgF7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BeBrcAAAADc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RpF8YA&#10;AADcAAAADwAAAGRycy9kb3ducmV2LnhtbESPS2/CMBCE70j8B2srcQOnObQ0YBCPIlWIquJ138bb&#10;JGCvo9hA+Pd1JaQeRzPzjWY8ba0RV2p85VjB8yABQZw7XXGh4LBf9YcgfEDWaByTgjt5mE66nTFm&#10;2t14S9ddKESEsM9QQRlCnUnp85Is+oGriaP34xqLIcqmkLrBW4RbI9MkeZEWK44LJda0KCk/7y5W&#10;wepraU7p53Z2lGHx/vpthuv5cqNU76mdjUAEasN/+NH+0ArS5A3+zsQjIC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6RpF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cl/MQA&#10;AADcAAAADwAAAGRycy9kb3ducmV2LnhtbERPTWvCQBC9F/wPywi9lGajpSJpNiJCSYQW1ApeJ9lp&#10;EszOhuwa03/fPRR6fLzvdDOZTow0uNaygkUUgyCurG65VnD+en9eg3AeWWNnmRT8kINNNntIMdH2&#10;zkcaT74WIYRdggoa7/tESlc1ZNBFticO3LcdDPoAh1rqAe8h3HRyGccrabDl0NBgT7uGquvpZhSM&#10;h4+yLkbX76/rJ/f6Uub5p74o9Tiftm8gPE3+X/znLrSC5SLMD2fCEZ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HJfz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0BF8YA&#10;AADcAAAADwAAAGRycy9kb3ducmV2LnhtbESPQWvCQBSE74X+h+UVvNVNghUbXaUKgpeC2h7q7Zl9&#10;JsHs23R31eivd4VCj8PMfMNMZp1pxJmcry0rSPsJCOLC6ppLBd9fy9cRCB+QNTaWScGVPMymz08T&#10;zLW98IbO21CKCGGfo4IqhDaX0hcVGfR92xJH72CdwRClK6V2eIlw08gsSYbSYM1xocKWFhUVx+3J&#10;KJi/j+a/6wF/3jb7He1+9se3zCVK9V66jzGIQF34D/+1V1pBlqbwOBOPgJ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R0BF8YAAADcAAAADwAAAAAAAAAAAAAAAACYAgAAZHJz&#10;L2Rvd25yZXYueG1sUEsFBgAAAAAEAAQA9QAAAIsDAAAAAA==&#10;" fillcolor="black" stroked="f"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0+eMYA&#10;AADcAAAADwAAAGRycy9kb3ducmV2LnhtbESPzWvCQBTE7wX/h+UJvdWNAUWiq/hRoVB78OPg8Zl9&#10;Jkuyb0N2q2n/+m5B8DjMzG+Y2aKztbhR641jBcNBAoI4d9pwoeB03L5NQPiArLF2TAp+yMNi3nuZ&#10;Yabdnfd0O4RCRAj7DBWUITSZlD4vyaIfuIY4elfXWgxRtoXULd4j3NYyTZKxtGg4LpTY0LqkvDp8&#10;WwXnz7GZ7A2ll93v6l3vRtXqa1Mp9drvllMQgbrwDD/aH1pBOkzh/0w8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f0+eMYAAADc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yxDcQA&#10;AADcAAAADwAAAGRycy9kb3ducmV2LnhtbESPQWsCMRSE7wX/Q3hCbzWrhSKrUUQpevGgbfH62Dw3&#10;625etknU1V/fCEKPw8x8w0znnW3EhXyoHCsYDjIQxIXTFZcKvr8+38YgQkTW2DgmBTcKMJ/1XqaY&#10;a3flHV32sRQJwiFHBSbGNpcyFIYshoFriZN3dN5iTNKXUnu8Jrht5CjLPqTFitOCwZaWhop6f7YK&#10;/OKwqu98/qmz+/YW1qfud4xGqdd+t5iAiNTF//CzvdEKRsN3eJx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ssQ3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h2YcUA&#10;AADcAAAADwAAAGRycy9kb3ducmV2LnhtbESPUWvCQBCE3wv+h2OFvpR6MYi2qaeIIBQqgtYfsM1t&#10;k9C7vZBbNfbXe4WCj8PMfMPMl7136kxdbAIbGI8yUMRlsA1XBo6fm+cXUFGQLbrAZOBKEZaLwcMc&#10;CxsuvKfzQSqVIBwLNFCLtIXWsazJYxyFljh536HzKEl2lbYdXhLcO51n2VR7bDgt1NjSuqby53Dy&#10;Blz+5V4/ZnEr16PeZr9e9k87a8zjsF+9gRLq5R7+b79bA/l4An9n0hH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SHZh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ly8cUA&#10;AADcAAAADwAAAGRycy9kb3ducmV2LnhtbESPQWsCMRSE7wX/Q3iF3mrWhUrZGsUqwl48dKt4fW5e&#10;N4vJy7JJdeuvbwTB4zAz3zCzxeCsOFMfWs8KJuMMBHHtdcuNgt335vUdRIjIGq1nUvBHARbz0dMM&#10;C+0v/EXnKjYiQTgUqMDE2BVShtqQwzD2HXHyfnzvMCbZN1L3eElwZ2WeZVPpsOW0YLCjlaH6VP06&#10;Beuqs/muNJ/hsN8ej7a8buiwVurleVh+gIg0xEf43i61gnzyBrcz6Qj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iXLx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WSwsIA&#10;AADcAAAADwAAAGRycy9kb3ducmV2LnhtbESPT4vCMBTE78J+h/AW9qaJHqpUo8iyguDJfwdvj+TZ&#10;VpuX0kTb/fZGWNjjMDO/YRar3tXiSW2oPGsYjxQIYuNtxYWG03EznIEIEdli7Zk0/FKA1fJjsMDc&#10;+o739DzEQiQIhxw1lDE2uZTBlOQwjHxDnLyrbx3GJNtC2ha7BHe1nCiVSYcVp4USG/ouydwPD6fh&#10;tpE7bxSa8+ncbe308pNRrbT++uzXcxCR+vgf/mtvrYbJOIP3mXQ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1ZLCwgAAANw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MjT8UA&#10;AADcAAAADwAAAGRycy9kb3ducmV2LnhtbESPT2vCQBTE70K/w/IKvenGFKqkboItCGLpwT+UHl+z&#10;zyQk+zbsrhq/fVcQPA4z8xtmUQymE2dyvrGsYDpJQBCXVjdcKTjsV+M5CB+QNXaWScGVPBT502iB&#10;mbYX3tJ5FyoRIewzVFCH0GdS+rImg35ie+LoHa0zGKJ0ldQOLxFuOpkmyZs02HBcqLGnz5rKdncy&#10;Cn5PX3z8ft0s3Uf4scPet+nfvFXq5XlYvoMINIRH+N5eawXpdAa3M/EIy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gyNPxQAAANw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sNEcYA&#10;AADcAAAADwAAAGRycy9kb3ducmV2LnhtbESPT2sCMRTE74LfITyhN8261KKrUaog9CLUPwe9PTfP&#10;3cXNyzZJddtP3xQEj8PM/IaZLVpTixs5X1lWMBwkIIhzqysuFBz26/4YhA/IGmvLpOCHPCzm3c4M&#10;M23vvKXbLhQiQthnqKAMocmk9HlJBv3ANsTRu1hnMETpCqkd3iPc1DJNkjdpsOK4UGJDq5Ly6+7b&#10;KFhOxsuvz1fe/G7PJzodz9dR6hKlXnrt+xREoDY8w4/2h1aQDifwfyYeAT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2sNEcYAAADcAAAADwAAAAAAAAAAAAAAAACYAgAAZHJz&#10;L2Rvd25yZXYueG1sUEsFBgAAAAAEAAQA9QAAAIsDAAAAAA==&#10;" fillcolor="black" stroked="f"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VjEMEA&#10;AADcAAAADwAAAGRycy9kb3ducmV2LnhtbERPyWrDMBC9B/oPYgq9JXJdKMGNEkygNPTkLKXXiTW1&#10;TK2RkRTF/fvqEMjx8fbVZrKDSORD71jB86IAQdw63XOn4HR8ny9BhIiscXBMCv4owGb9MFthpd2V&#10;95QOsRM5hEOFCkyMYyVlaA1ZDAs3Emfux3mLMUPfSe3xmsPtIMuieJUWe84NBkfaGmp/DxerIJ23&#10;Tf2SvpPZf/q68675+Do3Sj09TvUbiEhTvItv7p1WUJZ5fj6Tj4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FVYxDBAAAA3AAAAA8AAAAAAAAAAAAAAAAAmAIAAGRycy9kb3du&#10;cmV2LnhtbFBLBQYAAAAABAAEAPUAAACG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tBCcUA&#10;AADcAAAADwAAAGRycy9kb3ducmV2LnhtbESPQWvCQBSE74L/YXkFb7pJDlJTVyliS/XSGgt6fGRf&#10;s6HZtyG7jbG/vlsQPA4z8w2zXA+2ET11vnasIJ0lIIhLp2uuFHweX6aPIHxA1tg4JgVX8rBejUdL&#10;zLW78IH6IlQiQtjnqMCE0OZS+tKQRT9zLXH0vlxnMUTZVVJ3eIlw28gsSebSYs1xwWBLG0Pld/Fj&#10;Ffh0sz3t7e+iP78afi92Zv5RGaUmD8PzE4hAQ7iHb+03rSDLUvg/E4+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W0EJ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55324" w:rsidRDefault="00B55324" w:rsidP="00B553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B55324" w:rsidRPr="0081108E" w:rsidRDefault="00B55324" w:rsidP="00B55324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81108E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B55324" w:rsidRPr="0081108E" w:rsidRDefault="00B55324" w:rsidP="00B55324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B55324" w:rsidRPr="0081108E" w:rsidRDefault="00B55324" w:rsidP="00B55324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proofErr w:type="gramStart"/>
      <w:r>
        <w:rPr>
          <w:rFonts w:ascii="Times New Roman" w:eastAsia="Calibri" w:hAnsi="Times New Roman" w:cs="Times New Roman"/>
          <w:lang w:val="en-US"/>
        </w:rPr>
        <w:t>I</w:t>
      </w:r>
      <w:r w:rsidRPr="0081108E">
        <w:rPr>
          <w:rFonts w:ascii="Times New Roman" w:eastAsia="Calibri" w:hAnsi="Times New Roman" w:cs="Times New Roman"/>
          <w:lang w:val="en-US"/>
        </w:rPr>
        <w:t>V</w:t>
      </w:r>
      <w:r w:rsidRPr="0081108E">
        <w:rPr>
          <w:rFonts w:ascii="Times New Roman" w:eastAsia="Calibri" w:hAnsi="Times New Roman" w:cs="Times New Roman"/>
          <w:color w:val="FF0000"/>
          <w:lang w:val="uk-UA"/>
        </w:rPr>
        <w:t xml:space="preserve">  </w:t>
      </w:r>
      <w:r w:rsidRPr="0081108E">
        <w:rPr>
          <w:rFonts w:ascii="Times New Roman" w:eastAsia="Calibri" w:hAnsi="Times New Roman" w:cs="Times New Roman"/>
          <w:lang w:val="uk-UA"/>
        </w:rPr>
        <w:t>сесії</w:t>
      </w:r>
      <w:proofErr w:type="gramEnd"/>
      <w:r w:rsidRPr="0081108E">
        <w:rPr>
          <w:rFonts w:ascii="Times New Roman" w:eastAsia="Calibri" w:hAnsi="Times New Roman" w:cs="Times New Roman"/>
          <w:lang w:val="uk-UA"/>
        </w:rPr>
        <w:t xml:space="preserve"> сільської ради  </w:t>
      </w:r>
      <w:r w:rsidRPr="0081108E">
        <w:rPr>
          <w:rFonts w:ascii="Times New Roman" w:eastAsia="Calibri" w:hAnsi="Times New Roman" w:cs="Times New Roman"/>
          <w:lang w:val="en-US"/>
        </w:rPr>
        <w:t>VIII</w:t>
      </w:r>
      <w:r w:rsidRPr="0081108E">
        <w:rPr>
          <w:rFonts w:ascii="Times New Roman" w:eastAsia="Calibri" w:hAnsi="Times New Roman" w:cs="Times New Roman"/>
          <w:lang w:val="uk-UA"/>
        </w:rPr>
        <w:t xml:space="preserve"> скликання</w:t>
      </w:r>
    </w:p>
    <w:p w:rsidR="00B55324" w:rsidRPr="0081108E" w:rsidRDefault="00B55324" w:rsidP="00B55324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B55324" w:rsidRPr="00A32618" w:rsidRDefault="00B55324" w:rsidP="00B55324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23.12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.2020р.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      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           Крупець                                        №_____</w:t>
      </w:r>
    </w:p>
    <w:p w:rsidR="00B55324" w:rsidRPr="00A32618" w:rsidRDefault="00B55324" w:rsidP="00B55324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B55324" w:rsidRPr="00A32618" w:rsidRDefault="00B55324" w:rsidP="00B55324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B55324" w:rsidRPr="00A32618" w:rsidRDefault="00B55324" w:rsidP="00B55324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A32618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B55324" w:rsidRPr="00A32618" w:rsidRDefault="00B55324" w:rsidP="00B55324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proofErr w:type="gramStart"/>
      <w:r w:rsidRPr="00A32618">
        <w:rPr>
          <w:rFonts w:ascii="Times New Roman" w:eastAsia="Calibri" w:hAnsi="Times New Roman" w:cs="Times New Roman"/>
          <w:b/>
          <w:sz w:val="24"/>
        </w:rPr>
        <w:t>техн</w:t>
      </w:r>
      <w:proofErr w:type="gramEnd"/>
      <w:r w:rsidRPr="00A32618">
        <w:rPr>
          <w:rFonts w:ascii="Times New Roman" w:eastAsia="Calibri" w:hAnsi="Times New Roman" w:cs="Times New Roman"/>
          <w:b/>
          <w:sz w:val="24"/>
        </w:rPr>
        <w:t>ічної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документації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B55324" w:rsidRPr="00A32618" w:rsidRDefault="00B55324" w:rsidP="00B55324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встановлення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(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відновлення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) меж </w:t>
      </w:r>
    </w:p>
    <w:p w:rsidR="00B55324" w:rsidRPr="00A32618" w:rsidRDefault="00B55324" w:rsidP="00B55324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в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натурі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(на </w:t>
      </w:r>
      <w:proofErr w:type="spellStart"/>
      <w:proofErr w:type="gramStart"/>
      <w:r w:rsidRPr="00A32618">
        <w:rPr>
          <w:rFonts w:ascii="Times New Roman" w:eastAsia="Calibri" w:hAnsi="Times New Roman" w:cs="Times New Roman"/>
          <w:b/>
          <w:sz w:val="24"/>
        </w:rPr>
        <w:t>м</w:t>
      </w:r>
      <w:proofErr w:type="gramEnd"/>
      <w:r w:rsidRPr="00A32618">
        <w:rPr>
          <w:rFonts w:ascii="Times New Roman" w:eastAsia="Calibri" w:hAnsi="Times New Roman" w:cs="Times New Roman"/>
          <w:b/>
          <w:sz w:val="24"/>
        </w:rPr>
        <w:t>ісцевості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>)</w:t>
      </w:r>
    </w:p>
    <w:p w:rsidR="00B55324" w:rsidRPr="00A32618" w:rsidRDefault="00B55324" w:rsidP="00B55324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uk-UA"/>
        </w:rPr>
        <w:t>Тригубу</w:t>
      </w:r>
      <w:proofErr w:type="spellEnd"/>
      <w:r>
        <w:rPr>
          <w:rFonts w:ascii="Times New Roman" w:eastAsia="Calibri" w:hAnsi="Times New Roman" w:cs="Times New Roman"/>
          <w:b/>
          <w:sz w:val="24"/>
          <w:lang w:val="uk-UA"/>
        </w:rPr>
        <w:t xml:space="preserve"> М.В.</w:t>
      </w:r>
    </w:p>
    <w:p w:rsidR="00B55324" w:rsidRPr="00A32618" w:rsidRDefault="00B55324" w:rsidP="00B55324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B55324" w:rsidRPr="00A32618" w:rsidRDefault="00B55324" w:rsidP="00B553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32618">
        <w:rPr>
          <w:rFonts w:ascii="Times New Roman" w:eastAsia="Calibri" w:hAnsi="Times New Roman" w:cs="Times New Roman"/>
          <w:sz w:val="24"/>
        </w:rPr>
        <w:t xml:space="preserve">               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A32618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A32618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A32618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»,  Земельного кодексу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Тригуба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М.В.</w:t>
      </w:r>
      <w:r w:rsidRPr="00A32618">
        <w:rPr>
          <w:rFonts w:ascii="Times New Roman" w:eastAsia="Calibri" w:hAnsi="Times New Roman" w:cs="Times New Roman"/>
          <w:sz w:val="24"/>
          <w:lang w:val="uk-UA"/>
        </w:rPr>
        <w:t>,</w:t>
      </w:r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рада</w:t>
      </w:r>
    </w:p>
    <w:p w:rsidR="00B55324" w:rsidRPr="00A32618" w:rsidRDefault="00B55324" w:rsidP="00B553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32618">
        <w:rPr>
          <w:rFonts w:ascii="Times New Roman" w:eastAsia="Calibri" w:hAnsi="Times New Roman" w:cs="Times New Roman"/>
          <w:sz w:val="24"/>
        </w:rPr>
        <w:t>ВИРІШИЛА:</w:t>
      </w:r>
    </w:p>
    <w:p w:rsidR="00B55324" w:rsidRPr="00A32618" w:rsidRDefault="00B55324" w:rsidP="00B553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55324" w:rsidRPr="00A32618" w:rsidRDefault="00B55324" w:rsidP="00B553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A32618">
        <w:rPr>
          <w:rFonts w:ascii="Times New Roman" w:eastAsia="Calibri" w:hAnsi="Times New Roman" w:cs="Times New Roman"/>
          <w:sz w:val="24"/>
        </w:rPr>
        <w:t xml:space="preserve">        1.Над</w:t>
      </w:r>
      <w:r>
        <w:rPr>
          <w:rFonts w:ascii="Times New Roman" w:eastAsia="Calibri" w:hAnsi="Times New Roman" w:cs="Times New Roman"/>
          <w:sz w:val="24"/>
        </w:rPr>
        <w:t xml:space="preserve">ати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Тригубу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Михайлу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Володимировчиу</w:t>
      </w:r>
      <w:proofErr w:type="spellEnd"/>
      <w:r w:rsidRPr="00A32618">
        <w:rPr>
          <w:rFonts w:ascii="Times New Roman" w:eastAsia="Calibri" w:hAnsi="Times New Roman" w:cs="Times New Roman"/>
          <w:sz w:val="24"/>
          <w:lang w:val="uk-UA"/>
        </w:rPr>
        <w:t>,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який зареєстрований за адресою: </w:t>
      </w:r>
      <w:r w:rsidR="00022F51">
        <w:rPr>
          <w:rFonts w:ascii="Times New Roman" w:eastAsia="Calibri" w:hAnsi="Times New Roman" w:cs="Times New Roman"/>
          <w:sz w:val="24"/>
          <w:lang w:val="en-US"/>
        </w:rPr>
        <w:t>____________________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val="uk-UA"/>
        </w:rPr>
        <w:t xml:space="preserve">, </w:t>
      </w:r>
      <w:r w:rsidRPr="00A32618">
        <w:rPr>
          <w:rFonts w:ascii="Times New Roman" w:eastAsia="Calibri" w:hAnsi="Times New Roman" w:cs="Times New Roman"/>
          <w:sz w:val="24"/>
          <w:lang w:val="uk-UA"/>
        </w:rPr>
        <w:t xml:space="preserve"> дозвіл на розробку </w:t>
      </w:r>
      <w:proofErr w:type="gramStart"/>
      <w:r w:rsidRPr="00A32618">
        <w:rPr>
          <w:rFonts w:ascii="Times New Roman" w:eastAsia="Calibri" w:hAnsi="Times New Roman" w:cs="Times New Roman"/>
          <w:sz w:val="24"/>
          <w:lang w:val="uk-UA"/>
        </w:rPr>
        <w:t>техн</w:t>
      </w:r>
      <w:proofErr w:type="gramEnd"/>
      <w:r w:rsidRPr="00A32618">
        <w:rPr>
          <w:rFonts w:ascii="Times New Roman" w:eastAsia="Calibri" w:hAnsi="Times New Roman" w:cs="Times New Roman"/>
          <w:sz w:val="24"/>
          <w:lang w:val="uk-UA"/>
        </w:rPr>
        <w:t>ічної документації із землеустрою щодо встановлення (відновлення) меж земельної ділянки в натурі (на місц</w:t>
      </w:r>
      <w:r>
        <w:rPr>
          <w:rFonts w:ascii="Times New Roman" w:eastAsia="Calibri" w:hAnsi="Times New Roman" w:cs="Times New Roman"/>
          <w:sz w:val="24"/>
          <w:lang w:val="uk-UA"/>
        </w:rPr>
        <w:t>евості), 4,87 в умовних кадастрових гектарах</w:t>
      </w:r>
      <w:r w:rsidRPr="00A32618">
        <w:rPr>
          <w:rFonts w:ascii="Times New Roman" w:eastAsia="Calibri" w:hAnsi="Times New Roman" w:cs="Times New Roman"/>
          <w:sz w:val="24"/>
          <w:lang w:val="uk-UA"/>
        </w:rPr>
        <w:t xml:space="preserve">,  </w:t>
      </w:r>
      <w:r>
        <w:rPr>
          <w:rFonts w:ascii="Times New Roman" w:eastAsia="Calibri" w:hAnsi="Times New Roman" w:cs="Times New Roman"/>
          <w:sz w:val="24"/>
          <w:lang w:val="uk-UA"/>
        </w:rPr>
        <w:t>для ведення товарного сільськогосподарського виробництва</w:t>
      </w:r>
      <w:r w:rsidRPr="00A32618">
        <w:rPr>
          <w:rFonts w:ascii="Times New Roman" w:eastAsia="Calibri" w:hAnsi="Times New Roman" w:cs="Times New Roman"/>
          <w:sz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сертифікат на  право  на земельну частку  (пай) серія ХМ №0403752, </w:t>
      </w:r>
      <w:r w:rsidRPr="00A32618">
        <w:rPr>
          <w:rFonts w:ascii="Times New Roman" w:eastAsia="Calibri" w:hAnsi="Times New Roman" w:cs="Times New Roman"/>
          <w:sz w:val="24"/>
          <w:lang w:val="uk-UA"/>
        </w:rPr>
        <w:t>земельна ділян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ка  розташована на території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сільської ради.</w:t>
      </w:r>
    </w:p>
    <w:p w:rsidR="00B55324" w:rsidRPr="00A32618" w:rsidRDefault="00B55324" w:rsidP="00B553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 xml:space="preserve">        2.Тригубу М.В.</w:t>
      </w:r>
      <w:r w:rsidRPr="00A32618">
        <w:rPr>
          <w:rFonts w:ascii="Times New Roman" w:eastAsia="Calibri" w:hAnsi="Times New Roman" w:cs="Times New Roman"/>
          <w:sz w:val="24"/>
          <w:lang w:val="uk-UA"/>
        </w:rPr>
        <w:t>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B55324" w:rsidRPr="00A32618" w:rsidRDefault="00B55324" w:rsidP="00B5532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55324" w:rsidRPr="00B55324" w:rsidRDefault="00B55324" w:rsidP="00B553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5661A1" w:rsidRPr="00B55324" w:rsidRDefault="00B55324" w:rsidP="00B553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  <w:proofErr w:type="spellStart"/>
      <w:r w:rsidRPr="00A32618">
        <w:rPr>
          <w:rFonts w:ascii="Times New Roman" w:eastAsia="Calibri" w:hAnsi="Times New Roman" w:cs="Times New Roman"/>
          <w:sz w:val="24"/>
        </w:rPr>
        <w:t>Сільський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 голова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val="uk-UA"/>
        </w:rPr>
        <w:t>Валерій   МИХАЛЮК</w:t>
      </w:r>
    </w:p>
    <w:sectPr w:rsidR="005661A1" w:rsidRPr="00B5532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55324"/>
    <w:rsid w:val="00022F51"/>
    <w:rsid w:val="00171A2E"/>
    <w:rsid w:val="00304C90"/>
    <w:rsid w:val="00505B6D"/>
    <w:rsid w:val="005661A1"/>
    <w:rsid w:val="006D3977"/>
    <w:rsid w:val="007D6C18"/>
    <w:rsid w:val="00B55324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324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260</Words>
  <Characters>1487</Characters>
  <Application>Microsoft Office Word</Application>
  <DocSecurity>0</DocSecurity>
  <Lines>12</Lines>
  <Paragraphs>3</Paragraphs>
  <ScaleCrop>false</ScaleCrop>
  <Company>Microsoft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Work</cp:lastModifiedBy>
  <cp:revision>2</cp:revision>
  <dcterms:created xsi:type="dcterms:W3CDTF">2020-12-10T13:20:00Z</dcterms:created>
  <dcterms:modified xsi:type="dcterms:W3CDTF">2020-12-11T07:22:00Z</dcterms:modified>
</cp:coreProperties>
</file>