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658" w:rsidRPr="002C7821" w:rsidRDefault="005F7658" w:rsidP="005F765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F7658" w:rsidRPr="002C7821" w:rsidRDefault="005F7658" w:rsidP="005F7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61E5A" wp14:editId="31071FE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368" name="Группа 12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658" w:rsidRDefault="005F7658" w:rsidP="005F76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4461E5A" id="Группа 1236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+tdTXcAAEFZBAAOAAAAZHJzL2Uyb0RvYy54bWzsfW1uJjmS3n8DvoOgnwNUK5nfWZiaxXRX&#10;18BA2x5gXx/gbUlVEizpLUvqrppdLGDAR/BFfANfYfdGfoIMMklVRkROdfdgFmbvolPTCkWSEUEm&#10;GV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" fillcolor="black" stroked="f"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" fillcolor="black" stroked="f"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F7658" w:rsidRDefault="005F7658" w:rsidP="005F76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7658" w:rsidRPr="002C7821" w:rsidRDefault="005F7658" w:rsidP="005F765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F7658" w:rsidRPr="002C7821" w:rsidRDefault="005F7658" w:rsidP="005F765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7658" w:rsidRPr="002C7821" w:rsidRDefault="005F7658" w:rsidP="005F765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_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5F7658" w:rsidRPr="002C7821" w:rsidRDefault="005F7658" w:rsidP="005F765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F7658" w:rsidRPr="002C7821" w:rsidRDefault="005F7658" w:rsidP="005F765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5F7658" w:rsidRPr="002C7821" w:rsidRDefault="005F7658" w:rsidP="005F765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F7658" w:rsidRPr="002C7821" w:rsidRDefault="005F7658" w:rsidP="005F765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Конопадська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 xml:space="preserve"> Г.В.</w:t>
      </w: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Конопадської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Г.В.,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5F7658" w:rsidRPr="002C7821" w:rsidRDefault="005F7658" w:rsidP="005F765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Конопадській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Галині Вікторівні, яка зареєстрована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138BA">
        <w:rPr>
          <w:rFonts w:ascii="Times New Roman" w:eastAsia="Calibri" w:hAnsi="Times New Roman" w:cs="Times New Roman"/>
          <w:sz w:val="24"/>
          <w:lang w:eastAsia="en-US"/>
        </w:rPr>
        <w:t>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0,3000 га, для </w:t>
      </w:r>
      <w:r w:rsidRPr="002C7821">
        <w:rPr>
          <w:rFonts w:ascii="Times New Roman" w:eastAsia="Calibri" w:hAnsi="Times New Roman" w:cs="Times New Roman"/>
          <w:lang w:eastAsia="en-US"/>
        </w:rPr>
        <w:t>ведення особистого селянського господарства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по вул. Миру.</w:t>
      </w: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Конопадській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Г.В.,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F7658" w:rsidRPr="002C7821" w:rsidRDefault="005F7658" w:rsidP="005F76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F7658" w:rsidRPr="002C7821" w:rsidRDefault="005F7658" w:rsidP="005F765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F7658" w:rsidRPr="002C7821" w:rsidRDefault="005F7658" w:rsidP="005F76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F7658" w:rsidRPr="002C7821" w:rsidRDefault="005F7658" w:rsidP="005F765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658"/>
    <w:rsid w:val="00222A87"/>
    <w:rsid w:val="004138BA"/>
    <w:rsid w:val="005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5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5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237</Words>
  <Characters>1354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2021-06-22T08:30:00Z</dcterms:created>
  <dcterms:modified xsi:type="dcterms:W3CDTF">2021-06-22T12:56:00Z</dcterms:modified>
</cp:coreProperties>
</file>