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116F" w:rsidRDefault="0092116F" w:rsidP="0092116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1905" t="0" r="8890" b="571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92116F" w:rsidRDefault="0092116F" w:rsidP="0092116F"/>
    <w:p w:rsidR="0092116F" w:rsidRDefault="0092116F" w:rsidP="0092116F"/>
    <w:p w:rsidR="0092116F" w:rsidRDefault="0092116F" w:rsidP="0092116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92116F" w:rsidRDefault="0092116F" w:rsidP="0092116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92116F" w:rsidRDefault="0092116F" w:rsidP="0092116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92116F" w:rsidRDefault="0092116F" w:rsidP="0092116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92116F" w:rsidRDefault="0092116F" w:rsidP="0092116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2116F" w:rsidRDefault="0092116F" w:rsidP="0092116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92116F" w:rsidRDefault="0092116F" w:rsidP="0092116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2116F" w:rsidRDefault="0092116F" w:rsidP="0092116F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</w:t>
      </w:r>
      <w:proofErr w:type="gram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proofErr w:type="gram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92116F" w:rsidRDefault="0092116F" w:rsidP="0092116F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92116F" w:rsidRPr="005E02D7" w:rsidRDefault="0092116F" w:rsidP="0092116F">
      <w:pPr>
        <w:shd w:val="clear" w:color="auto" w:fill="FFFFFF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26.06.2020  року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№92</w:t>
      </w:r>
    </w:p>
    <w:p w:rsidR="0092116F" w:rsidRPr="005E02D7" w:rsidRDefault="0092116F" w:rsidP="0092116F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  <w:lang w:eastAsia="en-US"/>
        </w:rPr>
      </w:pPr>
    </w:p>
    <w:p w:rsidR="0092116F" w:rsidRPr="005E02D7" w:rsidRDefault="0092116F" w:rsidP="0092116F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5E02D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Про </w:t>
      </w:r>
      <w:proofErr w:type="spellStart"/>
      <w:r w:rsidRPr="005E02D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надання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дозволу</w:t>
      </w:r>
      <w:proofErr w:type="spellEnd"/>
      <w:r w:rsidRPr="005E02D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на </w:t>
      </w:r>
      <w:proofErr w:type="spellStart"/>
      <w:r w:rsidRPr="005E02D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розробку</w:t>
      </w:r>
      <w:proofErr w:type="spellEnd"/>
    </w:p>
    <w:p w:rsidR="0092116F" w:rsidRPr="005E02D7" w:rsidRDefault="0092116F" w:rsidP="0092116F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5E02D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проекту  </w:t>
      </w:r>
      <w:proofErr w:type="spellStart"/>
      <w:r w:rsidRPr="005E02D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із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землеустрою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щодо</w:t>
      </w:r>
      <w:proofErr w:type="spellEnd"/>
    </w:p>
    <w:p w:rsidR="0092116F" w:rsidRPr="005E02D7" w:rsidRDefault="0092116F" w:rsidP="0092116F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proofErr w:type="spellStart"/>
      <w:r w:rsidRPr="005E02D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відведення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земельної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ділянки</w:t>
      </w:r>
      <w:proofErr w:type="spellEnd"/>
    </w:p>
    <w:p w:rsidR="0092116F" w:rsidRPr="00025D00" w:rsidRDefault="0092116F" w:rsidP="0092116F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proofErr w:type="spellStart"/>
      <w:r w:rsidRPr="005E02D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Лучанській</w:t>
      </w:r>
      <w:proofErr w:type="spellEnd"/>
      <w:r w:rsidRPr="005E02D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Т.В.</w:t>
      </w:r>
    </w:p>
    <w:p w:rsidR="0092116F" w:rsidRPr="005E02D7" w:rsidRDefault="0092116F" w:rsidP="0092116F">
      <w:pPr>
        <w:tabs>
          <w:tab w:val="left" w:pos="2160"/>
        </w:tabs>
        <w:spacing w:after="0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92116F" w:rsidRPr="005E02D7" w:rsidRDefault="0092116F" w:rsidP="0092116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Відповідно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до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пункту</w:t>
      </w:r>
      <w:proofErr w:type="gram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34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частини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1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статті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26, 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статті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42 Закону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України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місцевесамоврядування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Україні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», статей 12,  118 та 121 Земельного кодексу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України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Закону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України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землеустрій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»,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розглянувши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заяву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Лучанської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Т.В.,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сільська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рада </w:t>
      </w:r>
    </w:p>
    <w:p w:rsidR="0092116F" w:rsidRPr="005E02D7" w:rsidRDefault="0092116F" w:rsidP="0092116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ВИРІШИЛА:</w:t>
      </w:r>
    </w:p>
    <w:p w:rsidR="0092116F" w:rsidRPr="005E02D7" w:rsidRDefault="0092116F" w:rsidP="0092116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1.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Надати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Лучанській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Тетяні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Василівні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яка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зареєстрована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за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адресою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: </w:t>
      </w:r>
      <w:r w:rsidR="008E08E8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___________________</w:t>
      </w:r>
      <w:bookmarkStart w:id="0" w:name="_GoBack"/>
      <w:bookmarkEnd w:id="0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дозвіл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на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розробку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проекту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із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землеустрою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щодо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відведення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земельної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ділянки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передачі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її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у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власність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орієнтовною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площею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0,12 га, для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індивідуального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садівництва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земельна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ділянка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розташована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с</w:t>
      </w:r>
      <w:proofErr w:type="gram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.К</w:t>
      </w:r>
      <w:proofErr w:type="gram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олом’є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по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вул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.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Шевченка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92116F" w:rsidRPr="005E02D7" w:rsidRDefault="0092116F" w:rsidP="0092116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2.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Лучанській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Т.В.,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розробити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проект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землеустрою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щодо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відведення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земельної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ділянки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передачі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її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у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власність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та подати на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розгляд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сесії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сільської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ради</w:t>
      </w:r>
      <w:proofErr w:type="gram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92116F" w:rsidRPr="005E02D7" w:rsidRDefault="0092116F" w:rsidP="0092116F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E02D7">
        <w:rPr>
          <w:rFonts w:ascii="Times New Roman" w:hAnsi="Times New Roman" w:cs="Times New Roman"/>
          <w:sz w:val="24"/>
          <w:szCs w:val="24"/>
        </w:rPr>
        <w:t xml:space="preserve">      3. Контроль за </w:t>
      </w:r>
      <w:proofErr w:type="spellStart"/>
      <w:r w:rsidRPr="005E02D7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5E02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02D7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5E02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5E02D7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5E02D7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5E02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02D7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5E02D7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5E02D7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5E02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02D7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5E02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02D7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5E02D7"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 w:rsidRPr="005E02D7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5E02D7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5E02D7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5E02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02D7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5E02D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E02D7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 w:rsidRPr="005E02D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E02D7"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 w:rsidRPr="005E02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02D7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5E02D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E02D7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5E02D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proofErr w:type="gramStart"/>
      <w:r w:rsidRPr="005E02D7">
        <w:rPr>
          <w:rFonts w:ascii="Times New Roman" w:hAnsi="Times New Roman" w:cs="Times New Roman"/>
          <w:sz w:val="24"/>
          <w:szCs w:val="24"/>
        </w:rPr>
        <w:t>арх</w:t>
      </w:r>
      <w:proofErr w:type="gramEnd"/>
      <w:r w:rsidRPr="005E02D7">
        <w:rPr>
          <w:rFonts w:ascii="Times New Roman" w:hAnsi="Times New Roman" w:cs="Times New Roman"/>
          <w:sz w:val="24"/>
          <w:szCs w:val="24"/>
        </w:rPr>
        <w:t>ітектури</w:t>
      </w:r>
      <w:proofErr w:type="spellEnd"/>
      <w:r w:rsidRPr="005E02D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E02D7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5E02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02D7"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 w:rsidRPr="005E02D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E02D7"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 w:rsidRPr="005E02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02D7"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 w:rsidRPr="005E02D7">
        <w:rPr>
          <w:rFonts w:ascii="Times New Roman" w:hAnsi="Times New Roman" w:cs="Times New Roman"/>
          <w:sz w:val="24"/>
          <w:szCs w:val="24"/>
        </w:rPr>
        <w:t xml:space="preserve"> та благоустрою (Денисюк Т.В.).</w:t>
      </w:r>
    </w:p>
    <w:p w:rsidR="0092116F" w:rsidRPr="0092116F" w:rsidRDefault="0092116F" w:rsidP="0092116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en-US" w:eastAsia="en-US"/>
        </w:rPr>
      </w:pPr>
    </w:p>
    <w:p w:rsidR="0092116F" w:rsidRPr="005E02D7" w:rsidRDefault="0092116F" w:rsidP="0092116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92116F" w:rsidRPr="005E02D7" w:rsidRDefault="0092116F" w:rsidP="0092116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92116F" w:rsidRPr="005E02D7" w:rsidRDefault="0092116F" w:rsidP="0092116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92116F" w:rsidRPr="005E02D7" w:rsidRDefault="0092116F" w:rsidP="0092116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0B18A4" w:rsidRPr="0092116F" w:rsidRDefault="0092116F" w:rsidP="0092116F">
      <w:pPr>
        <w:tabs>
          <w:tab w:val="left" w:pos="2160"/>
        </w:tabs>
        <w:spacing w:after="0"/>
        <w:rPr>
          <w:rFonts w:ascii="Times New Roman" w:eastAsia="Calibri" w:hAnsi="Times New Roman" w:cs="Times New Roman"/>
          <w:sz w:val="24"/>
          <w:szCs w:val="24"/>
          <w:lang w:val="en-US" w:eastAsia="en-US"/>
        </w:rPr>
      </w:pP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Сільський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голова                                                                                                  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В.А.Михалюк</w:t>
      </w:r>
      <w:proofErr w:type="spellEnd"/>
    </w:p>
    <w:sectPr w:rsidR="000B18A4" w:rsidRPr="0092116F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116F"/>
    <w:rsid w:val="000B18A4"/>
    <w:rsid w:val="00171A2E"/>
    <w:rsid w:val="00304C90"/>
    <w:rsid w:val="00505B6D"/>
    <w:rsid w:val="006D3977"/>
    <w:rsid w:val="007D6C18"/>
    <w:rsid w:val="008E08E8"/>
    <w:rsid w:val="0092116F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0</TotalTime>
  <Pages>1</Pages>
  <Words>224</Words>
  <Characters>1278</Characters>
  <Application>Microsoft Office Word</Application>
  <DocSecurity>0</DocSecurity>
  <Lines>10</Lines>
  <Paragraphs>2</Paragraphs>
  <ScaleCrop>false</ScaleCrop>
  <Company>Microsoft</Company>
  <LinksUpToDate>false</LinksUpToDate>
  <CharactersWithSpaces>1500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2020-07-02T11:55:00Z</dcterms:created>
  <dcterms:modified xsi:type="dcterms:W3CDTF">2020-07-02T13:21:00Z</dcterms:modified>
</cp:coreProperties>
</file>