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344" w:rsidRPr="00154EFF" w:rsidRDefault="006D7344" w:rsidP="006D7344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344" w:rsidRDefault="006D7344" w:rsidP="006D73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7344" w:rsidRDefault="006D7344" w:rsidP="006D73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D7344" w:rsidRDefault="006D7344" w:rsidP="006D73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344" w:rsidRDefault="006D7344" w:rsidP="006D73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D7344" w:rsidRDefault="006D7344" w:rsidP="006D73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7344" w:rsidRDefault="006D7344" w:rsidP="006D734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№88</w:t>
      </w:r>
    </w:p>
    <w:p w:rsidR="006D7344" w:rsidRPr="003B50D1" w:rsidRDefault="006D7344" w:rsidP="006D734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D7344" w:rsidRPr="003B50D1" w:rsidRDefault="006D7344" w:rsidP="006D734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6D7344" w:rsidRPr="003B50D1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6D7344" w:rsidRPr="003B50D1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6D7344" w:rsidRPr="003B50D1" w:rsidRDefault="006D7344" w:rsidP="006D73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Дмитрук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А.А.</w:t>
      </w:r>
    </w:p>
    <w:p w:rsidR="006D7344" w:rsidRPr="003B50D1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6D7344" w:rsidRPr="003B50D1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12,116,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118, 121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12</w:t>
      </w:r>
      <w:r>
        <w:rPr>
          <w:rFonts w:ascii="Times New Roman" w:eastAsia="Calibri" w:hAnsi="Times New Roman" w:cs="Times New Roman"/>
          <w:sz w:val="24"/>
          <w:lang w:val="ru-RU"/>
        </w:rPr>
        <w:t>2, 186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 Дмитрук А.А.,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6D7344" w:rsidRPr="00276BF3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6D7344" w:rsidRPr="003B50D1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1.</w:t>
      </w:r>
      <w:r w:rsidRPr="003B50D1">
        <w:rPr>
          <w:rFonts w:ascii="Times New Roman" w:eastAsia="Calibri" w:hAnsi="Times New Roman" w:cs="Times New Roman"/>
          <w:sz w:val="24"/>
        </w:rPr>
        <w:t xml:space="preserve">Надати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Аллі Андріївні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17299">
        <w:rPr>
          <w:rFonts w:ascii="Times New Roman" w:eastAsia="Calibri" w:hAnsi="Times New Roman" w:cs="Times New Roman"/>
          <w:sz w:val="24"/>
        </w:rPr>
        <w:t>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1,0000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Дідова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Гора</w:t>
      </w:r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6D7344" w:rsidRPr="003B50D1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А.А.,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D7344" w:rsidRPr="003B50D1" w:rsidRDefault="006D7344" w:rsidP="006D73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D7344" w:rsidRPr="003B50D1" w:rsidRDefault="006D7344" w:rsidP="006D73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D7344" w:rsidRPr="003B50D1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D7344" w:rsidRPr="003B50D1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D7344" w:rsidRPr="003B50D1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D7344" w:rsidRDefault="006D7344" w:rsidP="006D73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E1B53" w:rsidRPr="006D7344" w:rsidRDefault="006D7344" w:rsidP="006D73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6E1B53" w:rsidRPr="006D73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344"/>
    <w:rsid w:val="00617299"/>
    <w:rsid w:val="006D7344"/>
    <w:rsid w:val="006E1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D73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D7344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3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6D73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D7344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232</Words>
  <Characters>1326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2022-02-08T06:57:00Z</dcterms:created>
  <dcterms:modified xsi:type="dcterms:W3CDTF">2022-02-08T11:31:00Z</dcterms:modified>
</cp:coreProperties>
</file>