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917" w:rsidRDefault="004A2917" w:rsidP="004A291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A2917" w:rsidRDefault="004A2917" w:rsidP="004A29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FDF3D94" wp14:editId="624A4A6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15" name="Группа 10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2917" w:rsidRDefault="004A2917" w:rsidP="004A29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1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HoJrZFVdwAAQVkEAA4AAAAAAAAAAAAA&#10;AAAALgIAAGRycy9lMm9Eb2MueG1sUEsBAi0AFAAGAAgAAAAhAJ7TZG3dAAAABgEAAA8AAAAAAAAA&#10;AAAAAAAAr3kAAGRycy9kb3ducmV2LnhtbFBLBQYAAAAABAAEAPMAAAC5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CmW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6N4MIL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+QKZa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ixYsYA&#10;AADeAAAADwAAAGRycy9kb3ducmV2LnhtbERPS2sCMRC+F/ofwgi9iGZtwcfWKEXYPjwIPsDrsJlu&#10;1m4mS5Lq1l/fFAre5uN7znzZ2UacyYfasYLRMANBXDpdc6XgsC8GUxAhImtsHJOCHwqwXNzfzTHX&#10;7sJbOu9iJVIIhxwVmBjbXMpQGrIYhq4lTtyn8xZjgr6S2uMlhdtGPmbZWFqsOTUYbGllqPzafVsF&#10;p2JjjqvJ9dX3Z1u69ov1W/MxVuqh1708g4jUxZv43/2u0/zsaTS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ixY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SBEcMA&#10;AADeAAAADwAAAGRycy9kb3ducmV2LnhtbESPzYrCMBDH74LvEEbwImuqwiJdo4ioiBdR9wGGZmzK&#10;NpPSRNt9+52DsLcZ5v/xm9Wm97V6URurwAZm0wwUcRFsxaWB7/vhYwkqJmSLdWAy8EsRNuvhYIW5&#10;DR1f6XVLpZIQjjkacCk1udaxcOQxTkNDLLdHaD0mWdtS2xY7Cfe1nmfZp/ZYsTQ4bGjnqPi5Pb2U&#10;XBZ4OT+6++HYY4f7s+PJ9mrMeNRvv0Al6tO/+O0+WcHPFjPhlXdkBr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SBE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wxsMUA&#10;AADeAAAADwAAAGRycy9kb3ducmV2LnhtbERPTUsDMRC9C/0PYQRvNtuqVdemRaqCFHqwLYi3YTPd&#10;XbqZhGTsrv/eCEJv83ifM18OrlMniqn1bGAyLkARV962XBvY796uH0AlQbbYeSYDP5RguRhdzLG0&#10;vucPOm2lVjmEU4kGGpFQap2qhhymsQ/EmTv46FAyjLW2Efsc7jo9LYqZdthybmgw0Kqh6rj9dgY2&#10;/WtY38/uDuEr3k51erHyuRJjri6H5ydQQoOcxf/ud5vnFzeTR/h7J9+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DG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5HqsQA&#10;AADeAAAADwAAAGRycy9kb3ducmV2LnhtbESPQYvCMBCF7wv+hzCCl2VNV0GkaxQRFfEi6v6AoRmb&#10;ss2kNFlb/71zELzNMO+9b95i1fta3amNVWAD3+MMFHERbMWlgd/r7msOKiZki3VgMvCgCKvl4GOB&#10;uQ0dn+l+SaWSEI45GnApNbnWsXDkMY5DQyy3W2g9JlnbUtsWOwn3tZ5k2Ux7rFgIDhvaOCr+Lv9e&#10;IKcpno637rrb99jh9uj4c302ZjTs1z+gEvXpLX65D1bez6YTKSB1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R6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b3C8QA&#10;AADeAAAADwAAAGRycy9kb3ducmV2LnhtbERPTUsDMRC9C/6HMIK3NttVq2ybFqkKIniwFoq3YTPd&#10;XbqZhGTsrv/eCAVv83ifs1yPrlcniqnzbGA2LUAR19523BjYfb5MHkAlQbbYeyYDP5Rgvbq8WGJl&#10;/cAfdNpKo3IIpwoNtCKh0jrVLTlMUx+IM3fw0aFkGBttIw453PW6LIq5dthxbmgx0Kal+rj9dgbe&#10;h+fwdj+/O4SveFvq9GRlvxFjrq/GxwUooVH+xWf3q83zi5ty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W9w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F0lcQA&#10;AADeAAAADwAAAGRycy9kb3ducmV2LnhtbERP32vCMBB+H/g/hBN8GTNdZSKdUXQQNnAg6mCvR3O2&#10;xeZSkmi7/34RBnu7j+/nLdeDbcWNfGgcK3ieZiCIS2carhR8nfTTAkSIyAZbx6TghwKsV6OHJRbG&#10;9Xyg2zFWIoVwKFBBHWNXSBnKmiyGqeuIE3d23mJM0FfSeOxTuG1lnmVzabHh1FBjR281lZfj1SrY&#10;7vtq5h/L7eB25/fvF62N/tRKTcbD5hVEpCH+i//cHybNz2Z5Dvd30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BdJ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b8cMA&#10;AADeAAAADwAAAGRycy9kb3ducmV2LnhtbERPS2rDMBDdB3IHMYHuErlOE4IbOYQWQynd5HOAwZpa&#10;rq2RkRTHvX1VKHQ3j/ed/WGyvRjJh9axgsdVBoK4drrlRsH1Ui13IEJE1tg7JgXfFOBQzmd7LLS7&#10;84nGc2xECuFQoAIT41BIGWpDFsPKDcSJ+3TeYkzQN1J7vKdw28s8y7bSYsupweBAL4bq7nyzCqr3&#10;/GPsbtpX7jg9WdqYr92rUephMR2fQUSa4r/4z/2m0/xsna/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2b8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RJes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fjadzOD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5El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mHs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zsJV/B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imH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SmgcAA&#10;AADeAAAADwAAAGRycy9kb3ducmV2LnhtbERP24rCMBB9F/YfwizsmyZeWbqNIoKij1Y/YGhm29Jm&#10;0m2irX+/EQTf5nCuk24G24g7db5yrGE6USCIc2cqLjRcL/vxNwgfkA02jknDgzxs1h+jFBPjej7T&#10;PQuFiCHsE9RQhtAmUvq8JIt+4lriyP26zmKIsCuk6bCP4baRM6VW0mLFsaHElnYl5XV2sxoWj/7w&#10;ly1rtTeWpqd5e+KQL7X++hy2PyACDeEtfrmPJs5X89kKnu/EG+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oSmg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oVtcQA&#10;AADeAAAADwAAAGRycy9kb3ducmV2LnhtbERPTWvCQBC9F/wPywi91Y0RrI1ZRQyW0lONqechOybB&#10;7GzIbjT++26h0Ns83uek29G04ka9aywrmM8iEMSl1Q1XCorT4WUFwnlkja1lUvAgB9vN5CnFRNs7&#10;H+mW+0qEEHYJKqi97xIpXVmTQTezHXHgLrY36APsK6l7vIdw08o4ipbSYMOhocaO9jWV13wwCobl&#10;OS748qm/8uzx/pYddk5+V0o9T8fdGoSn0f+L/9wfOsyPFvE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KFb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ox2skA&#10;AADeAAAADwAAAGRycy9kb3ducmV2LnhtbESPT0/CQBDF7yR+h82YeIMtYBooLERJTNSDhH8HbkN3&#10;aKvd2dJdoX5752DibSbvzXu/mS87V6srtaHybGA4SEAR595WXBjY7176E1AhIlusPZOBHwqwXNz1&#10;5phZf+MNXbexUBLCIUMDZYxNpnXIS3IYBr4hFu3sW4dR1rbQtsWbhLtaj5Ik1Q4rloYSG1qVlH9t&#10;v52Bw3qSTtfPb4+f7x8nHDt7OdoqNebhvnuagYrUxX/z3/WrFfxkPBJ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Tox2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8D1cQA&#10;AADeAAAADwAAAGRycy9kb3ducmV2LnhtbERPTWvCQBC9C/6HZYTezKaJSBpdRVvU4snaQq9DdkxC&#10;s7Mhu43RX98tFHqbx/uc5Xowjeipc7VlBY9RDIK4sLrmUsHH+26agXAeWWNjmRTcyMF6NR4tMdf2&#10;ym/Un30pQgi7HBVU3re5lK6oyKCLbEscuIvtDPoAu1LqDq8h3DQyieO5NFhzaKiwpeeKiq/zt1Fw&#10;n3/iyR2S7UuqPd1m2d4eT3ulHibDZgHC0+D/xX/uVx3mx2nyBL/vh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PA9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VO8YA&#10;AADeAAAADwAAAGRycy9kb3ducmV2LnhtbESPzW7CQAyE70i8w8pI3GBTfqo2ZUFVRaXegLQPYGXd&#10;TUTWG7ILpH16fEDiZsvjmflWm9436kJdrAMbeJpmoIjLYGt2Bn6+PycvoGJCttgEJgN/FGGzHg5W&#10;mNtw5QNdiuSUmHDM0UCVUptrHcuKPMZpaInl9hs6j0nWzmnb4VXMfaNnWfasPdYsCRW29FFReSzO&#10;3sApzJa2L7a4O25f97Vzi9P/YWHMeNS/v4FK1KeH+P79ZaV+Np8LgODIDHp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FVVO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WWS8QA&#10;AADeAAAADwAAAGRycy9kb3ducmV2LnhtbERPyW7CMBC9V+o/WFOJW3FCBE0DDqJISFxZDj1O7SEJ&#10;jcdp7ELg6+tKlXqbp7fOYjnYVlyo941jBek4AUGsnWm4UnA8bJ5zED4gG2wdk4IbeViWjw8LLIy7&#10;8o4u+1CJGMK+QAV1CF0hpdc1WfRj1xFH7uR6iyHCvpKmx2sMt62cJMlMWmw4NtTY0bom/bn/tgq2&#10;zQdNZ/r0avM3vXu/f4Xs5WyUGj0NqzmIQEP4F/+5tybOT7Ishd934g2y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llk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bx68UA&#10;AADeAAAADwAAAGRycy9kb3ducmV2LnhtbERP0WoCMRB8L/gPYQXfatITSj2NUgsFS61QFX1dLuvl&#10;8LI5Lul5/r0pFPo2u7MzszNf9q4WHbWh8qzhaaxAEBfeVFxqOOzfH19AhIhssPZMGm4UYLkYPMwx&#10;N/7K39TtYimSCYccNdgYm1zKUFhyGMa+IU7c2bcOYxrbUpoWr8nc1TJT6lk6rDglWGzozVJx2f04&#10;DR1ub+pkV1/Tj2pTZNvV8dOkvR4N+9cZiEh9/D/+U69Nel9NJhn81kkY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VvHr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eL6sIA&#10;AADeAAAADwAAAGRycy9kb3ducmV2LnhtbERPTUvDQBC9C/6HZQRvdtMERGK3RQoVjzZ66HHMTrOp&#10;2Zmwuzaxv94VBG/zeJ+z2sx+UGcKsRc2sFwUoIhbsT13Bt7fdncPoGJCtjgIk4FvirBZX1+tsLYy&#10;8Z7OTepUDuFYowGX0lhrHVtHHuNCRuLMHSV4TBmGTtuAUw73gy6L4l577Dk3OBxp66j9bL68gem5&#10;/TiVx4N1lzDKrnmVUzmIMbc389MjqERz+hf/uV9snl9UV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F4v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qmEsQA&#10;AADeAAAADwAAAGRycy9kb3ducmV2LnhtbERP22oCMRB9F/oPYQq+aVZFK6tRvIKUlqJt38fNuLtt&#10;Mlk2Ude/NwWhb3M415nOG2vEhWpfOlbQ6yYgiDOnS84VfH1uO2MQPiBrNI5JwY08zGdPrSmm2l15&#10;T5dDyEUMYZ+igiKEKpXSZwVZ9F1XEUfu5GqLIcI6l7rGawy3RvaTZCQtlhwbCqxoVVD2ezhbBduP&#10;tfnpv+8X3zKsNi9HM35drt+Uaj83iwmIQE34Fz/cOx3nJ4PBEP7eiT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Kph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XjoMgA&#10;AADeAAAADwAAAGRycy9kb3ducmV2LnhtbESPQWvCQBCF7wX/wzJCL1I3tlpC6ipSKCooWFvodcxO&#10;k2B2NmS3Mf575yD0NsN7894382XvatVRGyrPBibjBBRx7m3FhYHvr4+nFFSIyBZrz2TgSgGWi8HD&#10;HDPrL/xJ3TEWSkI4ZGigjLHJtA55SQ7D2DfEov361mGUtS20bfEi4a7Wz0nyqh1WLA0lNvReUn4+&#10;/jkD3WF3KjZdaLbndBRmL6f1em9/jHkc9qs3UJH6+G++X2+s4E/TqfDKOzKDXt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5eO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U4JsUA&#10;AADeAAAADwAAAGRycy9kb3ducmV2LnhtbERPS2vCQBC+C/0PyxR6000lLTG6Si0Uein4OuhtzI5J&#10;MDub7m41+uu7guBtPr7nTGadacSJnK8tK3gdJCCIC6trLhVs1l/9DIQPyBoby6TgQh5m06feBHNt&#10;z7yk0yqUIoawz1FBFUKbS+mLigz6gW2JI3ewzmCI0JVSOzzHcNPIYZK8S4M1x4YKW/qsqDiu/oyC&#10;+Sib/y5S/rku9zvabffHt6FLlHp57j7GIAJ14SG+u791nJ9m6Qh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TgmxQAAAN4AAAAPAAAAAAAAAAAAAAAAAJgCAABkcnMv&#10;ZG93bnJldi54bWxQSwUGAAAAAAQABAD1AAAAigMAAAAA&#10;" fillcolor="black" stroked="f"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UJZskA&#10;AADeAAAADwAAAGRycy9kb3ducmV2LnhtbESPT2/CMAzF75P2HSJP2m2kQwNVhYDG/kiTgAOww46m&#10;8dqojVM1GXR8+vkwiZstP7/3fvPl4Ft1oj66wAYeRxko4jJYx5WBz8P7Qw4qJmSLbWAy8EsRlovb&#10;mzkWNpx5R6d9qpSYcCzQQJ1SV2gdy5o8xlHoiOX2HXqPSda+0rbHs5j7Vo+zbKo9OpaEGjt6qals&#10;9j/ewNd66vKdo/Fxc1m92c2kWW1fG2Pu74bnGahEQ7qK/78/rNR/yic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OUJZ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Bz8UA&#10;AADeAAAADwAAAGRycy9kb3ducmV2LnhtbERPS2sCMRC+F/wPYQrealaxZdkaRSyilx7qA6/DZrrZ&#10;7mayTaKu/vqmUOhtPr7nzBa9bcWFfKgdKxiPMhDEpdM1VwoO+/VTDiJEZI2tY1JwowCL+eBhhoV2&#10;V/6gyy5WIoVwKFCBibErpAylIYth5DrixH06bzEm6CupPV5TuG3lJMtepMWaU4PBjlaGymZ3tgr8&#10;8vTW3Pl8bLL7+y1svvrvHI1Sw8d++QoiUh//xX/urU7zp/nzG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+8HP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jp88UA&#10;AADeAAAADwAAAGRycy9kb3ducmV2LnhtbERP22rCQBB9L/QflhH6UnTT0FaNrlIKhYIiaP2AMTsm&#10;wd3ZkJ1q7Ne7hULf5nCuM1/23qkzdbEJbOBplIEiLoNtuDKw//oYTkBFQbboApOBK0VYLu7v5ljY&#10;cOEtnXdSqRTCsUADtUhbaB3LmjzGUWiJE3cMnUdJsKu07fCSwr3TeZa9ao8Np4YaW3qvqTztvr0B&#10;lx/cdDWOa7nu9Tr78bJ93FhjHgb92wyUUC//4j/3p03znycvOf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WOnz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NMsUA&#10;AADeAAAADwAAAGRycy9kb3ducmV2LnhtbERPTWsCMRC9F/ofwhS81Wy1FdkapSrCXnroavE6bsbN&#10;YjJZNlHX/vqmUPA2j/c5s0XvrLhQFxrPCl6GGQjiyuuGawW77eZ5CiJEZI3WMym4UYDF/PFhhrn2&#10;V/6iSxlrkUI45KjAxNjmUobKkMMw9C1x4o6+cxgT7GqpO7ymcGflKMsm0mHDqcFgSytD1ak8OwXr&#10;srWjXWGWYf/9eTjY4mdD+7VSg6f+4x1EpD7exf/uQqf5r9O3Mfy9k26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xA0y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gncMMA&#10;AADeAAAADwAAAGRycy9kb3ducmV2LnhtbERPTWsCMRC9F/ofwhR6q4liraxmFxEFoadaPXgbknF3&#10;dTNZNqm7/ntTKPQ2j/c5y2JwjbhRF2rPGsYjBYLYeFtzqeHwvX2bgwgR2WLjmTTcKUCRPz8tMbO+&#10;5y+67WMpUgiHDDVUMbaZlMFU5DCMfEucuLPvHMYEu1LaDvsU7ho5UWomHdacGipsaV2Rue5/nIbL&#10;Vn56o9AcD8d+Zz9Omxk1SuvXl2G1ABFpiP/iP/fOpvnT+fsUft9JN8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gnc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xjMQA&#10;AADeAAAADwAAAGRycy9kb3ducmV2LnhtbERPTWvCQBC9C/6HZYTedKOtJURXUUEoLT2oRTyO2TEJ&#10;yc6G3VXTf98tCN7m8T5nvuxMI27kfGVZwXiUgCDOra64UPBz2A5TED4ga2wsk4Jf8rBc9HtzzLS9&#10;845u+1CIGMI+QwVlCG0mpc9LMuhHtiWO3MU6gyFCV0jt8B7DTSMnSfIuDVYcG0psaVNSXu+vRsHp&#10;+sWX79fPlVuHo+0Ovp6c01qpl0G3moEI1IWn+OH+0HH+Wzqdwv878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McY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M6icUA&#10;AADeAAAADwAAAGRycy9kb3ducmV2LnhtbERPS2sCMRC+C/6HMIXeNFtRWVejaKHgpeDroLdxM+4u&#10;bibbJOq2v94UCr3Nx/ec2aI1tbiT85VlBW/9BARxbnXFhYLD/qOXgvABWWNtmRR8k4fFvNuZYabt&#10;g7d034VCxBD2GSooQ2gyKX1ekkHftw1x5C7WGQwRukJqh48Ybmo5SJKxNFhxbCixofeS8uvuZhSs&#10;JunqazPkz5/t+USn4/k6GrhEqdeXdjkFEagN/+I/91rH+cN0NIbfd+IN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gzqJxQAAAN4AAAAPAAAAAAAAAAAAAAAAAJgCAABkcnMv&#10;ZG93bnJldi54bWxQSwUGAAAAAAQABAD1AAAAigMAAAAA&#10;" fillcolor="black" stroked="f"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UuMQA&#10;AADeAAAADwAAAGRycy9kb3ducmV2LnhtbERPS0sDMRC+C/0PYQrebNZXLWvTshRE8bRtLb1ON+Nm&#10;cTNZkpiu/94IQm/z8T1nuR5tLxL50DlWcDsrQBA3TnfcKvjYv9wsQISIrLF3TAp+KMB6NblaYqnd&#10;mbeUdrEVOYRDiQpMjEMpZWgMWQwzNxBn7tN5izFD30rt8ZzDbS/vimIuLXacGwwOtDHUfO2+rYJ0&#10;2tTVfToms333Vetd/Xo41UpdT8fqGUSkMV7E/+43nec/LB6f4O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5lL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pEw8gA&#10;AADeAAAADwAAAGRycy9kb3ducmV2LnhtbESPQU/CQBCF7yb8h82QcJMtBgkWFmKIGvWiVhI4TrpD&#10;t6E723TXUv31zsHE20zem/e+WW8H36ieulgHNjCbZqCIy2BrrgzsPx+vl6BiQrbYBCYD3xRhuxld&#10;rTG34cIf1BepUhLCMUcDLqU21zqWjjzGaWiJRTuFzmOStau07fAi4b7RN1m20B5rlgaHLe0clefi&#10;yxuIs93D4dX/3PXHJ8dvxYtbvFfOmMl4uF+BSjSkf/Pf9bMV/PnyVnjlHZ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SkTD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2917" w:rsidRDefault="004A2917" w:rsidP="004A29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A2917" w:rsidRDefault="004A2917" w:rsidP="004A291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A2917" w:rsidRDefault="004A2917" w:rsidP="004A29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A2917" w:rsidRDefault="004A2917" w:rsidP="004A29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4A2917" w:rsidRDefault="004A2917" w:rsidP="004A291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A2917" w:rsidRDefault="004A2917" w:rsidP="004A291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bookmarkEnd w:id="0"/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A2917" w:rsidRDefault="004A2917" w:rsidP="004A29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8425F" w:rsidRPr="00E8425F">
        <w:rPr>
          <w:rFonts w:ascii="Times New Roman" w:eastAsia="Calibri" w:hAnsi="Times New Roman" w:cs="Times New Roman"/>
          <w:sz w:val="24"/>
          <w:lang w:eastAsia="en-US"/>
        </w:rPr>
        <w:t>_</w:t>
      </w:r>
      <w:r w:rsidR="00E8425F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0,0900га,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A2917" w:rsidRDefault="004A2917" w:rsidP="004A2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A2917" w:rsidRDefault="004A2917" w:rsidP="004A29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A2917" w:rsidRDefault="004A2917" w:rsidP="004A29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A2917" w:rsidRDefault="004A2917" w:rsidP="004A2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A2917" w:rsidRDefault="004A2917" w:rsidP="004A2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A2917" w:rsidRPr="004A2917" w:rsidRDefault="004A2917" w:rsidP="004A2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4A2917" w:rsidRDefault="004A2917" w:rsidP="004A29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D0AEE" w:rsidRPr="004A2917" w:rsidRDefault="004A2917" w:rsidP="004A29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D0AEE" w:rsidRPr="004A29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2917"/>
    <w:rsid w:val="004A2917"/>
    <w:rsid w:val="00E8425F"/>
    <w:rsid w:val="00ED0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1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91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2021-07-19T05:42:00Z</dcterms:created>
  <dcterms:modified xsi:type="dcterms:W3CDTF">2021-07-19T06:58:00Z</dcterms:modified>
</cp:coreProperties>
</file>