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53A" w:rsidRDefault="0032653A" w:rsidP="003265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2653A" w:rsidRDefault="00575697" w:rsidP="0032653A">
      <w:pPr>
        <w:jc w:val="both"/>
        <w:rPr>
          <w:rFonts w:ascii="Times New Roman" w:hAnsi="Times New Roman" w:cs="Times New Roman"/>
        </w:rPr>
      </w:pPr>
      <w:r w:rsidRPr="00575697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2653A" w:rsidRDefault="0032653A" w:rsidP="003265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2653A" w:rsidRDefault="0032653A" w:rsidP="003265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2653A" w:rsidRDefault="0032653A" w:rsidP="0032653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2653A" w:rsidRDefault="0032653A" w:rsidP="003265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2653A" w:rsidRDefault="0032653A" w:rsidP="003265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2653A" w:rsidRDefault="0032653A" w:rsidP="0032653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2653A" w:rsidRDefault="0032653A" w:rsidP="003265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2653A" w:rsidRDefault="0032653A" w:rsidP="003265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2653A" w:rsidRDefault="0032653A" w:rsidP="003265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2653A" w:rsidRDefault="0032653A" w:rsidP="003265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2653A" w:rsidRDefault="0032653A" w:rsidP="003265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2653A" w:rsidRDefault="0032653A" w:rsidP="0032653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2653A" w:rsidRDefault="0032653A" w:rsidP="0032653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2653A" w:rsidRDefault="0032653A" w:rsidP="0032653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2653A" w:rsidRPr="00F845BA" w:rsidRDefault="0032653A" w:rsidP="0032653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32653A" w:rsidRPr="00C623C0" w:rsidRDefault="0032653A" w:rsidP="0032653A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32653A" w:rsidRPr="00F845BA" w:rsidRDefault="0032653A" w:rsidP="0032653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2653A" w:rsidRPr="00F845BA" w:rsidRDefault="0032653A" w:rsidP="0032653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2653A" w:rsidRPr="00F845BA" w:rsidRDefault="0032653A" w:rsidP="0032653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32653A" w:rsidRPr="00F845BA" w:rsidRDefault="0032653A" w:rsidP="0032653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Кравчук Н.І.</w:t>
      </w:r>
    </w:p>
    <w:p w:rsidR="0032653A" w:rsidRPr="00F845BA" w:rsidRDefault="0032653A" w:rsidP="0032653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2653A" w:rsidRPr="00F845BA" w:rsidRDefault="0032653A" w:rsidP="003265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№__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____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Лисиченської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ради,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Кравчук Н.І.,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32653A" w:rsidRPr="00F845BA" w:rsidRDefault="0032653A" w:rsidP="003265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32653A" w:rsidRPr="00F845BA" w:rsidRDefault="0032653A" w:rsidP="003265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Відмовити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Кравчук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Наталії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Іванівні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527F80" w:rsidRPr="00527F80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у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наданні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дозволу на розробку проекту із землеустрою щодо відведення земельної ділянки для передачі її у власність, орієнтовною площею 2,0000 га, для ведення особистого селянського господарства, земельна ділянка розташована в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.Л</w:t>
      </w:r>
      <w:proofErr w:type="gramEnd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исиче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у  зв’язку з тим що рішенням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>Лисиченської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сільської ради №__ від _________ означена земельна ділянка запроектована під землі  житлової забудови.</w:t>
      </w:r>
    </w:p>
    <w:p w:rsidR="0032653A" w:rsidRPr="00F845BA" w:rsidRDefault="0032653A" w:rsidP="003265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845B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(Денисюк Т.В.).</w:t>
      </w:r>
    </w:p>
    <w:p w:rsidR="0032653A" w:rsidRPr="00F845BA" w:rsidRDefault="0032653A" w:rsidP="003265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2653A" w:rsidRPr="00F845BA" w:rsidRDefault="0032653A" w:rsidP="003265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2653A" w:rsidRPr="0032653A" w:rsidRDefault="0032653A" w:rsidP="003265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6F472F" w:rsidRPr="0032653A" w:rsidRDefault="0032653A" w:rsidP="0032653A">
      <w:pPr>
        <w:spacing w:after="0"/>
        <w:jc w:val="right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845B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sectPr w:rsidR="006F472F" w:rsidRPr="0032653A" w:rsidSect="006F4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2653A"/>
    <w:rsid w:val="00171A2E"/>
    <w:rsid w:val="00304C90"/>
    <w:rsid w:val="0032653A"/>
    <w:rsid w:val="00365FB5"/>
    <w:rsid w:val="00505B6D"/>
    <w:rsid w:val="00527F80"/>
    <w:rsid w:val="00575697"/>
    <w:rsid w:val="006D3977"/>
    <w:rsid w:val="006F472F"/>
    <w:rsid w:val="007D6C18"/>
    <w:rsid w:val="00A86D8E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53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231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2019-12-11T11:32:00Z</dcterms:created>
  <dcterms:modified xsi:type="dcterms:W3CDTF">2019-12-11T12:04:00Z</dcterms:modified>
</cp:coreProperties>
</file>