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2798" w:rsidRDefault="00E92798" w:rsidP="00E9279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0E3837" wp14:editId="3A8F530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53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798" w:rsidRDefault="00E92798" w:rsidP="00E927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AYPX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7o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fIM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Jl/x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F8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PXMUA&#10;AADdAAAADwAAAGRycy9kb3ducmV2LnhtbERPy2oCMRTdC/5DuEI3UjN92To1ShFG2y4K2oLby+R2&#10;Mjq5GZJUR7/eLAouD+c9nXe2EQfyoXas4G6UgSAuna65UvDzXdy+gAgRWWPjmBScKMB81u9NMdfu&#10;yGs6bGIlUgiHHBWYGNtcylAashhGriVO3K/zFmOCvpLa4zGF20beZ9lYWqw5NRhsaWGo3G/+rIJd&#10;8WW2i+fz0g8nazoPi89V8zFW6mbQvb2CiNTFq/jf/a4VPD49pLnpTX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Q9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IuM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haDC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XI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+MMA&#10;AADdAAAADwAAAGRycy9kb3ducmV2LnhtbERPTUsDMRC9C/6HMAVvNtuyrbI2LVIVpOChVSi9DZvp&#10;7uJmEpKxu/57cyh4fLzv1WZ0vbpQTJ1nA7NpAYq49rbjxsDX59v9I6gkyBZ7z2TglxJs1rc3K6ys&#10;H3hPl4M0KodwqtBAKxIqrVPdksM09YE4c2cfHUqGsdE24pDDXa/nRbHUDjvODS0G2rZUfx9+nIGP&#10;4TXsHpaLczjFcq7Ti5XjVoy5m4zPT6CERvkXX93v1kC5KPP+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LH+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3w8UA&#10;AADdAAAADwAAAGRycy9kb3ducmV2LnhtbESP3WrCQBCF7wu+wzIFb4putGmR6CaI1FJyI/48wJAd&#10;s6HZ2ZDdmvj2bqHQy8P5+TibYrStuFHvG8cKFvMEBHHldMO1gst5P1uB8AFZY+uYFNzJQ5FPnjaY&#10;aTfwkW6nUIs4wj5DBSaELpPSV4Ys+rnriKN3db3FEGVfS93jEMdtK5dJ8i4tNhwJBjvaGaq+Tz82&#10;Qg6veCivw3n/OeKAH6Xhl+1RqenzuF2DCDSG//Bf+0srSN/S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RbfD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8FMYA&#10;AADdAAAADwAAAGRycy9kb3ducmV2LnhtbESPQUvDQBSE70L/w/IK3uzGkFaJ3ZbSKojgwSqIt0f2&#10;NQlm3y67zyb+e1cQPA4z8w2z3k5uUGeKqfds4HpRgCJuvO25NfD2+nB1CyoJssXBMxn4pgTbzexi&#10;jbX1I7/Q+SityhBONRroREKtdWo6cpgWPhBn7+SjQ8kyttpGHDPcDbosipV22HNe6DDQvqPm8/jl&#10;DDyP9+HpZrU8hY9YlTodrLzvxZjL+bS7AyU0yX/4r/1oDVT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z8F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58c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XT2XQC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D58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7wM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YlM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xO8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EHscA&#10;AADdAAAADwAAAGRycy9kb3ducmV2LnhtbESPzWrDMBCE74W8g9hCLyGR28YhuFFCUhANtFDyA70u&#10;1sY2tVZGUmP37aNCoMdhZr5hluvBtuJCPjSOFTxOMxDEpTMNVwpORz1ZgAgR2WDrmBT8UoD1anS3&#10;xMK4nvd0OcRKJAiHAhXUMXaFlKGsyWKYuo44eWfnLcYkfSWNxz7BbSufsmwuLTacFmrs6LWm8vvw&#10;YxVsP/vq2Y/L7eDez29fudZGf2ilHu6HzQuISEP8D9/aO6Ngls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FxB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8ALMQA&#10;AADdAAAADwAAAGRycy9kb3ducmV2LnhtbESPUWvCMBSF3wf+h3CFvc1UqSLVVEQpjLGXuf2AS3Nt&#10;apubksTa/ftlMNjj4ZzzHc7+MNlejORD61jBcpGBIK6dbrlR8PVZvWxBhIissXdMCr4pwKGcPe2x&#10;0O7BHzReYiMShEOBCkyMQyFlqA1ZDAs3ECfv6rzFmKRvpPb4SHDby1WWbaTFltOCwYFOhurucrcK&#10;qrfV+9jdta/cccotrc1tezZKPc+n4w5EpCn+h//ar1pBvs438PsmPQF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AC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/kcIA&#10;AADdAAAADwAAAGRycy9kb3ducmV2LnhtbESP0YrCMBRE34X9h3AXfNNU1+4utanIgqKP1v2AS3Nt&#10;i81NbaKtf28Ewcdh5sww6WowjbhR52rLCmbTCARxYXXNpYL/42byC8J5ZI2NZVJwJwer7GOUYqJt&#10;zwe65b4UoYRdggoq79tESldUZNBNbUscvJPtDPogu1LqDvtQbho5j6JvabDmsFBhS38VFef8ahQs&#10;7v32ksfnaKMNzfZf7Z59ESs1/hzWSxCeBv8Ov+idDly8+IHnm/AE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r+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y/8MA&#10;AADdAAAADwAAAGRycy9kb3ducmV2LnhtbERPyWrDMBC9F/IPYgK91XKDE1o3cggNKSWnxk17Hqzx&#10;Qq2RsRQvfx8dAj0+3r7dTaYVA/WusazgOYpBEBdWN1wpuHwfn15AOI+ssbVMCmZysMsWD1tMtR35&#10;TEPuKxFC2KWooPa+S6V0RU0GXWQ74sCVtjfoA+wrqXscQ7hp5SqON9Jgw6Ghxo7eayr+8qtRcN38&#10;ri5cnvRXfpg/Xg/HvZM/lVKPy2n/BsLT5P/Fd/enVpCskzA3vA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sy/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oY8gA&#10;AADdAAAADwAAAGRycy9kb3ducmV2LnhtbESPQWvCQBSE70L/w/IK3nTTGoOmrtIKgnpQ1PbQ22v2&#10;NUmbfRuzq8Z/7wqFHoeZ+YaZzFpTiTM1rrSs4KkfgSDOrC45V/B+WPRGIJxH1lhZJgVXcjCbPnQm&#10;mGp74R2d9z4XAcIuRQWF93UqpcsKMuj6tiYO3rdtDPogm1zqBi8Bbir5HEWJNFhyWCiwpnlB2e/+&#10;ZBR8bEfJePu2in/Wmy8cGH381GWiVPexfX0B4an1/+G/9lIriIfx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xOh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V0MMA&#10;AADdAAAADwAAAGRycy9kb3ducmV2LnhtbERPy2rCQBTdC/2H4Qrd6cT4QKKjVKVRurK24PaSuU1C&#10;M3dCZprEfr2zEFweznu97U0lWmpcaVnBZByBIM6sLjlX8P31PlqCcB5ZY2WZFNzIwXbzMlhjom3H&#10;n9RefC5CCLsEFRTe14mULivIoBvbmjhwP7Yx6ANscqkb7EK4qWQcRQtpsOTQUGBN+4Ky38ufUfC/&#10;uOLZHePdYao93WbL1H6cU6Veh/3bCoSn3j/FD/dJK5jN52F/eBOe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8V0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vj88QA&#10;AADdAAAADwAAAGRycy9kb3ducmV2LnhtbESP0WrCQBRE3wX/YbmCb7pRkqLRVaQo9K0a/YBL9roJ&#10;Zu/G7FbTfn23IPRxmJkzzHrb20Y8qPO1YwWzaQKCuHS6ZqPgcj5MFiB8QNbYOCYF3+RhuxkO1phr&#10;9+QTPYpgRISwz1FBFUKbS+nLiiz6qWuJo3d1ncUQZWek7vAZ4baR8yR5kxZrjgsVtvReUXkrvqyC&#10;u5tnui/2+HnbL4+1Men955QqNR71uxWIQH34D7/aH1pBmmUz+HsTn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L4/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j37MUA&#10;AADdAAAADwAAAGRycy9kb3ducmV2LnhtbESPzW7CMBCE70i8g7VIvYEDbShNY1CLVIkr0EOPW3vz&#10;A/E6xAbSPn1dCYnjaGa+0eSr3jbiQp2vHSuYThIQxNqZmksFn/uP8QKED8gGG8ek4Ic8rJbDQY6Z&#10;cVfe0mUXShEh7DNUUIXQZlJ6XZFFP3EtcfQK11kMUXalNB1eI9w2cpYkc2mx5rhQYUvrivRxd7YK&#10;NvU3pXNdvNjFu95+/Z7C4/PBKPUw6t9eQQTqwz18a2+Mgqc0ncH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Pf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hg8MA&#10;AADdAAAADwAAAGRycy9kb3ducmV2LnhtbERPXWvCMBR9F/Yfwh3sTdM5HbMzigoDRS3MyfZ6ae6a&#10;suamNFmt/94Igo/nmzOdd7YSLTW+dKzgeZCAIM6dLrlQcPz66L+B8AFZY+WYFJzJw3z20Jtiqt2J&#10;P6k9hELEEvYpKjAh1KmUPjdk0Q9cTRy1X9dYDBE2hdQNnmK5reQwSV6lxZLjgsGaVobyv8O/VdBi&#10;dk5+zHI/2ZS7fJgtv7c68urpsVu8gwjUhbv5ll5rBaPx+A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2hg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+Hl8UA&#10;AADdAAAADwAAAGRycy9kb3ducmV2LnhtbESPQUvDQBSE70L/w/IEb3ZjaKXEbosUKh419tDjM/ua&#10;Tc2+F3bXJvrrXUHwOMzMN8x6O/leXSjETtjA3bwARdyI7bg1cHjb365AxYRssRcmA18UYbuZXa2x&#10;sjLyK13q1KoM4VihAZfSUGkdG0ce41wG4uydJHhMWYZW24Bjhvtel0Vxrz12nBccDrRz1HzUn97A&#10;+NS8n8vT0brvMMi+fpFz2YsxN9fT4wOoRFP6D/+1n62BxXK5g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4e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kq8cA&#10;AADdAAAADwAAAGRycy9kb3ducmV2LnhtbESP3WoCMRSE74W+QzgF7zSrdKtsjWL9AZGWotX7081x&#10;d9vkZNmkur59IxS8HGbmG2Yya60RZ2p85VjBoJ+AIM6drrhQcPhc98YgfEDWaByTgit5mE0fOhPM&#10;tLvwjs77UIgIYZ+hgjKEOpPS5yVZ9H1XE0fv5BqLIcqmkLrBS4RbI4dJ8iwtVhwXSqxpUVL+s/+1&#10;CtYfS/M9fN/NjzIsVqMvM96+Lt+U6j628xcQgdpwD/+3N1rBU5qm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IZK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03ZccA&#10;AADdAAAADwAAAGRycy9kb3ducmV2LnhtbESP3WrCQBSE7wt9h+UUvCm6sTVBoqsUoaigUH/A22P2&#10;NAlmz4bsGtO3dwWhl8PMfMNM552pREuNKy0rGA4iEMSZ1SXnCo6H7/4YhPPIGivLpOCPHMxnry9T&#10;TLW98Y7avc9FgLBLUUHhfZ1K6bKCDLqBrYmD92sbgz7IJpe6wVuAm0p+RFEiDZYcFgqsaVFQdtlf&#10;jYL2Z3POV62r15fxu4s/z8vlVp+U6r11XxMQnjr/H362V1rBKI4TeLw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9N2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uN8gA&#10;AADdAAAADwAAAGRycy9kb3ducmV2LnhtbESPT2sCMRTE7wW/Q3hCbzWruFVXo9RCoReh/jno7bl5&#10;7i5uXrZJqls/fSMUPA4z8xtmtmhNLS7kfGVZQb+XgCDOra64ULDbfryMQfiArLG2TAp+ycNi3nma&#10;Yabtldd02YRCRAj7DBWUITSZlD4vyaDv2YY4eifrDIYoXSG1w2uEm1oOkuRVGqw4LpTY0HtJ+Xnz&#10;YxQsJ+Pl99eQV7f18UCH/fGcDlyi1HO3fZuCCNSGR/i//akVDNN0B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EO43yAAAAN0AAAAPAAAAAAAAAAAAAAAAAJgCAABk&#10;cnMvZG93bnJldi54bWxQSwUGAAAAAAQABAD1AAAAjQMAAAAA&#10;" fillcolor="black" stroked="f"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5S8QA&#10;AADdAAAADwAAAGRycy9kb3ducmV2LnhtbERPz2vCMBS+D/wfwhO8zVSxItUo000YqAd1hx2fzVsb&#10;2ryUJmrnX78cBh4/vt+LVWdrcaPWG8cKRsMEBHHutOFCwdd5+zoD4QOyxtoxKfglD6tl72WBmXZ3&#10;PtLtFAoRQ9hnqKAMocmk9HlJFv3QNcSR+3GtxRBhW0jd4j2G21qOk2QqLRqODSU2tCkpr05Xq+B7&#10;NzWzo6HxZf9Yf+h9Wq0P75VSg373NgcRqAtP8b/7UyuYpGmcG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muU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iZcYA&#10;AADdAAAADwAAAGRycy9kb3ducmV2LnhtbESPQWsCMRSE74L/ITyhN81WqtitUcRS6sWDtqXXx+Z1&#10;s93NyzaJuvrrjSD0OMzMN8x82dlGHMmHyrGCx1EGgrhwuuJSwefH23AGIkRkjY1jUnCmAMtFvzfH&#10;XLsT7+i4j6VIEA45KjAxtrmUoTBkMYxcS5y8H+ctxiR9KbXHU4LbRo6zbCotVpwWDLa0NlTU+4NV&#10;4Fffr/WFD191dtmew/tv9zdDo9TDoFu9gIjUxf/wvb3RCp4mk2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8iZ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3k98MA&#10;AADdAAAADwAAAGRycy9kb3ducmV2LnhtbERPzWoCMRC+C32HMIIX0WyltXZrlCIIgiJofYDpZrq7&#10;mEyWzVTXPr05FDx+fP/zZeedulAb68AGnscZKOIi2JpLA6ev9WgGKgqyRReYDNwownLx1JtjbsOV&#10;D3Q5SqlSCMccDVQiTa51LCryGMehIU7cT2g9SoJtqW2L1xTunZ5k2VR7rDk1VNjQqqLifPz1Btzk&#10;271v3+JObie9y/68HIZ7a8yg331+gBLq5CH+d2+sgZfXad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3k9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OKM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cvrbA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1O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if7s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2Vs2hf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J/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2YW8UA&#10;AADdAAAADwAAAGRycy9kb3ducmV2LnhtbESPQWsCMRSE74L/ITyhN82qrchqFBUKpeKhKuLxuXnu&#10;Lrt5WZKo239vhEKPw8x8w8yXranFnZwvLSsYDhIQxJnVJecKjofP/hSED8gaa8uk4Jc8LBfdzhxT&#10;bR/8Q/d9yEWEsE9RQRFCk0rps4IM+oFtiKN3tc5giNLlUjt8RLip5ShJJtJgyXGhwIY2BWXV/mYU&#10;nG9bvu7G3yu3DifbHnw1ukwrpd567WoGIlAb/sN/7S+t4P1jMob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Zh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66/c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MeTF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rr9yAAAAN0AAAAPAAAAAAAAAAAAAAAAAJgCAABk&#10;cnMvZG93bnJldi54bWxQSwUGAAAAAAQABAD1AAAAjQMAAAAA&#10;" fillcolor="black" stroked="f"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7lZ8UA&#10;AADdAAAADwAAAGRycy9kb3ducmV2LnhtbESPQUsDMRSE7wX/Q3gFb222aotsm5alIIqnbVV6fd08&#10;N4ublyWJ6frvjSD0OMzMN8xmN9peJPKhc6xgMS9AEDdOd9wqeH97mj2CCBFZY++YFPxQgN32ZrLB&#10;UrsLHygdYysyhEOJCkyMQyllaAxZDHM3EGfv03mLMUvfSu3xkuG2l3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uVn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ub4sYA&#10;AADdAAAADwAAAGRycy9kb3ducmV2LnhtbESPQUvDQBSE7wX/w/IEb2bTosHGbEopKtqLmhbq8ZF9&#10;ZoPZtyG7ptFf7xaEHoeZ+YYpVpPtxEiDbx0rmCcpCOLa6ZYbBfvd4/UdCB+QNXaOScEPeViVF7MC&#10;c+2O/E5jFRoRIexzVGBC6HMpfW3Iok9cTxy9TzdYDFEOjdQDHiPcdnKRppm02HJcMNjTxlD9VX1b&#10;BX6+eThs7e9y/Hgy/Fq9mOytMUpdXU7rexCBpnAO/7eftYKb2yyD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ub4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2798" w:rsidRDefault="00E92798" w:rsidP="00E927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2798" w:rsidRDefault="00E92798" w:rsidP="00E9279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2798" w:rsidRDefault="00E92798" w:rsidP="00E927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92798" w:rsidRDefault="00E92798" w:rsidP="00E927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2798" w:rsidRDefault="00E92798" w:rsidP="00E927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№91</w:t>
      </w:r>
    </w:p>
    <w:p w:rsidR="00E92798" w:rsidRDefault="00E92798" w:rsidP="00E9279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2798" w:rsidRPr="00A66DFC" w:rsidRDefault="00E92798" w:rsidP="00E9279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92798" w:rsidRPr="00A66DFC" w:rsidRDefault="00E92798" w:rsidP="00E9279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E92798" w:rsidRPr="00A66DFC" w:rsidRDefault="00E92798" w:rsidP="00E9279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E92798" w:rsidRDefault="00E92798" w:rsidP="00E9279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К.В</w:t>
      </w:r>
    </w:p>
    <w:p w:rsidR="00E92798" w:rsidRPr="00A66DFC" w:rsidRDefault="00E92798" w:rsidP="00E9279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92798" w:rsidRPr="00A66DFC" w:rsidRDefault="00E92798" w:rsidP="00E927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proofErr w:type="gram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К.В.,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  <w:proofErr w:type="gramEnd"/>
    </w:p>
    <w:p w:rsidR="00E92798" w:rsidRPr="00A66DFC" w:rsidRDefault="00E92798" w:rsidP="00E927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92798" w:rsidRPr="00A66DFC" w:rsidRDefault="00E92798" w:rsidP="00E927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Костянтину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1512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2798" w:rsidRPr="00A66DFC" w:rsidRDefault="00E92798" w:rsidP="00E927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Костянтину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5120B8">
        <w:rPr>
          <w:rFonts w:ascii="Times New Roman" w:eastAsia="Calibri" w:hAnsi="Times New Roman" w:cs="Times New Roman"/>
          <w:sz w:val="24"/>
          <w:lang w:val="uk-UA"/>
        </w:rPr>
        <w:t>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120B8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0,1512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6823984000:01:019:0016,  для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.  </w:t>
      </w:r>
      <w:proofErr w:type="gramEnd"/>
    </w:p>
    <w:p w:rsidR="00E92798" w:rsidRPr="00A66DFC" w:rsidRDefault="00E92798" w:rsidP="00E927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E92798" w:rsidRPr="00E92798" w:rsidRDefault="00E92798" w:rsidP="00E927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E92798" w:rsidRPr="00A66DFC" w:rsidRDefault="00E92798" w:rsidP="00E9279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27DD8" w:rsidRPr="00E92798" w:rsidRDefault="00E92798" w:rsidP="00E9279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27DD8" w:rsidRPr="00E92798" w:rsidSect="00E92798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798"/>
    <w:rsid w:val="005120B8"/>
    <w:rsid w:val="00927DD8"/>
    <w:rsid w:val="00E92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9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9279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279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9279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79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9279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279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9279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2021-09-13T10:49:00Z</dcterms:created>
  <dcterms:modified xsi:type="dcterms:W3CDTF">2021-09-14T12:36:00Z</dcterms:modified>
</cp:coreProperties>
</file>