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856" w:rsidRPr="00B623A8" w:rsidRDefault="00B26856" w:rsidP="00B2685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72F051" wp14:editId="3D7A3E0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91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856" w:rsidRDefault="00B26856" w:rsidP="00B268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Ejq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DvyoSQDS3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1yB3vyfROFpzWQ75sq+UyIO3wie6ZK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38ShI6t3AABA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38cQA&#10;AADdAAAADwAAAGRycy9kb3ducmV2LnhtbESPT4vCMBTE7wt+h/AEb2uqhVVro4ioeBCWuuv90bz+&#10;wealNFHrt98Iwh6HmfkNk65704g7da62rGAyjkAQ51bXXCr4/dl/zkE4j6yxsUwKnuRgvRp8pJho&#10;++CM7mdfigBhl6CCyvs2kdLlFRl0Y9sSB6+wnUEfZFdK3eEjwE0jp1H0JQ3WHBYqbGlbUX4934wC&#10;Gx+Op0s5zeIdzzxvvufFpT8pNRr2myUIT73/D7/bR60gXkxm8HoTn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D9/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njcUA&#10;AADdAAAADwAAAGRycy9kb3ducmV2LnhtbERPy2oCMRTdF/yHcIVupGas4GM0ShGmtV0UtIVuL5Pr&#10;ZHRyMySpjn69WRS6PJz3ct3ZRpzJh9qxgtEwA0FcOl1zpeD7q3iagQgRWWPjmBRcKcB61XtYYq7d&#10;hXd03sdKpBAOOSowMba5lKE0ZDEMXUucuIPzFmOCvpLa4yWF20Y+Z9lEWqw5NRhsaWOoPO1/rYJj&#10;8Wl+NtPbqx/Md3QbFB9vzftEqcd+97IAEamL/+I/91YrGM9H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q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5gacQA&#10;AADdAAAADwAAAGRycy9kb3ducmV2LnhtbESP32rCMBTG7we+QziCN0NTLYxZjaXIKsMbUfcAh+bY&#10;FJuT0mS2vv0yGOzy4/vz49vmo23Fg3rfOFawXCQgiCunG64VfF3L+TsIH5A1to5JwZM85LvJyxYz&#10;7QY+0+MSahFH2GeowITQZVL6ypBFv3AdcfRurrcYouxrqXsc4rht5SpJ3qTFhiPBYEd7Q9X98m0j&#10;5JTi6XgbruVhxAE/joZfi7NSs+lYbEAEGsN/+K/9qRWk6+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eY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W6cMA&#10;AADdAAAADwAAAGRycy9kb3ducmV2LnhtbERPTUsDMRC9C/6HMAVvNttVa12bFqkKUvBgLZTehs10&#10;d3EzCcnYXf+9OQgeH+97uR5dr84UU+fZwGxagCKuve24MbD/fL1egEqCbLH3TAZ+KMF6dXmxxMr6&#10;gT/ovJNG5RBOFRpoRUKldapbcpimPhBn7uSjQ8kwNtpGHHK463VZFHPtsOPc0GKgTUv11+7bGXgf&#10;XsL2fn53Csd4W+r0bOWwEWOuJuPTIyihUf7Ff+43a+Dmocz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PW6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m0sMA&#10;AADdAAAADwAAAGRycy9kb3ducmV2LnhtbESP3YrCMBCF74V9hzAL3siaqiBubRRZdBFvxJ8HGJpp&#10;U2wmpcna7tsbQfDycH4+TrbubS3u1PrKsYLJOAFBnDtdcangetl9LUD4gKyxdkwK/snDevUxyDDV&#10;ruMT3c+hFHGEfYoKTAhNKqXPDVn0Y9cQR69wrcUQZVtK3WIXx20tp0kylxYrjgSDDf0Yym/nPxsh&#10;xxkeD0V32f322OH2YHi0OSk1/Ow3SxCB+vAOv9p7rWD2PZ3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Sm0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tBcYA&#10;AADd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ri+L0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3tB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o4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X56zS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Ho4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q0c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ZHP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wKt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VD8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B9m8z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TVD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RPc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Xhf5DH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hE9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ugMQA&#10;AADdAAAADwAAAGRycy9kb3ducmV2LnhtbESP3WrCQBSE7wu+w3IE7+rGxJ82dRUpKM2l0Qc4ZE+T&#10;YPZszG5N8vZuodDLYWa+Ybb7wTTiQZ2rLStYzCMQxIXVNZcKrpfj6xsI55E1NpZJwUgO9rvJyxZT&#10;bXs+0yP3pQgQdikqqLxvUyldUZFBN7ctcfC+bWfQB9mVUnfYB7hpZBxFa2mw5rBQYUufFRW3/Mco&#10;WI796Z6vbtFRG1pkSZuxL1ZKzabD4QOEp8H/h//aX1pB8h5v4PdNeAJy9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nro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j7sEA&#10;AADdAAAADwAAAGRycy9kb3ducmV2LnhtbERPy4rCMBTdC/5DuII7TaeCjLVRRFEGV059rC/N7YNp&#10;bkoTtf79ZCG4PJx3uu5NIx7Uudqygq9pBII4t7rmUsHlvJ98g3AeWWNjmRS8yMF6NRykmGj75F96&#10;ZL4UIYRdggoq79tESpdXZNBNbUscuMJ2Bn2AXSl1h88QbhoZR9FcGqw5NFTY0rai/C+7GwX3+S2+&#10;cHHUp2z3Oix2+42T11Kp8ajfLEF46v1H/Hb/aAWzRRzmhjfhCc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qI+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5csgA&#10;AADdAAAADwAAAGRycy9kb3ducmV2LnhtbESPT2vCQBTE7wW/w/IEb3XjH4KJrqIFoXpQauvB2zP7&#10;TNJm36bZrcZv3xUKPQ4z8xtmtmhNJa7UuNKygkE/AkGcWV1yruDjff08AeE8ssbKMim4k4PFvPM0&#10;w1TbG7/R9eBzESDsUlRQeF+nUrqsIIOub2vi4F1sY9AH2eRSN3gLcFPJYRTF0mDJYaHAml4Kyr4O&#10;P0bBcT+Jk/1qM/7c7s44Mvr7pMtYqV63XU5BeGr9f/iv/aoVjJJhAo834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hfl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4EwcMA&#10;AADdAAAADwAAAGRycy9kb3ducmV2LnhtbERPy2rCQBTdC/2H4Ra600mTEtLUMfSBWlylKnR7yVyT&#10;YOZOyIwa+/XOouDycN7zYjSdONPgWssKnmcRCOLK6pZrBfvdcpqBcB5ZY2eZFFzJQbF4mMwx1/bC&#10;P3Te+lqEEHY5Kmi873MpXdWQQTezPXHgDnYw6AMcaqkHvIRw08k4ilJpsOXQ0GBPnw1Vx+3JKPhL&#10;f7F06/jjK9Geri/Zym7KlVJPj+P7GwhPo7+L/93fWkHymoT94U14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4Ew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y4sYA&#10;AADdAAAADwAAAGRycy9kb3ducmV2LnhtbESP0WrCQBRE3wv9h+UW+lY3USuaZiMiCn1rjX7AJXu7&#10;Ccnejdmtxn59t1DwcZiZM0y+Hm0nLjT4xrGCdJKAIK6cbtgoOB33L0sQPiBr7ByTght5WBePDzlm&#10;2l35QJcyGBEh7DNUUIfQZ1L6qiaLfuJ64uh9ucFiiHIwUg94jXDbyWmSLKTFhuNCjT1ta6ra8tsq&#10;OLvpqx7LHX60u9VnY8z8/HOYK/X8NG7eQAQawz38337XCmarWQp/b+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ry4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nm/cUA&#10;AADdAAAADwAAAGRycy9kb3ducmV2LnhtbESPwW7CMBBE70j9B2srcQOnRNCQ4qAWCYkr0EOPW3tJ&#10;0sbrNHZD4OvrSkgcRzPzRrNaD7YRPXW+dqzgaZqAINbO1FwqeD9uJxkIH5ANNo5JwYU8rIuH0Qpz&#10;4868p/4QShEh7HNUUIXQ5lJ6XZFFP3UtcfROrrMYouxKaTo8R7ht5CxJFtJizXGhwpY2Fenvw69V&#10;sKs/ab7Qp6XN3vT+4/oT0ucvo9T4cXh9ARFoCPfwrb0zCtJlOoP/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eb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wk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DO0xR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LC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6WhsUA&#10;AADdAAAADwAAAGRycy9kb3ducmV2LnhtbESPQUvDQBSE74L/YXmCN7sxFamx21IKFY+a9uDxmX3N&#10;pmbfC7trE/31riB4HGbmG2a5nnyvzhRiJ2zgdlaAIm7EdtwaOOx3NwtQMSFb7IXJwBdFWK8uL5ZY&#10;WRn5lc51alWGcKzQgEtpqLSOjSOPcSYDcfaOEjymLEOrbcAxw32vy6K41x47zgsOB9o6aj7qT29g&#10;fGreT+XxzbrvMMiufpFT2Ysx11fT5hFUoin9h//az9bA/GF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pa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1uscA&#10;AADdAAAADwAAAGRycy9kb3ducmV2LnhtbESP3WoCMRSE7wu+QzhC72pWpa2uRrFaoUhF/Ls/bo67&#10;a5OTZZPq9u2bQsHLYWa+YcbTxhpxpdqXjhV0OwkI4szpknMFh/3yaQDCB2SNxjEp+CEP00nrYYyp&#10;djfe0nUXchEh7FNUUIRQpVL6rCCLvuMq4uidXW0xRFnnUtd4i3BrZC9JXqTFkuNCgRXNC8q+dt9W&#10;wXKzMJfeejs7yjB/fz2Zwept8anUY7uZjUAEasI9/N/+0Ar6w/4z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Jdb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mdMcA&#10;AADdAAAADwAAAGRycy9kb3ducmV2LnhtbESP3WrCQBSE7wt9h+UUelN00wZFY1YphaIFBf/A25Ps&#10;MQlmz4bsNqZv3xUEL4eZ+YZJF72pRUetqywreB9GIIhzqysuFBwP34MJCOeRNdaWScEfOVjMn59S&#10;TLS98o66vS9EgLBLUEHpfZNI6fKSDLqhbYiDd7atQR9kW0jd4jXATS0/omgsDVYcFkps6Kuk/LL/&#10;NQq67TorVp1rfi6TNzeKs+Vyo09Kvb70nzMQnnr/CN/bK60gnsZjuL0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8Jn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/Js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7qDbg/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R/ybHAAAA3QAAAA8AAAAAAAAAAAAAAAAAmAIAAGRy&#10;cy9kb3ducmV2LnhtbFBLBQYAAAAABAAEAPUAAACMAwAAAAA=&#10;" fillcolor="black" stroked="f"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eoWsUA&#10;AADdAAAADwAAAGRycy9kb3ducmV2LnhtbERPu27CMBTdK/UfrFuJrTgNAtEUgxoeUqXSAdqh4yW+&#10;JFbi6yg2EPr19YDEeHTes0VvG3GmzhvHCl6GCQjiwmnDpYKf783zFIQPyBobx6TgSh4W88eHGWba&#10;XXhH530oRQxhn6GCKoQ2k9IXFVn0Q9cSR+7oOoshwq6UusNLDLeNTJNkIi0ajg0VtrSsqKj3J6vg&#10;93NipjtD6WH7l6/1dlznX6taqcFT//4GIlAf7uKb+0MrGL2O4tz4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56ha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4zdMYA&#10;AADdAAAADwAAAGRycy9kb3ducmV2LnhtbESPT2sCMRTE7wW/Q3iCt5pVoejWKGIRe+nBf/T62Lxu&#10;trt52SZRVz99IxR6HGbmN8x82dlGXMiHyrGC0TADQVw4XXGp4HjYPE9BhIissXFMCm4UYLnoPc0x&#10;1+7KO7rsYykShEOOCkyMbS5lKAxZDEPXEifvy3mLMUlfSu3xmuC2keMse5EWK04LBltaGyrq/dkq&#10;8KvPt/rO51Od3T9uYfvd/UzRKDXod6tXEJG6+B/+a79rBZPZZAa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4z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MJsMA&#10;AADdAAAADwAAAGRycy9kb3ducmV2LnhtbERPzWoCMRC+F3yHMIKXolltaXU1ighCoVLQ+gDjZtxd&#10;TCbLZtS1T98cCj1+fP+LVeedulEb68AGxqMMFHERbM2lgeP3djgFFQXZogtMBh4UYbXsPS0wt+HO&#10;e7odpFQphGOOBiqRJtc6FhV5jKPQECfuHFqPkmBbatviPYV7pydZ9qY91pwaKmxoU1FxOVy9ATc5&#10;udnne9zJ46h32Y+X/fOXNWbQ79ZzUEKd/Iv/3B/WwMvsNe1P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ZMJ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bm+cYA&#10;AADdAAAADwAAAGRycy9kb3ducmV2LnhtbESPQWsCMRSE74X+h/AK3mpWLaVdjVIVYS8eurV4fW6e&#10;m6XJy7KJuvbXm0LB4zAz3zCzRe+sOFMXGs8KRsMMBHHldcO1gt3X5vkNRIjIGq1nUnClAIv548MM&#10;c+0v/EnnMtYiQTjkqMDE2OZShsqQwzD0LXHyjr5zGJPsaqk7vCS4s3KcZa/SYcNpwWBLK0PVT3ly&#10;CtZla8e7wizD/nt7ONjid0P7tVKDp/5jCiJSH+/h/3ahFUzeX0b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bm+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3P8UA&#10;AADdAAAADwAAAGRycy9kb3ducmV2LnhtbESPQWsCMRSE70L/Q3iF3tyktti6bpQiFQRPWj14eyTP&#10;3W03L8smutt/3whCj8PMfMMUy8E14kpdqD1reM4UCGLjbc2lhsPXevwOIkRki41n0vBLAZaLh1GB&#10;ufU97+i6j6VIEA45aqhibHMpg6nIYch8S5y8s+8cxiS7UtoO+wR3jZwoNZUOa04LFba0qsj87C9O&#10;w/dabr1RaI6HY7+xb6fPKTVK66fH4WMOItIQ/8P39sZqeJm9Tu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zc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Ywi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in4x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Ywi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USLMgA&#10;AADdAAAADwAAAGRycy9kb3ducmV2LnhtbESPT2sCMRTE7wW/Q3iCt5pVV9HVKFoo9FKofw56e26e&#10;u4ubl22S6rafvikIPQ4z8xtmsWpNLW7kfGVZwaCfgCDOra64UHDYvz5PQfiArLG2TAq+ycNq2Xla&#10;YKbtnbd024VCRAj7DBWUITSZlD4vyaDv24Y4ehfrDIYoXSG1w3uEm1oOk2QiDVYcF0ps6KWk/Lr7&#10;Mgo2s+nm8yPl95/t+USn4/k6HrpEqV63Xc9BBGrDf/jRftMKRrM0hb838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hRIsyAAAAN0AAAAPAAAAAAAAAAAAAAAAAJgCAABk&#10;cnMvZG93bnJldi54bWxQSwUGAAAAAAQABAD1AAAAjQMAAAAA&#10;" fillcolor="black" stroked="f"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NtsUA&#10;AADdAAAADwAAAGRycy9kb3ducmV2LnhtbESPQUsDMRSE70L/Q3iCN5u11aJr07IURPG0bS29vm6e&#10;m8XNy5LEdP33RhB6HGbmG2a5Hm0vEvnQOVZwNy1AEDdOd9wq+Ni/3D6CCBFZY++YFPxQgPVqcrXE&#10;UrszbyntYisyhEOJCkyMQyllaAxZDFM3EGfv03mLMUvfSu3xnOG2l7OiWEiLHecFgwNtDDVfu2+r&#10;IJ02dTVPx2S2775qvatfD6daqZvrsXoGEWmMl/B/+00rmD/dP8D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U22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zM8cA&#10;AADdAAAADwAAAGRycy9kb3ducmV2LnhtbESPQWvCQBSE7wX/w/IKvenGVkKNrlKkLdqLbSro8ZF9&#10;zQazb0N2G6O/3i0IPQ4z8w0zX/a2Fh21vnKsYDxKQBAXTldcKth9vw2fQfiArLF2TArO5GG5GNzN&#10;MdPuxF/U5aEUEcI+QwUmhCaT0heGLPqRa4ij9+NaiyHKtpS6xVOE21o+JkkqLVYcFww2tDJUHPNf&#10;q8CPV6/7D3uZdod3w9t8Y9LP0ij1cN+/zEAE6sN/+NZeawVP00k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gMz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6856" w:rsidRDefault="00B26856" w:rsidP="00B268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6856" w:rsidRDefault="00B26856" w:rsidP="00B2685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26856" w:rsidRPr="004A7D10" w:rsidRDefault="00B26856" w:rsidP="00B268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6856" w:rsidRDefault="00B26856" w:rsidP="00B268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6856" w:rsidRPr="00540E13" w:rsidRDefault="00B26856" w:rsidP="00B2685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№56</w:t>
      </w:r>
    </w:p>
    <w:p w:rsidR="00B26856" w:rsidRDefault="00B26856" w:rsidP="00B268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6856" w:rsidRPr="00F043D3" w:rsidRDefault="00B26856" w:rsidP="00B268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B26856" w:rsidRPr="00F043D3" w:rsidRDefault="00B26856" w:rsidP="00B2685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B26856" w:rsidRPr="00F043D3" w:rsidRDefault="00B26856" w:rsidP="00B2685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Панчуку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B26856" w:rsidRPr="00F043D3" w:rsidRDefault="00B26856" w:rsidP="00B2685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26856" w:rsidRPr="00F043D3" w:rsidRDefault="00B26856" w:rsidP="00B268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Панчука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В.В.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26856" w:rsidRPr="00F043D3" w:rsidRDefault="00B26856" w:rsidP="00B268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26856" w:rsidRPr="00F043D3" w:rsidRDefault="00B26856" w:rsidP="00B268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Панчуку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ідприємства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припинене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ради</w:t>
      </w:r>
      <w:r w:rsidRPr="00F043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6856" w:rsidRPr="00F043D3" w:rsidRDefault="00B26856" w:rsidP="00B268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Панчуку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F043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9612F">
        <w:rPr>
          <w:rFonts w:ascii="Times New Roman" w:eastAsia="Calibri" w:hAnsi="Times New Roman" w:cs="Times New Roman"/>
          <w:sz w:val="24"/>
          <w:lang w:val="en-US"/>
        </w:rPr>
        <w:t>________________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99612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6823986800:05:007:0013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колективного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ідприємства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припинене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ради</w:t>
      </w:r>
      <w:r w:rsidRPr="00F043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6856" w:rsidRPr="00F043D3" w:rsidRDefault="00B26856" w:rsidP="00B268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Панчуку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В.В.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B26856" w:rsidRPr="00F043D3" w:rsidRDefault="00B26856" w:rsidP="00B268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B26856" w:rsidRPr="0099612F" w:rsidRDefault="00B26856" w:rsidP="00B2685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7A30AD" w:rsidRPr="0099612F" w:rsidRDefault="00B26856" w:rsidP="0099612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A30AD" w:rsidRPr="0099612F" w:rsidSect="0099612F">
      <w:pgSz w:w="12240" w:h="15840"/>
      <w:pgMar w:top="568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2432" w:rsidRDefault="00E62432">
      <w:pPr>
        <w:spacing w:after="0" w:line="240" w:lineRule="auto"/>
      </w:pPr>
      <w:r>
        <w:separator/>
      </w:r>
    </w:p>
  </w:endnote>
  <w:endnote w:type="continuationSeparator" w:id="0">
    <w:p w:rsidR="00E62432" w:rsidRDefault="00E62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2432" w:rsidRDefault="00E62432">
      <w:pPr>
        <w:spacing w:after="0" w:line="240" w:lineRule="auto"/>
      </w:pPr>
      <w:r>
        <w:separator/>
      </w:r>
    </w:p>
  </w:footnote>
  <w:footnote w:type="continuationSeparator" w:id="0">
    <w:p w:rsidR="00E62432" w:rsidRDefault="00E624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856"/>
    <w:rsid w:val="007A30AD"/>
    <w:rsid w:val="0099612F"/>
    <w:rsid w:val="00B26856"/>
    <w:rsid w:val="00E62432"/>
    <w:rsid w:val="00F30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5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685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685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685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85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685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685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685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30C4EDC9-B9B8-4F0B-8C90-E395CAE21F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2020-12-24T18:04:00Z</dcterms:created>
  <dcterms:modified xsi:type="dcterms:W3CDTF">2020-12-24T18:58:00Z</dcterms:modified>
</cp:coreProperties>
</file>