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5F" w:rsidRPr="003B50D1" w:rsidRDefault="0064795F" w:rsidP="00647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4795F" w:rsidRPr="003B50D1" w:rsidRDefault="0064795F" w:rsidP="00647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A89D77" wp14:editId="6DADCB2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538" name="Группа 12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5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95F" w:rsidRDefault="0064795F" w:rsidP="0064795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3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qGMIA&#10;AADeAAAADwAAAGRycy9kb3ducmV2LnhtbERPS4vCMBC+C/6HMMLeNLXFVzWKyK54EMTXfWjGtthM&#10;SpPV+u/NwoK3+fies1i1phIPalxpWcFwEIEgzqwuOVdwOf/0pyCcR9ZYWSYFL3KwWnY7C0y1ffKR&#10;HiefixDCLkUFhfd1KqXLCjLoBrYmDtzNNgZ9gE0udYPPEG4qGUfRWBosOTQUWNOmoOx++jUKbLLd&#10;7a95fEy+eeJ5fZjeru1eqa9eu56D8NT6j/jfvdNhfjxKZvD3TrhB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CoY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CW8kA&#10;AADeAAAADwAAAGRycy9kb3ducmV2LnhtbESPQUsDMRCF74L/IYzgpdisRauuTYsUVmsPhVbB67AZ&#10;N6ubyZLEdu2vdw4FbzPMm/feN1sMvlN7iqkNbOB6XIAiroNtuTHw/lZd3YNKGdliF5gM/FKCxfz8&#10;bIalDQfe0n6XGyUmnEo04HLuS61T7chjGoeeWG6fIXrMssZG24gHMfednhTFVHtsWRIc9rR0VH/v&#10;fryBr2rjPpZ3x+c4etjScVStX7rXqTGXF8PTI6hMQ/4Xn75XVupPbm8EQHB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GhCW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DwcYA&#10;AADeAAAADwAAAGRycy9kb3ducmV2LnhtbESP0WoCMRBF3wv+Q5hCX4pm1bbIahSRKsUX2dUPGDbj&#10;ZulmsmxSs/17IxT6NsO9c8+d1WawrbhR7xvHCqaTDARx5XTDtYLLeT9egPABWWPrmBT8kofNevS0&#10;wly7yAXdylCLFMI+RwUmhC6X0leGLPqJ64iTdnW9xZDWvpa6x5jCbStnWfYhLTacCAY72hmqvssf&#10;myCnOZ6O13jeHwaM+Hk0/LotlHp5HrZLEIGG8G/+u/7Sqf7s/W0K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dDw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IjMQA&#10;AADeAAAADwAAAGRycy9kb3ducmV2LnhtbERPTUsDMRC9C/0PYQrebNalrWVtWkqrIIIHq1C8DZvp&#10;7uJmEpKxu/57Iwje5vE+Z70dXa8uFFPn2cDtrABFXHvbcWPg/e3xZgUqCbLF3jMZ+KYE283kao2V&#10;9QO/0uUojcohnCo00IqESutUt+QwzXwgztzZR4eSYWy0jTjkcNfrsiiW2mHHuaHFQPuW6s/jlzPw&#10;MjyE57vl4hw+4rzU6WDltBdjrqfj7h6U0Cj/4j/3k83zy8W8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yI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4LcUA&#10;AADeAAAADwAAAGRycy9kb3ducmV2LnhtbESP3YrCMBCF74V9hzALeyNruv4h1Sgiq4g3Rd0HGJqx&#10;KdtMShNtfXsjCN7NcM6c78xi1dlK3KjxpWMFP4MEBHHudMmFgr/z9nsGwgdkjZVjUnAnD6vlR2+B&#10;qXYtH+l2CoWIIexTVGBCqFMpfW7Ioh+4mjhqF9dYDHFtCqkbbGO4reQwSabSYsmRYLCmjaH8/3S1&#10;EZKNMDtc2vN212GLvwfD/fVRqa/Pbj0HEagLb/Preq9j/eFkPILnO3EG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Xg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1Y8QA&#10;AADeAAAADwAAAGRycy9kb3ducmV2LnhtbERPTUvDQBC9C/0PyxS82Y0hrRK7LaVVEMGDVRBvQ3aa&#10;BLOzy+7YxH/vCoK3ebzPWW8nN6gzxdR7NnC9KEARN9723Bp4e324ugWVBNni4JkMfFOC7WZ2scba&#10;+pFf6HyUVuUQTjUa6ERCrXVqOnKYFj4QZ+7ko0PJMLbaRhxzuBt0WRQr7bDn3NBhoH1Hzefxyxl4&#10;Hu/D081qeQofsSp1Olh534sxl/NpdwdKaJJ/8Z/70eb55bKq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E9W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1NEcUA&#10;AADeAAAADwAAAGRycy9kb3ducmV2LnhtbERP32vCMBB+H/g/hBN8kZnOrTKqUXQQNthg6Aa+Hs3Z&#10;FptLSaLt/vtlIOztPr6ft9oMthVX8qFxrOBhloEgLp1puFLw/aXvn0GEiGywdUwKfijAZj26W2Fh&#10;XM97uh5iJVIIhwIV1DF2hZShrMlimLmOOHEn5y3GBH0ljcc+hdtWzrNsIS02nBpq7OilpvJ8uFgF&#10;u8++evTTcje499PrMdfa6A+t1GQ8bJcgIg3xX3xzv5k0f54/5f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U0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ZmcIA&#10;AADeAAAADwAAAGRycy9kb3ducmV2LnhtbERPzYrCMBC+L/gOYQRva7pFRbpGEaUgixfdfYChmW26&#10;NpOSxFrf3iwI3ubj+53VZrCt6MmHxrGCj2kGgrhyuuFawc93+b4EESKyxtYxKbhTgM169LbCQrsb&#10;n6g/x1qkEA4FKjAxdoWUoTJkMUxdR5y4X+ctxgR9LbXHWwq3rcyzbCEtNpwaDHa0M1RdzleroPzK&#10;j/3lqn3ptsPM0tz8LfdGqcl42H6CiDTEl/jpPug0P5/PFvD/Trp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b5mZ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2/c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zZ/fIL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3b9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ocMUA&#10;AADeAAAADwAAAGRycy9kb3ducmV2LnhtbESPQWvDMAyF74P9B6PBbqvT0I6S1S2lJTDGLuv2A0Ss&#10;xWljOdhumv776jDYTeI9vfdpvZ18r0aKqQtsYD4rQBE3wXbcGvj5rl9WoFJGttgHJgM3SrDdPD6s&#10;sbLhyl80HnOrJIRThQZczkOldWoceUyzMBCL9huixyxrbLWNeJVw3+uyKF61x46lweFAe0fN+Xjx&#10;BuqP8nM8X2ysw25aeFq60+rgjHl+mnZvoDJN+d/8d/1uBb9cLoRX3p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Kh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6TA8IA&#10;AADeAAAADwAAAGRycy9kb3ducmV2LnhtbERPzWqDQBC+F/IOyxRya1aTWFrrKiVgaI6xfYDBnarE&#10;nTXuNurbdwuF3Obj+52smE0vbjS6zrKCeBOBIK6t7rhR8PVZPr2AcB5ZY2+ZFCzkoMhXDxmm2k58&#10;plvlGxFC2KWooPV+SKV0dUsG3cYOxIH7tqNBH+DYSD3iFMJNL7dR9CwNdhwaWhzo0FJ9qX6Mgv0y&#10;Ha9VcolKbSg+7YYT+zpRav04v7+B8DT7u/jf/aHD/G2yf4W/d8IN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pM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67MUA&#10;AADeAAAADwAAAGRycy9kb3ducmV2LnhtbESPQWvCQBCF7wX/wzIFb3XTgNKmriKKIp5sqp6H7JiE&#10;ZmdDdtX4752D4G2GefPe+6bz3jXqSl2oPRv4HCWgiAtvay4NHP7WH1+gQkS22HgmA3cKMJ8N3qaY&#10;WX/jX7rmsVRiwiFDA1WMbaZ1KCpyGEa+JZbb2XcOo6xdqW2HNzF3jU6TZKId1iwJFba0rKj4zy/O&#10;wGVySg983tl9vrpvvlfrRdDH0pjhe7/4ARWpjy/x83trpX46HguA4MgMe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7r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vasYA&#10;AADeAAAADwAAAGRycy9kb3ducmV2LnhtbERPTWvCQBC9C/0PyxS86UarwaauogVBPRiq9tDbNDtN&#10;0mZnY3bV+O/dQqG3ebzPmc5bU4kLNa60rGDQj0AQZ1aXnCs4Hla9CQjnkTVWlknBjRzMZw+dKSba&#10;XvmNLnufixDCLkEFhfd1IqXLCjLo+rYmDtyXbQz6AJtc6gavIdxUchhFsTRYcmgosKbXgrKf/dko&#10;eE8n8XO63Iy+t7tPfDL69KHLWKnuY7t4AeGp9f/iP/dah/nD8XgA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yva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emicQA&#10;AADeAAAADwAAAGRycy9kb3ducmV2LnhtbERPTWvCQBC9F/oflhG81Y2phpC6SrUYxZO1hV6H7DQJ&#10;zc6G7Gqiv75bEHqbx/ucxWowjbhQ52rLCqaTCARxYXXNpYLPj+1TCsJ5ZI2NZVJwJQer5ePDAjNt&#10;e36ny8mXIoSwy1BB5X2bSemKigy6iW2JA/dtO4M+wK6UusM+hJtGxlGUSIM1h4YKW9pUVPyczkbB&#10;LfnCo9vF67dn7ek6S3N7OOZKjUfD6wsIT4P/F9/dex3mx/N5DH/vh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Xpo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JqvMMA&#10;AADeAAAADwAAAGRycy9kb3ducmV2LnhtbERPzWrCQBC+C77DMoI33ZiaotFVSlHorZr6AEN23ASz&#10;szG71bRP3y0I3ubj+531treNuFHna8cKZtMEBHHpdM1GwelrP1mA8AFZY+OYFPyQh+1mOFhjrt2d&#10;j3QrghExhH2OCqoQ2lxKX1Zk0U9dSxy5s+sshgg7I3WH9xhuG5kmyau0WHNsqLCl94rKS/FtFVxd&#10;mum+2OHnZbc81MbMr7/HuVLjUf+2AhGoD0/xw/2h4/w0y17g/514g9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Jqv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UI8QA&#10;AADeAAAADwAAAGRycy9kb3ducmV2LnhtbERPS08CMRC+k/AfmiHxBl3QRVy3ECUx4Qp48Di2sw/Y&#10;TpdtgdVfb01IuM2X7zn5qreNuFDna8cKppMEBLF2puZSwef+Y7wA4QOywcYxKfghD6vlcJBjZtyV&#10;t3TZhVLEEPYZKqhCaDMpva7Iop+4ljhyhesshgi7UpoOrzHcNnKWJHNpsebYUGFL64r0cXe2Cjb1&#10;N6VzXbzYxbvefv2ewuPzwSj1MOrfXkEE6sNdfHNvTJw/S9Mn+H8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3lC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rIb8YA&#10;AADeAAAADwAAAGRycy9kb3ducmV2LnhtbERP0WrCQBB8L/gPxwp9q5cGIjX1lCoILVbBWNrXJbfm&#10;grm9kLvG+Pc9oeDb7M7OzM58OdhG9NT52rGC50kCgrh0uuZKwddx8/QCwgdkjY1jUnAlD8vF6GGO&#10;uXYXPlBfhEpEE/Y5KjAhtLmUvjRk0U9cSxy5k+sshjh2ldQdXqK5bWSaJFNpseaYYLCltaHyXPxa&#10;BT3ur8mPWe1mH/Vnme5X31sd9+pxPLy9ggg0hPvxv/pdx/fTLMvgVidi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rIb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JgsMA&#10;AADeAAAADwAAAGRycy9kb3ducmV2LnhtbERPTUvDQBC9C/0Pywje7MZAi8RuSym0eNTUg8cxO82m&#10;ZmfC7tpEf70rCL3N433OajP5Xl0oxE7YwMO8AEXciO24NfB23N8/gooJ2WIvTAa+KcJmPbtZYWVl&#10;5Fe61KlVOYRjhQZcSkOldWwceYxzGYgzd5LgMWUYWm0Djjnc97osiqX22HFucDjQzlHzWX95A+Oh&#10;+TiXp3frfsIg+/pFzmUvxtzdTtsnUImmdBX/u59tnl8uFkv4eyf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WJ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8DsUA&#10;AADeAAAADwAAAGRycy9kb3ducmV2LnhtbERP22oCMRB9L/QfwhT6VrNdsMpqFKsVSlHE2/u4GXe3&#10;TSbLJtX1740g+DaHc53huLVGnKjxlWMF750EBHHudMWFgt12/tYH4QOyRuOYFFzIw3j0/DTETLsz&#10;r+m0CYWIIewzVFCGUGdS+rwki77jauLIHV1jMUTYFFI3eI7h1sg0ST6kxYpjQ4k1TUvK/zb/VsF8&#10;NTO/6XI92csw/eodTP/nc7ZQ6vWlnQxABGrDQ3x3f+s4P+12e3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Tw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16McA&#10;AADeAAAADwAAAGRycy9kb3ducmV2LnhtbESPQWvCQBCF74L/YRnBS6mbWlIkukopFC1YsLbQ65gd&#10;k2B2NmTXGP+9cxC8zfDevPfNYtW7WnXUhsqzgZdJAoo497biwsDf7+fzDFSIyBZrz2TgSgFWy+Fg&#10;gZn1F/6hbh8LJSEcMjRQxthkWoe8JIdh4hti0Y6+dRhlbQttW7xIuKv1NEnetMOKpaHEhj5Kyk/7&#10;szPQ7baHYtOF5us0ewrp62G9/rb/xoxH/fscVKQ+Psz3640V/GmaCq+8IzPo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Yde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795F" w:rsidRDefault="0064795F" w:rsidP="0064795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iubsYA&#10;AADeAAAADwAAAGRycy9kb3ducmV2LnhtbERPS2vCQBC+F/wPyxR6q5uGpmh0FRUKvRR89FBvY3ZM&#10;gtnZuLvV6K/vCoK3+fieM552phEncr62rOCtn4AgLqyuuVTws/l8HYDwAVljY5kUXMjDdNJ7GmOu&#10;7ZlXdFqHUsQQ9jkqqEJocyl9UZFB37ctceT21hkMEbpSaofnGG4amSbJhzRYc2yosKVFRcVh/WcU&#10;zIeD+XH5zt/X1W5L29/dIUtdotTLczcbgQjUhYf47v7ScX6aZUO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iubsYAAADeAAAADwAAAAAAAAAAAAAAAACYAgAAZHJz&#10;L2Rvd25yZXYueG1sUEsFBgAAAAAEAAQA9QAAAIsDAAAAAA==&#10;" fillcolor="black" stroked="f">
                  <v:textbox>
                    <w:txbxContent>
                      <w:p w:rsidR="0064795F" w:rsidRDefault="0064795F" w:rsidP="0064795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3DTsgA&#10;AADeAAAADwAAAGRycy9kb3ducmV2LnhtbESPQUvDQBCF70L/wzKCN7sx0FBit8VWBcF6aPXQ4zQ7&#10;JkuysyG7trG/vnMQvM0wb95732I1+k6daIgusIGHaQaKuArWcW3g6/P1fg4qJmSLXWAy8EsRVsvJ&#10;zQJLG868o9M+1UpMOJZooEmpL7WOVUMe4zT0xHL7DoPHJOtQazvgWcx9p/MsK7RHx5LQYE+bhqp2&#10;/+MNHN4LN985yo/by/rFbmft+uO5Nebudnx6BJVoTP/iv+83K/XzWSEAgiMz6O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LcNO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L58MA&#10;AADeAAAADwAAAGRycy9kb3ducmV2LnhtbERPTWsCMRC9C/6HMEJvmlWoyNYoUhF76aFq6XXYTDfb&#10;3UzWJOrqr28Ewds83ufMl51txJl8qBwrGI8yEMSF0xWXCg77zXAGIkRkjY1jUnClAMtFvzfHXLsL&#10;f9F5F0uRQjjkqMDE2OZShsKQxTByLXHifp23GBP0pdQeLyncNnKSZVNpseLUYLCld0NFvTtZBX71&#10;s65vfPqus9vnNWz/uuMMjVIvg271BiJSF5/ih/tDp/mT1+kY7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ML5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j28QA&#10;AADeAAAADwAAAGRycy9kb3ducmV2LnhtbERP22rCQBB9L/gPywh9KXXTgNqmrlKEQkERtH7ANDtN&#10;QndnQ3bU2K93BcG3OZzrzBa9d+pIXWwCG3gZZaCIy2Abrgzsvz+fX0FFQbboApOBM0VYzAcPMyxs&#10;OPGWjjupVArhWKCBWqQttI5lTR7jKLTEifsNnUdJsKu07fCUwr3TeZZNtMeGU0ONLS1rKv92B2/A&#10;5T/ubTWNaznv9Tr797J92lhjHof9xzsooV7u4pv7y6b5+XiS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QI9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HGsUA&#10;AADeAAAADwAAAGRycy9kb3ducmV2LnhtbERPTWsCMRC9C/0PYQreatYtlbI1iq0Ie+nBrcXruBk3&#10;i8lk2aS69tc3QsHbPN7nzJeDs+JMfWg9K5hOMhDEtdctNwp2X5unVxAhImu0nknBlQIsFw+jORba&#10;X3hL5yo2IoVwKFCBibErpAy1IYdh4jvixB197zAm2DdS93hJ4c7KPMtm0mHLqcFgRx+G6lP14xSs&#10;q87mu9K8h/335+Fgy98N7ddKjR+H1RuISEO8i//dpU7z85fZM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DMc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DtWMQA&#10;AADeAAAADwAAAGRycy9kb3ducmV2LnhtbERPyWrDMBC9F/IPYgK9NVJD4xQ3sgmhgUBOzXLIbZAm&#10;tlNrZCw1dv++KhR6m8dbZ1WOrhV36kPjWcPzTIEgNt42XGk4HbdPryBCRLbYeiYN3xSgLCYPK8yt&#10;H/iD7odYiRTCIUcNdYxdLmUwNTkMM98RJ+7qe4cxwb6StschhbtWzpXKpMOGU0ONHW1qMp+HL6fh&#10;tpV7bxSa8+k87Ozy8p5Rq7R+nI7rNxCRxvgv/nPvbJo/X2Qv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7Vj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7pMQA&#10;AADeAAAADwAAAGRycy9kb3ducmV2LnhtbERPS4vCMBC+C/sfwizsTVO7KNI1igqCrOzBB7LHsRnb&#10;0mZSkqjdf28WBG/z8T1nOu9MI27kfGVZwXCQgCDOra64UHA8rPsTED4ga2wsk4I/8jCfvfWmmGl7&#10;5x3d9qEQMYR9hgrKENpMSp+XZNAPbEscuYt1BkOErpDa4T2Gm0amSTKWBiuODSW2tCopr/dXo+D3&#10;uuXLz+f3wi3DyXYHX6fnSa3Ux3u3+AIRqAsv8dO90XF+OhqP4P+de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Eu6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795F" w:rsidRDefault="0064795F" w:rsidP="0064795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wocUA&#10;AADeAAAADwAAAGRycy9kb3ducmV2LnhtbERPS2vCQBC+F/oflil4q5sGDRpdpRYKXgq+Dnobs9Mk&#10;mJ1Nd1dN++vdguBtPr7nTOedacSFnK8tK3jrJyCIC6trLhXstp+vIxA+IGtsLJOCX/Iwnz0/TTHX&#10;9sprumxCKWII+xwVVCG0uZS+qMig79uWOHLf1hkMEbpSaofXGG4amSZJJg3WHBsqbOmjouK0ORsF&#10;i/Fo8bMa8Nff+nigw/54GqYuUar30r1PQATqwkN8dy91nJ8Oswz+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/ChxQAAAN4AAAAPAAAAAAAAAAAAAAAAAJgCAABkcnMv&#10;ZG93bnJldi54bWxQSwUGAAAAAAQABAD1AAAAigMAAAAA&#10;" fillcolor="black" stroked="f">
                  <v:textbox>
                    <w:txbxContent>
                      <w:p w:rsidR="0064795F" w:rsidRDefault="0064795F" w:rsidP="0064795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ekMQA&#10;AADeAAAADwAAAGRycy9kb3ducmV2LnhtbERPTUsDMRC9F/wPYQRvbdaKtaxNy1IoiqdtVXqdbsbN&#10;4mayJGm6/nsjCL3N433OajPaXiTyoXOs4H5WgCBunO64VfDxvpsuQYSIrLF3TAp+KMBmfTNZYand&#10;hfeUDrEVOYRDiQpMjEMpZWgMWQwzNxBn7st5izFD30rt8ZLDbS/nRbGQFjvODQYH2hpqvg9nqyCd&#10;tnX1kI7J7N981XpXv3yeaqXubsfqGUSkMV7F/+5XnefPHxdP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xXp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795F" w:rsidRDefault="0064795F" w:rsidP="0064795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KO68cA&#10;AADeAAAADwAAAGRycy9kb3ducmV2LnhtbESPQUvDQBCF70L/wzIFb3bTgkFjt6WUVtSLNQr2OGSn&#10;2dDsbMiuafTXOwfB2wzvzXvfLNejb9VAfWwCG5jPMlDEVbAN1wY+3vc3d6BiQrbYBiYD3xRhvZpc&#10;LbGw4cJvNJSpVhLCsUADLqWu0DpWjjzGWeiIRTuF3mOSta+17fEi4b7ViyzLtceGpcFhR1tH1bn8&#10;8gbifLv7fPE/98Px0fFr+ezyQ+2MuZ6OmwdQicb0b/67frKCv7jN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+Cju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795F" w:rsidRDefault="0064795F" w:rsidP="0064795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795F" w:rsidRPr="003B50D1" w:rsidRDefault="0064795F" w:rsidP="00647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64795F" w:rsidRPr="003B50D1" w:rsidRDefault="0064795F" w:rsidP="006479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4795F" w:rsidRPr="003B50D1" w:rsidRDefault="0064795F" w:rsidP="0064795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4795F" w:rsidRPr="003B50D1" w:rsidRDefault="0064795F" w:rsidP="006479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64795F" w:rsidRPr="003B50D1" w:rsidRDefault="0064795F" w:rsidP="006479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4795F" w:rsidRPr="003B50D1" w:rsidRDefault="0064795F" w:rsidP="006479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64795F" w:rsidRPr="003B50D1" w:rsidRDefault="0064795F" w:rsidP="0064795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4795F" w:rsidRPr="003B50D1" w:rsidRDefault="0064795F" w:rsidP="006479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95F" w:rsidRPr="003B50D1" w:rsidRDefault="0064795F" w:rsidP="006479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4795F" w:rsidRPr="003B50D1" w:rsidRDefault="0064795F" w:rsidP="006479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4795F" w:rsidRPr="003B50D1" w:rsidRDefault="0064795F" w:rsidP="0064795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4795F" w:rsidRPr="003B50D1" w:rsidRDefault="0064795F" w:rsidP="0064795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Поліщуку Г.П.</w:t>
      </w: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Г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Полі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щуку Гри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горію Петровичу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0,1873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Полі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щуку Гри</w:t>
      </w:r>
      <w:r>
        <w:rPr>
          <w:rFonts w:ascii="Times New Roman" w:eastAsia="Calibri" w:hAnsi="Times New Roman" w:cs="Times New Roman"/>
          <w:sz w:val="24"/>
          <w:szCs w:val="24"/>
        </w:rPr>
        <w:t>горію Петровичу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101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19101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0,1873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6823986800:05:005:0018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795F" w:rsidRPr="003B50D1" w:rsidRDefault="0064795F" w:rsidP="0064795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Поліщуку Г. П.,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4795F" w:rsidRDefault="0064795F" w:rsidP="006479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64795F" w:rsidRPr="003B50D1" w:rsidRDefault="0064795F" w:rsidP="006479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95F" w:rsidRPr="003B50D1" w:rsidRDefault="0064795F" w:rsidP="0064795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F1BBC" w:rsidRDefault="001F1BBC"/>
    <w:sectPr w:rsidR="001F1B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5F"/>
    <w:rsid w:val="0019101C"/>
    <w:rsid w:val="001F1BBC"/>
    <w:rsid w:val="0064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5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5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2022-02-11T13:00:00Z</dcterms:created>
  <dcterms:modified xsi:type="dcterms:W3CDTF">2022-02-14T07:32:00Z</dcterms:modified>
</cp:coreProperties>
</file>