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F9" w:rsidRPr="00183634" w:rsidRDefault="00C86AF9" w:rsidP="00C86A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                          </w:t>
      </w:r>
      <w:r w:rsidRPr="001869A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C86AF9" w:rsidRPr="00183634" w:rsidRDefault="00C86AF9" w:rsidP="00C86A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C86AF9" w:rsidRPr="001869AA" w:rsidRDefault="00C86AF9" w:rsidP="00C86AF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60" name="Группа 1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xzM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uz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vxz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xpMcA&#10;AADcAAAADwAAAGRycy9kb3ducmV2LnhtbESPT2sCMRTE70K/Q3gFL6LZeljrapQibP8dClrB62Pz&#10;utl287IkUbd+eiMUehxm5jfMct3bVpzIh8axgodJBoK4crrhWsH+sxw/gggRWWPrmBT8UoD16m6w&#10;xEK7M2/ptIu1SBAOBSowMXaFlKEyZDFMXEecvC/nLcYkfS21x3OC21ZOsyyXFhtOCwY72hiqfnZH&#10;q+C7/DCHzezy7EfzLV1G5ftL+5YrNbzvnxYgIvXxP/zXftUK5vkU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58aT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BN8EA&#10;AADcAAAADwAAAGRycy9kb3ducmV2LnhtbESP3YrCMBCF7xd8hzCCN4umqyBajSKiIt6IPw8wNGNT&#10;bCalydr69kYQvDycn48zX7a2FA+qfeFYwd8gAUGcOV1wruB62fYnIHxA1lg6JgVP8rBcdH7mmGrX&#10;8Ike55CLOMI+RQUmhCqV0meGLPqBq4ijd3O1xRBlnUtdYxPHbSmHSTKWFguOBIMVrQ1l9/O/jZDj&#10;CI+HW3PZ7lpscHMw/Ls6KdXrtqsZiEBt+IY/7b1WMB2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PgTf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9AnMUA&#10;AADcAAAADwAAAGRycy9kb3ducmV2LnhtbESPQUsDMRSE70L/Q3gFbzZrqatdm5bSKojgwSoUb4/N&#10;6+7i5iUkz+76740geBxm5htmtRldr84UU+fZwPWsAEVce9txY+D97fHqDlQSZIu9ZzLwTQk268nF&#10;CivrB36l80EalSGcKjTQioRK61S35DDNfCDO3slHh5JlbLSNOGS46/W8KErtsOO80GKgXUv15+HL&#10;GXgZHsLzbXlzCh9xMddpb+W4E2Mup+P2HpTQKP/hv/aTNbAsF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0C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82MIA&#10;AADc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2GcP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rzY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7cMUA&#10;AADc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rgvS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4Xtw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Yi+sYA&#10;AADcAAAADwAAAGRycy9kb3ducmV2LnhtbESPS2vDMBCE74X8B7GFXkoit6V5uFFCExAptFDygFwX&#10;a2ObWCsjKbH776NCocdhZr5h5sveNuJKPtSOFTyNMhDEhTM1lwoOez2cgggR2WDjmBT8UIDlYnA3&#10;x9y4jrd03cVSJAiHHBVUMba5lKGoyGIYuZY4eSfnLcYkfSmNxy7BbSOfs2wsLdacFipsaV1Rcd5d&#10;rILVd1e++Mdi1bvP0+b4qrXRX1qph/v+/Q1EpD7+h//aH0bBbDyB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Yi+s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VSDcAA&#10;AADcAAAADwAAAGRycy9kb3ducmV2LnhtbERPy4rCMBTdC/MP4Q7MTtMRFa1GkZHCIG58fMCluTbV&#10;5qYksXb+frIQXB7Oe7XpbSM68qF2rOB7lIEgLp2uuVJwORfDOYgQkTU2jknBHwXYrD8GK8y1e/KR&#10;ulOsRArhkKMCE2ObSxlKQxbDyLXEibs6bzEm6CupPT5TuG3kOMtm0mLNqcFgSz+GyvvpYRUU+/Gh&#10;uz+0L9y2n1iamtt8Z5T6+uy3SxCR+vgWv9y/WsFiltamM+kI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VSDc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TE8UA&#10;AADcAAAADwAAAGRycy9kb3ducmV2LnhtbESPQWsCMRSE74X+h/AKvRTNalHqahQVQgULpVro9bF5&#10;7i5uXpYkddd/b4RCj8PMfMMsVr1txIV8qB0rGA0zEMSFMzWXCr6PevAGIkRkg41jUnClAKvl48MC&#10;c+M6/qLLIZYiQTjkqKCKsc2lDEVFFsPQtcTJOzlvMSbpS2k8dgluGznOsqm0WHNaqLClbUXF+fBr&#10;FWw+u/LVvxSb3u1P7z8TrY3+0Eo9P/XrOYhIffwP/7V3RsFsOoP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xRMT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I1sAA&#10;AADcAAAADwAAAGRycy9kb3ducmV2LnhtbERP3WrCMBS+H+wdwhl4N9OJblqNIpOCyG7W7QEOzbGp&#10;NiclibW+vbkQvPz4/lebwbaiJx8axwo+xhkI4srphmsF/3/F+xxEiMgaW8ek4EYBNuvXlxXm2l35&#10;l/oy1iKFcMhRgYmxy6UMlSGLYew64sQdnbcYE/S11B6vKdy2cpJln9Jiw6nBYEffhqpzebEKisPk&#10;pz9ftC/cdphampnTfGeUGr0N2yWISEN8ih/uvVaw+Erz05l0BO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rI1s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0YjsMA&#10;AADcAAAADwAAAGRycy9kb3ducmV2LnhtbESP0WrCQBRE3wv9h+UWfKubtFo1ZhNKQamPpn7AJXtN&#10;QrJ30+zWxL93C4KPw8ycYdJ8Mp240OAaywrieQSCuLS64UrB6Wf3ugbhPLLGzjIpuJKDPHt+SjHR&#10;duQjXQpfiQBhl6CC2vs+kdKVNRl0c9sTB+9sB4M+yKGSesAxwE0n36LoQxpsOCzU2NNXTWVb/BkF&#10;i+u4/y2WbbTThuLDe39gXy6Vmr1Mn1sQnib/CN/b31rBZhXD/5lwBG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0Yj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1jMIA&#10;AADc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LxKIb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NHWM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3BccA&#10;AADcAAAADwAAAGRycy9kb3ducmV2LnhtbESPQWvCQBSE7wX/w/IEb3XTWqJGV2kLgnpQmtaDt2f2&#10;NYlm36bZrcZ/3xWEHoeZ+YaZzltTiTM1rrSs4KkfgSDOrC45V/D1uXgcgXAeWWNlmRRcycF81nmY&#10;YqLthT/onPpcBAi7BBUU3teJlC4ryKDr25o4eN+2MeiDbHKpG7wEuKnkcxTF0mDJYaHAmt4Lyk7p&#10;r1Gw247i8fZt9XJcbw44MPpnr8tYqV63fZ2A8NT6//C9vdQKxsMB3M6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xtwX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mCsUA&#10;AADcAAAADwAAAGRycy9kb3ducmV2LnhtbESPQWvCQBSE74X+h+UVvJlNbVCbukpb0YonTQWvj+xr&#10;Epp9G7KrJv56tyD0OMzMN8xs0ZlanKl1lWUFz1EMgji3uuJCweF7NZyCcB5ZY22ZFPTkYDF/fJhh&#10;qu2F93TOfCEChF2KCkrvm1RKl5dk0EW2IQ7ej20N+iDbQuoWLwFuajmK47E0WHFYKLGhz5Ly3+xk&#10;FFzHR9y5r9HH8kV76pPp2m53a6UGT937GwhPnf8P39sbreB1ksDf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SYK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L+f8MA&#10;AADcAAAADwAAAGRycy9kb3ducmV2LnhtbESP3YrCMBSE74V9h3AWvNNU8bcaRUTBu9XuPsChOabF&#10;5qQ2UatPv1lY8HKYmW+Y5bq1lbhT40vHCgb9BARx7nTJRsHP9743A+EDssbKMSl4kof16qOzxFS7&#10;B5/ongUjIoR9igqKEOpUSp8XZNH3XU0cvbNrLIYoGyN1g48It5UcJslEWiw5LhRY07ag/JLdrIKr&#10;G451m+3w67KbH0tjRtfXaaRU97PdLEAEasM7/N8+aAXz6Rj+zs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L+f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3yX8UA&#10;AADcAAAADwAAAGRycy9kb3ducmV2LnhtbESPzW7CMBCE75X6DtZW6g2cUpGQgEGlEhJXaA89bu3N&#10;D43XaexC4OkxElKPo5n5RrNYDbYVR+p941jByzgBQaydabhS8PmxGc1A+IBssHVMCs7kYbV8fFhg&#10;YdyJd3Tch0pECPsCFdQhdIWUXtdk0Y9dRxy90vUWQ5R9JU2Ppwi3rZwkSSotNhwXauzovSb9s/+z&#10;CrbNN01TXeZ2tta7r8tveM0ORqnnp+FtDiLQEP7D9/bWKMizFG5n4hG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HfJf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Hr48EA&#10;AADcAAAADwAAAGRycy9kb3ducmV2LnhtbERPW2vCMBR+F/Yfwhn4pul8mGs1yhwMJl5gTvT10Byb&#10;YnNSmljrvzfCwMfvzjedd7YSLTW+dKzgbZiAIM6dLrlQsP/7HnyA8AFZY+WYFNzIw3z20ptipt2V&#10;f6ndhULEEvYZKjAh1JmUPjdk0Q9dTRy1k2sshgibQuoGr7HcVnKUJO/SYslxwWBNX4by8+5iFbS4&#10;vSVHs9iky3Kdj7aLw0pHXvVfu88JiEBdeJr/0z9aQToew+NMPAJy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h6+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ZvBMQA&#10;AADcAAAADwAAAGRycy9kb3ducmV2LnhtbESPwU7DMBBE70j8g7WVuFGnORQa6lYVUlGPEDhwXOJt&#10;nDbejWzTBL4eIyFxHM3MG816O/leXSjETtjAYl6AIm7EdtwaeHvd396DignZYi9MBr4ownZzfbXG&#10;ysrIL3SpU6syhGOFBlxKQ6V1bBx5jHMZiLN3lOAxZRlabQOOGe57XRbFUnvsOC84HOjRUXOuP72B&#10;8an5OJXHd+u+wyD7+llOZS/G3Mym3QOoRFP6D/+1D9bA6m4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mbwT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b7n8MA&#10;AADcAAAADwAAAGRycy9kb3ducmV2LnhtbERPyW7CMBC9I/EP1iD1Bk45tCFgohSKhKqiiqX3aTxN&#10;AvY4ig2kf18fKvX49PZF3lsjbtT5xrGCx0kCgrh0uuFKwem4GacgfEDWaByTgh/ykC+HgwVm2t15&#10;T7dDqEQMYZ+hgjqENpPSlzVZ9BPXEkfu23UWQ4RdJXWH9xhujZwmyZO02HBsqLGlVU3l5XC1CjYf&#10;a3Oe7vbFpwyr1+cvk769rN+Vehj1xRxEoD78i//cW61glsb58Uw8An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b7n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otr8UA&#10;AADcAAAADwAAAGRycy9kb3ducmV2LnhtbESPQWvCQBSE74L/YXmCl6IbLZUYXUUKRQsWahS8PrPP&#10;JJh9G7LbmP57t1DwOMzMN8xy3ZlKtNS40rKCyTgCQZxZXXKu4HT8GMUgnEfWWFkmBb/kYL3q95aY&#10;aHvnA7Wpz0WAsEtQQeF9nUjpsoIMurGtiYN3tY1BH2STS93gPcBNJadRNJMGSw4LBdb0XlB2S3+M&#10;gvZ7f8l3ras/b/GLe3u9bLdf+qzUcNBtFiA8df4Z/m/vtIJ5PIG/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ui2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4yqMYA&#10;AADcAAAADwAAAGRycy9kb3ducmV2LnhtbESPT2vCQBTE7wW/w/KE3urG0JYYXUUFoZdC/XPQ2zP7&#10;TILZt3F3q9FP3y0Uehxm5jfMZNaZRlzJ+dqyguEgAUFcWF1zqWC3Xb1kIHxA1thYJgV38jCb9p4m&#10;mGt74zVdN6EUEcI+RwVVCG0upS8qMugHtiWO3sk6gyFKV0rt8BbhppFpkrxLgzXHhQpbWlZUnDff&#10;RsFilC0uX6/8+VgfD3TYH89vqUuUeu538zGIQF34D/+1P7SCUZbC75l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4yqMYAAADcAAAADwAAAAAAAAAAAAAAAACYAgAAZHJz&#10;L2Rvd25yZXYueG1sUEsFBgAAAAAEAAQA9QAAAIsDAAAAAA==&#10;" fillcolor="black" stroked="f"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A2K8cA&#10;AADcAAAADwAAAGRycy9kb3ducmV2LnhtbESPzWvCQBTE74L/w/KE3nSjpRKjq2g/QKge/Dh4fM2+&#10;Jkuyb0N2q7F/fbdQ6HGYmd8wi1Vna3Gl1hvHCsajBARx7rThQsH59DZMQfiArLF2TAru5GG17PcW&#10;mGl34wNdj6EQEcI+QwVlCE0mpc9LsuhHriGO3qdrLYYo20LqFm8Rbms5SZKptGg4LpTY0HNJeXX8&#10;sgou71OTHgxNPnbfm1e9e6o2+5dKqYdBt56DCNSF//Bfe6sVzNJH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ANiv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SEscUA&#10;AADcAAAADwAAAGRycy9kb3ducmV2LnhtbESPT2sCMRTE74V+h/AKvWnWUsq6GkUspb304J/S62Pz&#10;3Ky7eVmTqKufvhGEHoeZ+Q0znfe2FSfyoXasYDTMQBCXTtdcKdhuPgY5iBCRNbaOScGFAsxnjw9T&#10;LLQ784pO61iJBOFQoAITY1dIGUpDFsPQdcTJ2zlvMSbpK6k9nhPctvIly96kxZrTgsGOlobKZn20&#10;Cvzi97258vGnya7fl/C57w85GqWen/rFBESkPv6H7+0vrWCcv8LtTDo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ISx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V+MsUA&#10;AADcAAAADwAAAGRycy9kb3ducmV2LnhtbESP3WoCMRSE74W+QzhCb6RmK/i3NUopFAqK4M8DnG5O&#10;dxeTk2VzqqtPbwoFL4eZ+YZZrDrv1JnaWAc28DrMQBEXwdZcGjgePl9moKIgW3SBycCVIqyWT70F&#10;5jZceEfnvZQqQTjmaKASaXKtY1GRxzgMDXHyfkLrUZJsS21bvCS4d3qUZRPtsea0UGFDHxUVp/2v&#10;N+BG326+nsaNXI96k9287AZba8xzv3t/AyXUySP83/6yBuazMfydSUdAL+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X4y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pBTsQA&#10;AADcAAAADwAAAGRycy9kb3ducmV2LnhtbESPQWsCMRSE7wX/Q3iCt5rVg+jWKK0i7KUHV4vX5+Z1&#10;szR5WTZRt/31jSB4HGbmG2a57p0VV+pC41nBZJyBIK68brhWcDzsXucgQkTWaD2Tgl8KsF4NXpaY&#10;a3/jPV3LWIsE4ZCjAhNjm0sZKkMOw9i3xMn79p3DmGRXS93hLcGdldMsm0mHDacFgy1tDFU/5cUp&#10;2JatnR4L8xFOX5/nsy3+dnTaKjUa9u9vICL18Rl+tAutYDGfwf1MO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qQU7EAAAA3A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iakcQA&#10;AADcAAAADwAAAGRycy9kb3ducmV2LnhtbESPwWrDMBBE74X8g9hAb7WUHuLEsRJKaCCQU93kkNsi&#10;bW231spYauz8fVUo9DjMzBum3E2uEzcaQutZwyJTIIiNty3XGs7vh6cViBCRLXaeScOdAuy2s4cS&#10;C+tHfqNbFWuRIBwK1NDE2BdSBtOQw5D5njh5H35wGJMcamkHHBPcdfJZqaV02HJaaLCnfUPmq/p2&#10;Gj4P8uSNQnM5X8ajza+vS+qU1o/z6WUDItIU/8N/7aPVsF7l8HsmH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ompH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0a9cMA&#10;AADcAAAADwAAAGRycy9kb3ducmV2LnhtbERPz2vCMBS+D/wfwhN2W1MVRlcbRQcD2dhhOsTjs3m2&#10;pc1LSWLb/ffLYbDjx/e72E6mEwM531hWsEhSEMSl1Q1XCr5Pb08ZCB+QNXaWScEPedhuZg8F5tqO&#10;/EXDMVQihrDPUUEdQp9L6cuaDPrE9sSRu1lnMEToKqkdjjHcdHKZps/SYMOxocaeXmsq2+PdKLjc&#10;P/j2uXrfuX042+nk2+U1a5V6nE+7NYhAU/gX/7kPWsFLFtfGM/EI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0a9c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qg2cYA&#10;AADcAAAADwAAAGRycy9kb3ducmV2LnhtbESPT2vCQBTE7wW/w/KE3upGaUsSXUUFoZdC/XPQ2zP7&#10;TILZt3F3q9FP3y0Uehxm5jfMZNaZRlzJ+dqyguEgAUFcWF1zqWC3Xb2kIHxA1thYJgV38jCb9p4m&#10;mGt74zVdN6EUEcI+RwVVCG0upS8qMugHtiWO3sk6gyFKV0rt8BbhppGjJHmXBmuOCxW2tKyoOG++&#10;jYJFli4uX6/8+VgfD3TYH89vI5co9dzv5mMQgbrwH/5rf2gFWZrB75l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qg2cYAAADcAAAADwAAAAAAAAAAAAAAAACYAgAAZHJz&#10;L2Rvd25yZXYueG1sUEsFBgAAAAAEAAQA9QAAAIsDAAAAAA==&#10;" fillcolor="black" stroked="f"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GSuMEA&#10;AADcAAAADwAAAGRycy9kb3ducmV2LnhtbERPz2vCMBS+D/Y/hDfYbaabIFqNUoSh7FTdxq7P5tmU&#10;NS8libH775eD4PHj+73ajLYXiXzoHCt4nRQgiBunO24VfH2+v8xBhIissXdMCv4owGb9+LDCUrsr&#10;HygdYytyCIcSFZgYh1LK0BiyGCZuIM7c2XmLMUPfSu3xmsNtL9+KYiYtdpwbDA60NdT8Hi9WQTpt&#10;62qafpI5fPiq9a7efZ9qpZ6fxmoJItIY7+Kbe68VLBZ5fj6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Rkrj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+wocUA&#10;AADcAAAADwAAAGRycy9kb3ducmV2LnhtbESPQWvCQBSE7wX/w/IEb3WTHqSJriJii+2lNQp6fGSf&#10;2WD2bchuY9pf3y0UPA4z8w2zWA22ET11vnasIJ0mIIhLp2uuFBwPL4/PIHxA1tg4JgXf5GG1HD0s&#10;MNfuxnvqi1CJCGGfowITQptL6UtDFv3UtcTRu7jOYoiyq6Tu8BbhtpFPSTKTFmuOCwZb2hgqr8WX&#10;VeDTzfb0bn+y/vxq+KN4M7PPyig1GQ/rOYhAQ7iH/9s7rSDL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37Ch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6AF9" w:rsidRPr="00183634" w:rsidRDefault="00C86AF9" w:rsidP="00C86A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C86AF9" w:rsidRPr="001869AA" w:rsidRDefault="00C86AF9" w:rsidP="00C86A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86AF9" w:rsidRPr="001869AA" w:rsidRDefault="00C86AF9" w:rsidP="00C86A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86AF9" w:rsidRPr="001869AA" w:rsidRDefault="00C86AF9" w:rsidP="00C86A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86AF9" w:rsidRPr="00183634" w:rsidRDefault="00C86AF9" w:rsidP="00C86AF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C86AF9" w:rsidRPr="001869AA" w:rsidRDefault="00C86AF9" w:rsidP="00C86AF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C86AF9" w:rsidRPr="001869AA" w:rsidRDefault="00C86AF9" w:rsidP="00C86AF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86AF9" w:rsidRPr="001869AA" w:rsidRDefault="00C86AF9" w:rsidP="00C86AF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C86AF9" w:rsidRPr="001869AA" w:rsidRDefault="00C86AF9" w:rsidP="00C86AF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86AF9" w:rsidRPr="001869AA" w:rsidRDefault="00C86AF9" w:rsidP="00C86A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6AF9" w:rsidRDefault="00C86AF9" w:rsidP="00C86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Hi1&#10;kfu7eAAAEFkEAA4AAAAAAAAAAAAAAAAALgIAAGRycy9lMm9Eb2MueG1sUEsBAi0AFAAGAAgAAAAh&#10;AN/OkDDiAAAADQEAAA8AAAAAAAAAAAAAAAAAFXsAAGRycy9kb3ducmV2LnhtbFBLBQYAAAAABAAE&#10;APMAAAAk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6AF9" w:rsidRDefault="00C86AF9" w:rsidP="00C86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86AF9" w:rsidRDefault="00C86AF9" w:rsidP="00C86AF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C86AF9" w:rsidRPr="001869AA" w:rsidRDefault="00C86AF9" w:rsidP="00C86AF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C86AF9" w:rsidRDefault="00C86AF9" w:rsidP="00C86AF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C86AF9" w:rsidRPr="001869AA" w:rsidRDefault="00C86AF9" w:rsidP="00C86AF9">
      <w:pPr>
        <w:spacing w:after="0" w:line="240" w:lineRule="auto"/>
        <w:jc w:val="center"/>
        <w:rPr>
          <w:rFonts w:ascii="Times New Roman" w:hAnsi="Times New Roman"/>
        </w:rPr>
      </w:pPr>
    </w:p>
    <w:p w:rsidR="00C86AF9" w:rsidRPr="00312454" w:rsidRDefault="00C86AF9" w:rsidP="00C86AF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C86AF9" w:rsidRPr="00A31AA4" w:rsidRDefault="00C86AF9" w:rsidP="00C86A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C86AF9" w:rsidRPr="00A31AA4" w:rsidRDefault="00C86AF9" w:rsidP="00C86AF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C86AF9" w:rsidRPr="00A31AA4" w:rsidRDefault="00C86AF9" w:rsidP="00C86AF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C86AF9" w:rsidRPr="001370B7" w:rsidRDefault="00C86AF9" w:rsidP="00C86A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Зощука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О.К.</w:t>
      </w:r>
    </w:p>
    <w:p w:rsidR="00C86AF9" w:rsidRPr="00A31AA4" w:rsidRDefault="00C86AF9" w:rsidP="00C86A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86AF9" w:rsidRPr="00A31AA4" w:rsidRDefault="00C86AF9" w:rsidP="00C86A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Зощука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C86AF9" w:rsidRPr="00A31AA4" w:rsidRDefault="00C86AF9" w:rsidP="00C86A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C86AF9" w:rsidRPr="00A31AA4" w:rsidRDefault="00C86AF9" w:rsidP="00C86A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C86AF9" w:rsidRPr="00A31AA4" w:rsidRDefault="00C86AF9" w:rsidP="00C86A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Костянтиновичу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за рахунок (16.00) 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0,2647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C86AF9" w:rsidRPr="00A31AA4" w:rsidRDefault="00C86AF9" w:rsidP="00C86AF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</w:t>
      </w:r>
      <w:r w:rsidRPr="0010328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Костянтиновичу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який зареєстрований за адресою: </w:t>
      </w:r>
      <w:r w:rsidR="00E968DE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_____________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E968DE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0,2647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кадастровий номер: 6823982100:01:007:0044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 особистого селянського господарства,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за рахунок (16.00) землі запасу (земельні ділянки кожної категорії земель, які не надані у власність або користування громадянам чи юридичним особам),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C86AF9" w:rsidRPr="00A31AA4" w:rsidRDefault="00C86AF9" w:rsidP="00C86AF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Зощуку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О.К.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C86AF9" w:rsidRPr="00A31AA4" w:rsidRDefault="00C86AF9" w:rsidP="00C86AF9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86AF9" w:rsidRPr="00C86AF9" w:rsidRDefault="00C86AF9" w:rsidP="00C86A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3656DA" w:rsidRPr="00C86AF9" w:rsidRDefault="00C86AF9" w:rsidP="00C86A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3656DA" w:rsidRPr="00C86AF9" w:rsidSect="00C86AF9">
      <w:pgSz w:w="12240" w:h="15840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F9"/>
    <w:rsid w:val="00171A2E"/>
    <w:rsid w:val="00304C90"/>
    <w:rsid w:val="003656DA"/>
    <w:rsid w:val="00505B6D"/>
    <w:rsid w:val="006D3977"/>
    <w:rsid w:val="007D6C18"/>
    <w:rsid w:val="00C86AF9"/>
    <w:rsid w:val="00D1641A"/>
    <w:rsid w:val="00E9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F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AF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322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2020-11-17T15:11:00Z</dcterms:created>
  <dcterms:modified xsi:type="dcterms:W3CDTF">2020-11-18T06:47:00Z</dcterms:modified>
</cp:coreProperties>
</file>