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01" w:rsidRDefault="00601601" w:rsidP="00601601">
      <w:pPr>
        <w:suppressAutoHyphens/>
        <w:spacing w:after="0" w:line="240" w:lineRule="auto"/>
        <w:ind w:right="-370"/>
        <w:rPr>
          <w:rFonts w:ascii="Times New Roman" w:eastAsia="Times New Roman" w:hAnsi="Times New Roman" w:cs="Times New Roman"/>
          <w:b/>
          <w:sz w:val="28"/>
          <w:szCs w:val="28"/>
          <w:lang w:val="uk-UA" w:eastAsia="ar-SA"/>
        </w:rPr>
      </w:pPr>
    </w:p>
    <w:p w:rsidR="00601601" w:rsidRPr="00D6177D" w:rsidRDefault="00601601" w:rsidP="00601601">
      <w:pPr>
        <w:tabs>
          <w:tab w:val="right" w:pos="9354"/>
        </w:tabs>
        <w:spacing w:after="0" w:line="240" w:lineRule="auto"/>
        <w:jc w:val="right"/>
        <w:rPr>
          <w:rFonts w:ascii="Times New Roman" w:eastAsia="Calibri" w:hAnsi="Times New Roman" w:cs="Times New Roman"/>
          <w:color w:val="FF0000"/>
        </w:rPr>
      </w:pPr>
      <w:r w:rsidRPr="00D6177D">
        <w:rPr>
          <w:rFonts w:ascii="Times New Roman" w:eastAsia="Calibri" w:hAnsi="Times New Roman" w:cs="Times New Roman"/>
          <w:color w:val="FF0000"/>
        </w:rPr>
        <w:t>ПРОЕКТ</w:t>
      </w:r>
    </w:p>
    <w:p w:rsidR="00601601" w:rsidRPr="00D6177D" w:rsidRDefault="00601601" w:rsidP="00601601">
      <w:pPr>
        <w:tabs>
          <w:tab w:val="right" w:pos="9354"/>
        </w:tabs>
        <w:spacing w:after="0" w:line="240" w:lineRule="auto"/>
        <w:rPr>
          <w:rFonts w:ascii="Times New Roman" w:eastAsia="Calibri" w:hAnsi="Times New Roman" w:cs="Times New Roman"/>
          <w:color w:val="FF0000"/>
        </w:rPr>
      </w:pPr>
    </w:p>
    <w:p w:rsidR="00601601" w:rsidRPr="00D6177D" w:rsidRDefault="00BF33E3" w:rsidP="00601601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</w:rPr>
      </w:pPr>
      <w:r w:rsidRPr="00BF33E3">
        <w:rPr>
          <w:rFonts w:ascii="Calibri" w:eastAsia="Calibri" w:hAnsi="Calibri" w:cs="Times New Roman"/>
          <w:noProof/>
          <w:lang w:eastAsia="ru-RU"/>
        </w:rPr>
        <w:pict>
          <v:group id="_x0000_s1057" style="position:absolute;margin-left:211.3pt;margin-top:2.95pt;width:42.8pt;height:57.85pt;z-index:251661312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">
            <v:shape id="Freeform 3" o:spid="_x0000_s105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HY5DcMA&#10;AADdAAAADwAAAGRycy9kb3ducmV2LnhtbESPT4vCMBTE74LfITzBm6ZWWLU2ioiKB0F01/ujef2D&#10;zUtpotZvbxYW9jjMzG+YdN2ZWjypdZVlBZNxBII4s7riQsHP9340B+E8ssbaMil4k4P1qt9LMdH2&#10;xRd6Xn0hAoRdggpK75tESpeVZNCNbUMcvNy2Bn2QbSF1i68AN7WMo+hLGqw4LJTY0Lak7H59GAV2&#10;ejiebkV8me545nlznue37qTUcNBtliA8df4//Nc+agXxIorh9014AnL1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HY5D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01601" w:rsidRDefault="00601601" w:rsidP="0060160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5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xYmMgA&#10;AADdAAAADwAAAGRycy9kb3ducmV2LnhtbESPW2sCMRSE3wv+h3CEvkjN1oLWrVGKsL34IHiBvh42&#10;x83azcmSpLr11xuh0MdhZr5hZovONuJEPtSOFTwOMxDEpdM1Vwr2u+LhGUSIyBobx6TglwIs5r27&#10;GebanXlDp22sRIJwyFGBibHNpQylIYth6Fri5B2ctxiT9JXUHs8Jbhs5yrKxtFhzWjDY0tJQ+b39&#10;sQqOxdp8LSeXNz+YbugyKFbvzedYqft+9/oCIlIX/8N/7Q+tYDTNnuD2Jj0BOb8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hLFiY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01601" w:rsidRDefault="00601601" w:rsidP="0060160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6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2ik8MA&#10;AADdAAAADwAAAGRycy9kb3ducmV2LnhtbESP3YrCMBCF7wXfIYzgjayprshajSKyLuJN8ecBhmZs&#10;is2kNFlb336zIHh5OD8fZ7XpbCUe1PjSsYLJOAFBnDtdcqHgetl/fIHwAVlj5ZgUPMnDZt3vrTDV&#10;ruUTPc6hEHGEfYoKTAh1KqXPDVn0Y1cTR+/mGoshyqaQusE2jttKTpNkLi2WHAkGa9oZyu/nXxsh&#10;2Sdmx1t72f902OL30fBoe1JqOOi2SxCBuvAOv9oHrWC6SGbw/yY+Abn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x2ik8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01601" w:rsidRDefault="00601601" w:rsidP="0060160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6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rSqMYA&#10;AADdAAAADwAAAGRycy9kb3ducmV2LnhtbESPQUsDMRSE70L/Q3gFbzbrYqtdm5bSKojgwSoUb4/N&#10;6+7i5iUkz+76740geBxm5htmtRldr84UU+fZwPWsAEVce9txY+D97fHqDlQSZIu9ZzLwTQk268nF&#10;CivrB36l80EalSGcKjTQioRK61S35DDNfCDO3slHh5JlbLSNOGS463VZFAvtsOO80GKgXUv15+HL&#10;GXgZHsLz7WJ+Ch/xptRpb+W4E2Mup+P2HpTQKP/hv/aTNVAuizn8vslPQK9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erSq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01601" w:rsidRDefault="00601601" w:rsidP="0060160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6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OZf8QA&#10;AADdAAAADwAAAGRycy9kb3ducmV2LnhtbESP32rCMBTG7we+QzjCboam60BcNUqROaQ3Rd0DHJpj&#10;U2xOSpPZ7u3NQPDy4/vz41tvR9uKG/W+cazgfZ6AIK6cbrhW8HPez5YgfEDW2DomBX/kYbuZvKwx&#10;027gI91OoRZxhH2GCkwIXSalrwxZ9HPXEUfv4nqLIcq+lrrHIY7bVqZJspAWG44Egx3tDFXX06+N&#10;kPIDy+IynPffIw74VRh+y49KvU7HfAUi0Bie4Uf7oBWkn8kC/t/EJyA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CDmX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01601" w:rsidRDefault="00601601" w:rsidP="0060160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6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TpRMYA&#10;AADdAAAADwAAAGRycy9kb3ducmV2LnhtbESPQUsDMRSE74L/ITzBm826aKvbpkWqQhE8WAvF22Pz&#10;urt08xKSZ3f9940geBxm5htmsRpdr04UU+fZwO2kAEVce9txY2D3+XrzACoJssXeMxn4oQSr5eXF&#10;AivrB/6g01YalSGcKjTQioRK61S35DBNfCDO3sFHh5JlbLSNOGS463VZFFPtsOO80GKgdUv1cfvt&#10;DLwPL+FtNr0/hK94V+r0bGW/FmOur8anOSihUf7Df+2NNVA+FjP4fZOfgF6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nTpR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01601" w:rsidRDefault="00601601" w:rsidP="0060160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6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vdSMMA&#10;AADdAAAADwAAAGRycy9kb3ducmV2LnhtbERPXWvCMBR9F/Yfwh34IprO4XCdUaYQNlCQVWGvl+ba&#10;ljU3Jcls9++XB8HHw/lebQbbiiv50DhW8DTLQBCXzjRcKTif9HQJIkRkg61jUvBHATbrh9EKc+N6&#10;/qJrESuRQjjkqKCOsculDGVNFsPMdcSJuzhvMSboK2k89inctnKeZS/SYsOpocaOdjWVP8WvVbA9&#10;9tWzn5Tbwe0vH98LrY0+aKXGj8P7G4hIQ7yLb+5Po2D+mqW56U16An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WvdSM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01601" w:rsidRDefault="00601601" w:rsidP="0060160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6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8ilsQA&#10;AADdAAAADwAAAGRycy9kb3ducmV2LnhtbESPzWrDMBCE74G8g9hCb4lc04bEtRJCiqGUXvLzAIu1&#10;sVxbKyMpjvv2VaHQ4zAz3zDlbrK9GMmH1rGCp2UGgrh2uuVGweVcLdYgQkTW2DsmBd8UYLedz0os&#10;tLvzkcZTbESCcChQgYlxKKQMtSGLYekG4uRdnbcYk/SN1B7vCW57mWfZSlpsOS0YHOhgqO5ON6ug&#10;+sg/x+6mfeX207OlF/O1fjNKPT5M+1cQkab4H/5rv2sF+SbbwO+b9ATk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+fIpb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01601" w:rsidRDefault="00601601" w:rsidP="0060160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6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RHk8MA&#10;AADdAAAADwAAAGRycy9kb3ducmV2LnhtbERPXWvCMBR9H/gfwh3sRTRVUbbOKDoIChNkOtjrpbm2&#10;Zc1NSaKt/948DPZ4ON/LdW8bcSMfascKJuMMBHHhTM2lgu+zHr2CCBHZYOOYFNwpwHo1eFpiblzH&#10;X3Q7xVKkEA45KqhibHMpQ1GRxTB2LXHiLs5bjAn6UhqPXQq3jZxm2UJarDk1VNjSR0XF7+lqFWyP&#10;XTnzw2Lbu8/L7meutdEHrdTLc795BxGpj//iP/feKJi+TdL+9CY9Abl6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sRHk8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01601" w:rsidRDefault="00601601" w:rsidP="0060160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6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C4TcQA&#10;AADdAAAADwAAAGRycy9kb3ducmV2LnhtbESPUWvCMBSF3wf7D+EKe5tpixuuM4pMCjJ8me4HXJq7&#10;ptrclCTW7t8bQfDxcM75DmexGm0nBvKhdawgn2YgiGunW24U/B6q1zmIEJE1do5JwT8FWC2fnxZY&#10;anfhHxr2sREJwqFEBSbGvpQy1IYshqnriZP357zFmKRvpPZ4SXDbySLL3qXFltOCwZ6+DNWn/dkq&#10;qL6L3XA6a1+59Tiz9GaO841R6mUyrj9BRBrjI3xvb7WC4iPP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QwuE3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01601" w:rsidRDefault="00601601" w:rsidP="0060160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6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7c9r0A&#10;AADbAAAADwAAAGRycy9kb3ducmV2LnhtbESPzQrCMBCE74LvEFbwpqm/SDWKCIoerT7A0qxtsdnU&#10;Jtr69kYQPA4z8w2z2rSmFC+qXWFZwWgYgSBOrS44U3C97AcLEM4jaywtk4I3Odisu50Vxto2fKZX&#10;4jMRIOxiVJB7X8VSujQng25oK+Lg3Wxt0AdZZ1LX2AS4KeU4iubSYMFhIceKdjml9+RpFEzfzeGR&#10;zO7RXhsanSbViX06U6rfa7dLEJ5a/w//2ketYDKG75fwA+T6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Pd7c9r0AAADbAAAADwAAAAAAAAAAAAAAAACYAgAAZHJzL2Rvd25yZXYu&#10;eG1sUEsFBgAAAAAEAAQA9QAAAII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01601" w:rsidRDefault="00601601" w:rsidP="0060160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6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8R9MMA&#10;AADbAAAADwAAAGRycy9kb3ducmV2LnhtbESPT2vCQBTE7wW/w/KE3uqmBqRGVxElUjzZ+Of8yD6T&#10;0OzbkN3E+O1dodDjMDO/YZbrwdSip9ZVlhV8TiIQxLnVFRcKzqf04wuE88gaa8uk4EEO1qvR2xIT&#10;be/8Q33mCxEg7BJUUHrfJFK6vCSDbmIb4uDdbGvQB9kWUrd4D3BTy2kUzaTBisNCiQ1tS8p/s84o&#10;6GbX6ZlvB33Mdo/9fJdunLwUSr2Ph80ChKfB/4f/2t9aQRzD60v4AXL1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F8R9MMAAADb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01601" w:rsidRDefault="00601601" w:rsidP="0060160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7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JpUMYA&#10;AADbAAAADwAAAGRycy9kb3ducmV2LnhtbESPQWvCQBSE74X+h+UVvNWNjQSNrqIFQXsw1NpDb8/s&#10;M0mbfRuzq8Z/7xYKPQ4z8w0znXemFhdqXWVZwaAfgSDOra64ULD/WD2PQDiPrLG2TApu5GA+e3yY&#10;Yqrtld/psvOFCBB2KSoovW9SKV1ekkHXtw1x8I62NeiDbAupW7wGuKnlSxQl0mDFYaHEhl5Lyn92&#10;Z6PgMxsl42y5GX6/bQ8YG3360lWiVO+pW0xAeOr8f/ivvdYK4iH8fgk/QM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uJpUMYAAADb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01601" w:rsidRDefault="00601601" w:rsidP="0060160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7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Imc8QA&#10;AADbAAAADwAAAGRycy9kb3ducmV2LnhtbESPQWvCQBSE70L/w/KE3nSjtkGim1AtavFkbcHrI/ua&#10;hGbfhuyaxP56t1DocZiZb5h1NphadNS6yrKC2TQCQZxbXXGh4PNjN1mCcB5ZY22ZFNzIQZY+jNaY&#10;aNvzO3VnX4gAYZeggtL7JpHS5SUZdFPbEAfvy7YGfZBtIXWLfYCbWs6jKJYGKw4LJTa0LSn/Pl+N&#10;gp/4gid3mG9eF9rT7Wm5t8fTXqnH8fCyAuFp8P/hv/abVrB4ht8v4QfI9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MSJnPEAAAA2w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01601" w:rsidRDefault="00601601" w:rsidP="0060160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7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s+d8QA&#10;AADbAAAADwAAAGRycy9kb3ducmV2LnhtbESP0WrCQBRE34X+w3ILvummmkobXaVICr61pv2AS/a6&#10;CWbvxuyapH59t1DwcZiZM8xmN9pG9NT52rGCp3kCgrh0umaj4PvrffYCwgdkjY1jUvBDHnbbh8kG&#10;M+0GPlJfBCMihH2GCqoQ2kxKX1Zk0c9dSxy9k+sshig7I3WHQ4TbRi6SZCUt1hwXKmxpX1F5Lq5W&#10;wcUtnvVY5Phxzl8/a2PSy+2YKjV9HN/WIAKN4R7+bx+0guUK/r7EHyC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bPnfEAAAA2w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01601" w:rsidRDefault="00601601" w:rsidP="0060160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7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ATFsMA&#10;AADbAAAADwAAAGRycy9kb3ducmV2LnhtbESPT4vCMBTE7wt+h/AEb5qqrH+qUVRY8Kq7B4/P5NlW&#10;m5faRO3upzeCsMdhZn7DzJeNLcWdal84VtDvJSCItTMFZwp+vr+6ExA+IBssHZOCX/KwXLQ+5pga&#10;9+Ad3fchExHCPkUFeQhVKqXXOVn0PVcRR+/kaoshyjqTpsZHhNtSDpJkJC0WHBdyrGiTk77sb1bB&#10;tjjS50ifpnay1rvD3zUMx2ejVKfdrGYgAjXhP/xub42C4RheX+IPkI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mATFsMAAADb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01601" w:rsidRDefault="00601601" w:rsidP="0060160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7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N22sQA&#10;AADbAAAADwAAAGRycy9kb3ducmV2LnhtbESPQWvCQBCF70L/wzKF3nRTBWmjq1RBsLQVakWvQ3bM&#10;BrOzIbuN8d87h0KPM/PmvffNl72vVUdtrAIbeB5loIiLYCsuDRx+NsMXUDEhW6wDk4EbRVguHgZz&#10;zG248jd1+1QqMeGYowGXUpNrHQtHHuMoNMRyO4fWY5KxLbVt8SrmvtbjLJtqjxVLgsOG1o6Ky/7X&#10;G+hwd8tObvX1+l59FuPd6vhhZW+eHvu3GahEffoX/31vrYGJlBUW4QC9u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pDdtrEAAAA2w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01601" w:rsidRDefault="00601601" w:rsidP="0060160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7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IPL8MA&#10;AADbAAAADwAAAGRycy9kb3ducmV2LnhtbESPQUvDQBSE70L/w/IK3uymEURjt6UUKh419uDxmX3N&#10;ps2+F3bXJvrrXUHwOMzMN8xqM/leXSjETtjAclGAIm7EdtwaOLztb+5BxYRssRcmA18UYbOeXa2w&#10;sjLyK13q1KoM4VihAZfSUGkdG0ce40IG4uwdJXhMWYZW24Bjhvtel0Vxpz12nBccDrRz1JzrT29g&#10;fGo+TuXx3brvMMi+fpFT2Ysx1/Np+wgq0ZT+w3/tZ2vg9gF+v+QfoN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aIPL8MAAADb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01601" w:rsidRDefault="00601601" w:rsidP="0060160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7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/eNsEA&#10;AADbAAAADwAAAGRycy9kb3ducmV2LnhtbERPy2oCMRTdC/5DuAV3mqmIymgU6wNEKqKt+9vJ7czY&#10;5GaYRB3/vlkILg/nPZ031ogb1b50rOC9l4AgzpwuOVfw/bXpjkH4gKzROCYFD/Iwn7VbU0y1u/OR&#10;bqeQixjCPkUFRQhVKqXPCrLoe64ijtyvqy2GCOtc6hrvMdwa2U+SobRYcmwosKJlQdnf6WoVbA4r&#10;c+nvj4uzDMv16MeMdx+rT6U6b81iAiJQE17ip3urFQzi+vgl/gA5+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DP3j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01601" w:rsidRDefault="00601601" w:rsidP="0060160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7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zGD8UA&#10;AADbAAAADwAAAGRycy9kb3ducmV2LnhtbESPQWvCQBSE74L/YXmFXkrdpLVFUtcghRIFBatCr8/s&#10;axKSfRuy2xj/vSsUPA4z8w0zTwfTiJ46V1lWEE8iEMS51RUXCo6Hr+cZCOeRNTaWScGFHKSL8WiO&#10;ibZn/qZ+7wsRIOwSVFB63yZSurwkg25iW+Lg/drOoA+yK6Tu8BzgppEvUfQuDVYcFkps6bOkvN7/&#10;GQX9bnMqVr1r1/Xsyb29nrJsq3+UenwYlh8gPA3+Hv5vr7SCaQy3L+EHyM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rMYP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01601" w:rsidRDefault="00601601" w:rsidP="0060160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78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I6k8YA&#10;AADbAAAADwAAAGRycy9kb3ducmV2LnhtbESPQWvCQBSE74X+h+UVvNVNgxWNbqQWBC+FanvQ2zP7&#10;TEKyb9PdVdP+ercgeBxm5htmvuhNK87kfG1ZwcswAUFcWF1zqeD7a/U8AeEDssbWMin4JQ+L/PFh&#10;jpm2F97QeRtKESHsM1RQhdBlUvqiIoN+aDvi6B2tMxiidKXUDi8RblqZJslYGqw5LlTY0XtFRbM9&#10;GQXL6WT58znij7/NYU/73aF5TV2i1OCpf5uBCNSHe/jWXmsFoxT+v8QfI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YI6k8YAAADbAAAADwAAAAAAAAAAAAAAAACYAgAAZHJz&#10;L2Rvd25yZXYueG1sUEsFBgAAAAAEAAQA9QAAAIsDAAAAAA==&#10;" fillcolor="black" stroked="f">
              <v:textbox>
                <w:txbxContent>
                  <w:p w:rsidR="00601601" w:rsidRDefault="00601601" w:rsidP="0060160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79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HqHsYA&#10;AADbAAAADwAAAGRycy9kb3ducmV2LnhtbESPT2sCMRTE7wW/Q3iCt5pVq8jWKNo/IKgHbQ89PjfP&#10;3bCbl2WT6uqnN4WCx2FmfsPMFq2txJkabxwrGPQTEMSZ04ZzBd9fn89TED4ga6wck4IreVjMO08z&#10;TLW78J7Oh5CLCGGfooIihDqV0mcFWfR9VxNH7+QaiyHKJpe6wUuE20oOk2QiLRqOCwXW9FZQVh5+&#10;rYKfzcRM94aGx+1t9aG343K1ey+V6nXb5SuIQG14hP/ba63gZQR/X+IPkP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bHqHsYAAADbAAAADwAAAAAAAAAAAAAAAACYAgAAZHJz&#10;L2Rvd25yZXYueG1sUEsFBgAAAAAEAAQA9QAAAIsDAAAAAA=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601601" w:rsidRDefault="00601601" w:rsidP="0060160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80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kOTsUA&#10;AADbAAAADwAAAGRycy9kb3ducmV2LnhtbESPzWrDMBCE74W8g9hCb4ncEkpwI5uQENpLDvkpvS7W&#10;1nJsrRxJSZw8fVUo9DjMzDfMvBxsJy7kQ+NYwfMkA0FcOd1wreCwX49nIEJE1tg5JgU3ClAWo4c5&#10;5tpdeUuXXaxFgnDIUYGJsc+lDJUhi2HieuLkfTtvMSbpa6k9XhPcdvIly16lxYbTgsGeloaqdne2&#10;Cvzia9Xe+fzZZvfNLbwfh9MMjVJPj8PiDUSkIf6H/9ofWsF0Cr9f0g+Qx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yQ5OxQAAANs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601601" w:rsidRDefault="00601601" w:rsidP="0060160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81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vhPcUA&#10;AADbAAAADwAAAGRycy9kb3ducmV2LnhtbESP3WoCMRSE7wXfIZxCb4pmldaf1SilUChUBH8e4Lg5&#10;7i5NTpbNqa59+qZQ8HKYmW+Y5brzTl2ojXVgA6NhBoq4CLbm0sDx8D6YgYqCbNEFJgM3irBe9XtL&#10;zG248o4ueylVgnDM0UAl0uRax6Iij3EYGuLknUPrUZJsS21bvCa4d3qcZRPtsea0UGFDbxUVX/tv&#10;b8CNT27+OY0buR31JvvxsnvaWmMeH7rXBSihTu7h//aHNfD8An9f0g/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S+E9xQAAANsAAAAPAAAAAAAAAAAAAAAAAJgCAABkcnMv&#10;ZG93bnJldi54bWxQSwUGAAAAAAQABAD1AAAAig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601601" w:rsidRDefault="00601601" w:rsidP="0060160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82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QtMMQA&#10;AADbAAAADwAAAGRycy9kb3ducmV2LnhtbESPQWvCQBSE7wX/w/KE3upGKVJiNqIVIZcemipen9ln&#10;Nrj7NmS3mvbXdwuFHoeZ+YYp1qOz4kZD6DwrmM8yEMSN1x23Cg4f+6cXECEia7SeScEXBViXk4cC&#10;c+3v/E63OrYiQTjkqMDE2OdShsaQwzDzPXHyLn5wGJMcWqkHvCe4s3KRZUvpsOO0YLCnV0PNtf50&#10;CnZ1bxeHymzD6fh2Ptvqe0+nnVKP03GzAhFpjP/hv3alFTwv4fdL+gGy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fULTDEAAAA2wAAAA8AAAAAAAAAAAAAAAAAmAIAAGRycy9k&#10;b3ducmV2LnhtbFBLBQYAAAAABAAEAPUAAACJAwAAAAA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601601" w:rsidRDefault="00601601" w:rsidP="0060160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83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Ar0cMA&#10;AADbAAAADwAAAGRycy9kb3ducmV2LnhtbESPwWrDMBBE74H+g9hCb4nUUOLiRgml1BDoKW5y6G2R&#10;trYTa2UsxXb/PgoEehxm5g2z3k6uFQP1ofGs4XmhQBAbbxuuNBy+i/kriBCRLbaeScMfBdhuHmZr&#10;zK0feU9DGSuRIBxy1FDH2OVSBlOTw7DwHXHyfn3vMCbZV9L2OCa4a+VSqZV02HBaqLGjj5rMubw4&#10;DadCfnmj0BwPx3Fns5/PFbVK66fH6f0NRKQp/ofv7Z3V8JLB7Uv6AXJz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NAr0cMAAADb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601601" w:rsidRDefault="00601601" w:rsidP="0060160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84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dq28AA&#10;AADbAAAADwAAAGRycy9kb3ducmV2LnhtbERPTYvCMBC9C/6HMII3TdVFpBpFBUFcPKjL4nFsxra0&#10;mZQkav335rCwx8f7XqxaU4snOV9aVjAaJiCIM6tLzhX8XHaDGQgfkDXWlknBmzyslt3OAlNtX3yi&#10;5znkIoawT1FBEUKTSumzggz6oW2II3e3zmCI0OVSO3zFcFPLcZJMpcGSY0OBDW0Lyqrzwyi4Pr75&#10;fpwc1m4Tfm178dX4NquU6vfa9RxEoDb8i//ce63gK46NX+IPkMs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ndq28AAAADbAAAADwAAAAAAAAAAAAAAAACYAgAAZHJzL2Rvd25y&#10;ZXYueG1sUEsFBgAAAAAEAAQA9QAAAIU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601601" w:rsidRDefault="00601601" w:rsidP="0060160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85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ao4sYA&#10;AADbAAAADwAAAGRycy9kb3ducmV2LnhtbESPQWvCQBSE74X+h+UVvDWbihWNWaUWBC+Faj3o7SX7&#10;TILZt+nuqml/vVsQehxm5hsmX/SmFRdyvrGs4CVJQRCXVjdcKdh9rZ4nIHxA1thaJgU/5GExf3zI&#10;MdP2yhu6bEMlIoR9hgrqELpMSl/WZNAntiOO3tE6gyFKV0nt8BrhppXDNB1Lgw3HhRo7eq+pPG3P&#10;RsFyOll+f47443dTHOiwL06vQ5cqNXjq32YgAvXhP3xvr7WC0RT+vsQfIO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yao4sYAAADbAAAADwAAAAAAAAAAAAAAAACYAgAAZHJz&#10;L2Rvd25yZXYueG1sUEsFBgAAAAAEAAQA9QAAAIsDAAAAAA==&#10;" fillcolor="black" stroked="f">
              <v:textbox>
                <w:txbxContent>
                  <w:p w:rsidR="00601601" w:rsidRDefault="00601601" w:rsidP="0060160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86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ELG8AA&#10;AADbAAAADwAAAGRycy9kb3ducmV2LnhtbERPz2vCMBS+C/sfwht403Qbk1GNUoTh8FR1Y9dn82zK&#10;mpeSxNj998th4PHj+73ajLYXiXzoHCt4mhcgiBunO24VfJ7eZ28gQkTW2DsmBb8UYLN+mKyw1O7G&#10;B0rH2IocwqFEBSbGoZQyNIYshrkbiDN3cd5izNC3Unu85XDby+eiWEiLHecGgwNtDTU/x6tVkM7b&#10;unpJ38kc9r5qvat3X+daqenjWC1BRBrjXfzv/tAKXvP6/CX/ALn+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zELG8AAAADbAAAADwAAAAAAAAAAAAAAAACYAgAAZHJzL2Rvd25y&#10;ZXYueG1sUEsFBgAAAAAEAAQA9QAAAIUDAAAAAA=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601601" w:rsidRDefault="00601601" w:rsidP="0060160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87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8YD8QA&#10;AADbAAAADwAAAGRycy9kb3ducmV2LnhtbESPQWvCQBSE74X+h+UVvOkmg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LvGA/EAAAA2w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601601" w:rsidRDefault="00601601" w:rsidP="0060160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601601" w:rsidRPr="00D6177D" w:rsidRDefault="00601601" w:rsidP="00601601">
      <w:pPr>
        <w:tabs>
          <w:tab w:val="left" w:pos="2160"/>
        </w:tabs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601601" w:rsidRPr="00D6177D" w:rsidRDefault="00601601" w:rsidP="00601601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601601" w:rsidRPr="00D6177D" w:rsidRDefault="00601601" w:rsidP="00601601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601601" w:rsidRPr="00D6177D" w:rsidRDefault="00601601" w:rsidP="00601601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uk-UA"/>
        </w:rPr>
      </w:pPr>
    </w:p>
    <w:p w:rsidR="00601601" w:rsidRPr="00D6177D" w:rsidRDefault="00601601" w:rsidP="00601601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uk-UA"/>
        </w:rPr>
      </w:pPr>
    </w:p>
    <w:p w:rsidR="00601601" w:rsidRPr="00D6177D" w:rsidRDefault="00601601" w:rsidP="00601601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6177D">
        <w:rPr>
          <w:rFonts w:ascii="Times New Roman" w:eastAsia="Calibri" w:hAnsi="Times New Roman" w:cs="Times New Roman"/>
          <w:b/>
        </w:rPr>
        <w:t>УКРАЇНА</w:t>
      </w:r>
    </w:p>
    <w:p w:rsidR="00601601" w:rsidRPr="00D6177D" w:rsidRDefault="00601601" w:rsidP="00601601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6177D">
        <w:rPr>
          <w:rFonts w:ascii="Times New Roman" w:eastAsia="Calibri" w:hAnsi="Times New Roman" w:cs="Times New Roman"/>
          <w:b/>
        </w:rPr>
        <w:t>КРУПЕЦЬКА СІЛЬСЬКА РАДА</w:t>
      </w:r>
    </w:p>
    <w:p w:rsidR="00601601" w:rsidRPr="00D6177D" w:rsidRDefault="00601601" w:rsidP="00601601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6177D">
        <w:rPr>
          <w:rFonts w:ascii="Times New Roman" w:eastAsia="Calibri" w:hAnsi="Times New Roman" w:cs="Times New Roman"/>
          <w:b/>
        </w:rPr>
        <w:t>СЛАВУТСЬКОГО РАЙОНУ</w:t>
      </w:r>
    </w:p>
    <w:p w:rsidR="00601601" w:rsidRPr="00D6177D" w:rsidRDefault="00601601" w:rsidP="00601601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6177D">
        <w:rPr>
          <w:rFonts w:ascii="Times New Roman" w:eastAsia="Calibri" w:hAnsi="Times New Roman" w:cs="Times New Roman"/>
          <w:b/>
        </w:rPr>
        <w:t>ХМЕЛЬНИЦЬКОЇ ОБЛАСТІ</w:t>
      </w:r>
    </w:p>
    <w:p w:rsidR="00601601" w:rsidRPr="00D6177D" w:rsidRDefault="00601601" w:rsidP="00601601">
      <w:pPr>
        <w:spacing w:after="0" w:line="240" w:lineRule="auto"/>
        <w:rPr>
          <w:rFonts w:ascii="Times New Roman" w:eastAsia="Calibri" w:hAnsi="Times New Roman" w:cs="Times New Roman"/>
        </w:rPr>
      </w:pPr>
      <w:r w:rsidRPr="00D6177D">
        <w:rPr>
          <w:rFonts w:ascii="Times New Roman" w:eastAsia="Calibri" w:hAnsi="Times New Roman" w:cs="Times New Roman"/>
        </w:rPr>
        <w:t xml:space="preserve"> </w:t>
      </w:r>
      <w:r w:rsidR="00BF33E3" w:rsidRPr="00BF33E3">
        <w:rPr>
          <w:rFonts w:ascii="Calibri" w:eastAsia="Calibri" w:hAnsi="Calibri" w:cs="Times New Roman"/>
          <w:noProof/>
          <w:lang w:eastAsia="ru-RU"/>
        </w:rPr>
        <w:pict>
          <v:group id="_x0000_s1026" style="position:absolute;margin-left:219.6pt;margin-top:717.85pt;width:42.8pt;height:57.85pt;z-index:251660288;mso-position-horizontal-relative:text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">
            <v:shape id="Freeform 34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w3DcQA&#10;AADbAAAADwAAAGRycy9kb3ducmV2LnhtbESPT2vCQBTE74LfYXlCb7oxoVbSrBJKW3IIiLbeH9mX&#10;P5h9G7Jbjd/eLRR6HGbmN0y2n0wvrjS6zrKC9SoCQVxZ3XGj4PvrY7kF4Tyyxt4yKbiTg/1uPssw&#10;1fbGR7qefCMChF2KClrvh1RKV7Vk0K3sQBy82o4GfZBjI/WItwA3vYyjaCMNdhwWWhzoraXqcvox&#10;CmzyWZTnJj4m7/ziOT9s6/NUKvW0mPJXEJ4m/x/+axdawXMCv1/CD5C7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lcNw3EAAAA2w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01601" w:rsidRDefault="00601601" w:rsidP="0060160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N8PcYA&#10;AADbAAAADwAAAGRycy9kb3ducmV2LnhtbESPQWsCMRSE74X+h/AKvUjNKmrrahQRtmoPBW2h18fm&#10;dbN187IkqW799U1B6HGYmW+Y+bKzjTiRD7VjBYN+BoK4dLrmSsH7W/HwBCJEZI2NY1LwQwGWi9ub&#10;OebanXlPp0OsRIJwyFGBibHNpQylIYuh71ri5H06bzEm6SupPZ4T3DZymGUTabHmtGCwpbWh8nj4&#10;tgq+ilfzsX68PPvedE+XXvGyaXYTpe7vutUMRKQu/oev7a1WMB7B35f0A+Ti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dN8PcYAAADb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01601" w:rsidRDefault="00601601" w:rsidP="0060160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/4eHsEA&#10;AADbAAAADwAAAGRycy9kb3ducmV2LnhtbESP3YrCMBCF7xd8hzCCN4umKi5SG0VEZfFG1H2AoZk2&#10;xWZSmmjr22+Ehb08nJ+Pk216W4sntb5yrGA6SUAQ505XXCr4uR3GSxA+IGusHZOCF3nYrAcfGaba&#10;dXyh5zWUIo6wT1GBCaFJpfS5IYt+4hri6BWutRiibEupW+ziuK3lLEm+pMWKI8FgQztD+f36sBFy&#10;nuP5VHS3w7HHDvcnw5/bi1KjYb9dgQjUh//wX/tbK1gs4P0l/gC5/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f+Hh7BAAAA2w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01601" w:rsidRDefault="00601601" w:rsidP="0060160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92UMQA&#10;AADbAAAADwAAAGRycy9kb3ducmV2LnhtbESPQUsDMRSE74L/ITzBm81a2q2sTYvUCiJ4aCuU3h6b&#10;193FzUtInt313xtB8DjMzDfMcj26Xl0ops6zgftJAYq49rbjxsDH4eXuAVQSZIu9ZzLwTQnWq+ur&#10;JVbWD7yjy14alSGcKjTQioRK61S35DBNfCDO3tlHh5JlbLSNOGS46/W0KErtsOO80GKgTUv15/7L&#10;GXgftuFtUc7P4RRnU52erRw3Ysztzfj0CEpolP/wX/vVGpiX8Psl/wC9+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sPdlDEAAAA2w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01601" w:rsidRDefault="00601601" w:rsidP="0060160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Al8sIA&#10;AADbAAAADwAAAGRycy9kb3ducmV2LnhtbESP3YrCMBCF7wXfIcyCN6Kpirp0jSKLyuJN8ecBhmZs&#10;yjaT0mRtfXsjLHh5OD8fZ7XpbCXu1PjSsYLJOAFBnDtdcqHgetmPPkH4gKyxckwKHuRhs+73Vphq&#10;1/KJ7udQiDjCPkUFJoQ6ldLnhiz6sauJo3dzjcUQZVNI3WAbx20lp0mykBZLjgSDNX0byn/PfzZC&#10;shlmx1t72R86bHF3NDzcnpQafHTbLxCBuvAO/7d/tIL5El5f4g+Q6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YCXywgAAANs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01601" w:rsidRDefault="00601601" w:rsidP="0060160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xHucEA&#10;AADbAAAADwAAAGRycy9kb3ducmV2LnhtbERPS0sDMRC+C/6HMII3m7XYB9umRaqCFDz0AaW3YTPd&#10;XdxMQjJ2139vDgWPH997uR5cp64UU+vZwPOoAEVcedtybeB4+Hiag0qCbLHzTAZ+KcF6dX+3xNL6&#10;nnd03UutcginEg00IqHUOlUNOUwjH4gzd/HRoWQYa20j9jncdXpcFFPtsOXc0GCgTUPV9/7HGfjq&#10;38N2Np1cwjm+jHV6s3LaiDGPD8PrApTQIP/im/vTGpjksflL/gF6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XcR7nBAAAA2w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01601" w:rsidRDefault="00601601" w:rsidP="0060160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FS38QA&#10;AADbAAAADwAAAGRycy9kb3ducmV2LnhtbESPQWsCMRSE74X+h/AEL6LZWiztapRaCAoVSrXg9bF5&#10;7i5uXpYkutt/bwpCj8PMfMMsVr1txJV8qB0reJpkIIgLZ2ouFfwc9PgVRIjIBhvHpOCXAqyWjw8L&#10;zI3r+Juu+1iKBOGQo4IqxjaXMhQVWQwT1xIn7+S8xZikL6Xx2CW4beQ0y16kxZrTQoUtfVRUnPcX&#10;q2D91ZXPflSse/d52hxnWhu900oNB/37HESkPv6H7+2tUTB7g78v6QfI5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HBUt/EAAAA2w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01601" w:rsidRDefault="00601601" w:rsidP="0060160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Ktfr4A&#10;AADbAAAADwAAAGRycy9kb3ducmV2LnhtbERPzYrCMBC+C/sOYYS92VRZRbpGkZWCiBd1H2Boxqba&#10;TEoSa/ftNwfB48f3v9oMthU9+dA4VjDNchDEldMN1wp+L+VkCSJEZI2tY1LwRwE264/RCgvtnnyi&#10;/hxrkUI4FKjAxNgVUobKkMWQuY44cVfnLcYEfS21x2cKt62c5flCWmw4NRjs6MdQdT8/rILyMDv2&#10;94f2pdsOX5bm5rbcGaU+x8P2G0SkIb7FL/deK1ik9elL+gFy/Q8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xirX6+AAAA2wAAAA8AAAAAAAAAAAAAAAAAmAIAAGRycy9kb3ducmV2&#10;LnhtbFBLBQYAAAAABAAEAPUAAACD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01601" w:rsidRDefault="00601601" w:rsidP="0060160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uUZMQA&#10;AADbAAAADwAAAGRycy9kb3ducmV2LnhtbESPUWvCMBSF3wf+h3AFX8ZM3VgZnVFUCAoTZE7w9dJc&#10;27LmpiSZrf9+GQh7PJxzvsOZLwfbiiv50DhWMJtmIIhLZxquFJy+9NMbiBCRDbaOScGNAiwXo4c5&#10;Fsb1/EnXY6xEgnAoUEEdY1dIGcqaLIap64iTd3HeYkzSV9J47BPctvI5y3JpseG0UGNHm5rK7+OP&#10;VbA+9NWLfyzXg/u4bM+vWhu910pNxsPqHUSkIf6H7+2dUZDP4O9L+gFy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HblGTEAAAA2w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01601" w:rsidRDefault="00601601" w:rsidP="0060160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/yWksIA&#10;AADbAAAADwAAAGRycy9kb3ducmV2LnhtbESPUWvCMBSF34X9h3AHvmlq2UQ6UxGlMIYvc/sBl+au&#10;qW1uShJr/feLMNjj4ZzzHc52N9lejORD61jBapmBIK6dbrlR8P1VLTYgQkTW2DsmBXcKsCufZlss&#10;tLvxJ43n2IgE4VCgAhPjUEgZakMWw9INxMn7cd5iTNI3Unu8JbjtZZ5la2mx5bRgcKCDobo7X62C&#10;6iM/jd1V+8rtpxdLr+ayORql5s/T/g1EpCn+h//a71rBOofHl/QDZP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/JaSwgAAANs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01601" w:rsidRDefault="00601601" w:rsidP="0060160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7Tzfr4A&#10;AADcAAAADwAAAGRycy9kb3ducmV2LnhtbESPzQrCMBCE74LvEFbwpqm/SDWKCIoerT7A0qxtsdnU&#10;Jtr69kYQPA4z8w2z2rSmFC+qXWFZwWgYgSBOrS44U3C97AcLEM4jaywtk4I3Odisu50Vxto2fKZX&#10;4jMRIOxiVJB7X8VSujQng25oK+Lg3Wxt0AdZZ1LX2AS4KeU4iubSYMFhIceKdjml9+RpFEzfzeGR&#10;zO7RXhsanSbViX06U6rfa7dLEJ5a/w//2ketYLyYwvdMOAJy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O0836+AAAA3AAAAA8AAAAAAAAAAAAAAAAAmAIAAGRycy9kb3ducmV2&#10;LnhtbFBLBQYAAAAABAAEAPUAAACD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01601" w:rsidRDefault="00601601" w:rsidP="0060160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OlkMQA&#10;AADcAAAADwAAAGRycy9kb3ducmV2LnhtbESPQWvCQBSE70L/w/IK3nRjQNHUTRBFKT21UXt+ZJ9J&#10;MPs2ZNck/vtuodDjMDPfMNtsNI3oqXO1ZQWLeQSCuLC65lLB5XycrUE4j6yxsUwKnuQgS18mW0y0&#10;HfiL+tyXIkDYJaig8r5NpHRFRQbd3LbEwbvZzqAPsiul7nAIcNPIOIpW0mDNYaHClvYVFff8YRQ8&#10;Vt/xhW8f+jM/PE+bw3Hn5LVUavo67t5AeBr9f/iv/a4VxOsl/J4JR0Cm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0zpZDEAAAA3A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01601" w:rsidRDefault="00601601" w:rsidP="0060160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hc9cYA&#10;AADcAAAADwAAAGRycy9kb3ducmV2LnhtbESPT2vCQBTE74V+h+UJ3upGLSFGV6mCYHuo+O/g7Zl9&#10;Jmmzb2N21fTbdwsFj8PM/IaZzFpTiRs1rrSsoN+LQBBnVpecK9jvli8JCOeRNVaWScEPOZhNn58m&#10;mGp75w3dtj4XAcIuRQWF93UqpcsKMuh6tiYO3tk2Bn2QTS51g/cAN5UcRFEsDZYcFgqsaVFQ9r29&#10;GgWHdRKP1vP316+PzxMOjb4cdRkr1e20b2MQnlr/CP+3V1rBIInh70w4AnL6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ehc9cYAAADc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01601" w:rsidRDefault="00601601" w:rsidP="0060160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XwFcQA&#10;AADcAAAADwAAAGRycy9kb3ducmV2LnhtbESPT2vCQBTE74LfYXlCb7oxFg3RVWylWnryH3h9ZJ9J&#10;MPs2ZLca/fSuUOhxmJnfMLNFaypxpcaVlhUMBxEI4szqknMFx8NXPwHhPLLGyjIpuJODxbzbmWGq&#10;7Y13dN37XAQIuxQVFN7XqZQuK8igG9iaOHhn2xj0QTa51A3eAtxUMo6isTRYclgosKbPgrLL/tco&#10;eIxPuHWb+GM10p7u78na/mzXSr312uUUhKfW/4f/2t9aQZxM4HUmHAE5f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Rl8BXEAAAA3A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01601" w:rsidRDefault="00601601" w:rsidP="0060160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MumsIA&#10;AADcAAAADwAAAGRycy9kb3ducmV2LnhtbERP3WrCMBS+H+wdwhnsbqYr3dCuUYY48G6z+gCH5iwt&#10;bU7aJtrq05uLwS4/vv9iM9tOXGj0jWMFr4sEBHHldMNGwen49bIE4QOyxs4xKbiSh8368aHAXLuJ&#10;D3QpgxExhH2OCuoQ+lxKX9Vk0S9cTxy5XzdaDBGORuoRpxhuO5kmybu02HBsqLGnbU1VW56tgsGl&#10;b3oud/jd7lY/jTHZcDtkSj0/zZ8fIALN4V/8595rBaskzo9n4hGQ6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gy6awgAAANw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01601" w:rsidRDefault="00601601" w:rsidP="0060160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IZVsUA&#10;AADcAAAADwAAAGRycy9kb3ducmV2LnhtbESPzW7CMBCE70i8g7VIvRUHqgJJcRAgVeIK7YHj1t78&#10;tPE6xCakffq6UiWOo5n5RrPeDLYRPXW+dqxgNk1AEGtnai4VvL+9Pq5A+IBssHFMCr7JwyYfj9aY&#10;GXfjI/WnUIoIYZ+hgiqENpPS64os+qlriaNXuM5iiLIrpenwFuG2kfMkWUiLNceFClvaV6S/Tler&#10;4FB/0PNCF6ld7fTx/HMJT8tPo9TDZNi+gAg0hHv4v30wCtJkBn9n4hGQ+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8hlWxQAAANw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01601" w:rsidRDefault="00601601" w:rsidP="0060160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A7BsEA&#10;AADcAAAADwAAAGRycy9kb3ducmV2LnhtbERPW2vCMBR+H+w/hDPwbSbrg8xqFBWEiZvgBX09NMem&#10;rDkpTVbrv18GAx+/O9903rtadNSGyrOGt6ECQVx4U3Gp4XRcv76DCBHZYO2ZNNwpwHz2/DTF3Pgb&#10;76k7xFKkEg45arAxNrmUobDkMAx9Q5y0q28dxgTbUpoWb6nc1TJTaiQdVpwWLDa0slR8H36chg53&#10;d3Wxy6/xpvosst3yvDWJ14OXfjEBEamPD/N/+sNoGKsM/s6kIyBn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QOwbBAAAA3A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01601" w:rsidRDefault="00601601" w:rsidP="0060160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grk8QA&#10;AADcAAAADwAAAGRycy9kb3ducmV2LnhtbESPQUvDQBSE70L/w/IK3uymEURjt6UUKh419uDxmX3N&#10;ps2+F3bXJvrrXUHwOMzMN8xqM/leXSjETtjAclGAIm7EdtwaOLztb+5BxYRssRcmA18UYbOeXa2w&#10;sjLyK13q1KoM4VihAZfSUGkdG0ce40IG4uwdJXhMWYZW24Bjhvtel0Vxpz12nBccDrRz1JzrT29g&#10;fGo+TuXx3brvMMi+fpFT2Ysx1/Np+wgq0ZT+w3/tZ2vgobiF3zP5COj1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eIK5PEAAAA3A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01601" w:rsidRDefault="00601601" w:rsidP="0060160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7+xsUA&#10;AADcAAAADwAAAGRycy9kb3ducmV2LnhtbESP3WoCMRSE7wt9h3AK3tVsRapdjeIvFFFE294fN6e7&#10;2yYnyybq+vZGELwcZuYbZjhurBEnqn3pWMFbOwFBnDldcq7g+2v52gfhA7JG45gUXMjDePT8NMRU&#10;uzPv6LQPuYgQ9ikqKEKoUil9VpBF33YVcfR+XW0xRFnnUtd4jnBrZCdJ3qXFkuNCgRXNCsr+90er&#10;YLmdm7/OZjf5kWG26B1MfzWdr5VqvTSTAYhATXiE7+1PreAj6cLtTDwCcnQ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nv7GxQAAANw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01601" w:rsidRDefault="00601601" w:rsidP="0060160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Io9sUA&#10;AADcAAAADwAAAGRycy9kb3ducmV2LnhtbESP3YrCMBSE7xd8h3AEbxZNVRStRhFBdGEF/8DbY3Ns&#10;i81JaWKtb79ZWNjLYWa+YebLxhSipsrllhX0exEI4sTqnFMFl/OmOwHhPLLGwjIpeJOD5aL1McdY&#10;2xcfqT75VAQIuxgVZN6XsZQuycig69mSOHh3Wxn0QVap1BW+AtwUchBFY2kw57CQYUnrjJLH6WkU&#10;1IfvW7qrXfn1mHy60fC23e71ValOu1nNQHhq/H/4r73TCqbRCH7PhCMgF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Uij2xQAAANw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01601" w:rsidRDefault="00601601" w:rsidP="0060160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Y38cYA&#10;AADcAAAADwAAAGRycy9kb3ducmV2LnhtbESPQWsCMRSE74L/IbxCb25SqaJbo6hQ6KVQtYd6e25e&#10;dxc3L2uS6tpf3xQEj8PMfMPMFp1txJl8qB1reMoUCOLCmZpLDZ+718EERIjIBhvHpOFKARbzfm+G&#10;uXEX3tB5G0uRIBxy1FDF2OZShqIiiyFzLXHyvp23GJP0pTQeLwluGzlUaiwt1pwWKmxpXVFx3P5Y&#10;DavpZHX6eOb3381hT/uvw3E09Errx4du+QIiUhfv4Vv7zWiYqjH8n0lHQM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hY38cYAAADcAAAADwAAAAAAAAAAAAAAAACYAgAAZHJz&#10;L2Rvd25yZXYueG1sUEsFBgAAAAAEAAQA9QAAAIsDAAAAAA==&#10;" fillcolor="black" stroked="f">
              <v:textbox>
                <w:txbxContent>
                  <w:p w:rsidR="00601601" w:rsidRDefault="00601601" w:rsidP="0060160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WgzcscA&#10;AADcAAAADwAAAGRycy9kb3ducmV2LnhtbESPzWvCQBTE70L/h+UVvOmmgh9NXaV+FITaQ2wPPb5m&#10;X5Ml2bchu2rqX98VBI/DzPyGmS87W4sTtd44VvA0TEAQ504bLhR8fb4NZiB8QNZYOyYFf+RhuXjo&#10;zTHV7swZnQ6hEBHCPkUFZQhNKqXPS7Loh64hjt6vay2GKNtC6hbPEW5rOUqSibRoOC6U2NC6pLw6&#10;HK2C7/eJmWWGRj/7y2qr9+Nq9bGplOo/dq8vIAJ14R6+tXdawXMyheuZeATk4h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FoM3LHAAAA3A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601601" w:rsidRDefault="00601601" w:rsidP="0060160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qN7sEA&#10;AADcAAAADwAAAGRycy9kb3ducmV2LnhtbERPu27CMBTdK/UfrFuJrdjtgCDFINQKlYWBl1iv4ts4&#10;TXwdbAOBr8dDpY5H5z2d964VFwqx9qzhbahAEJfe1Fxp2O+Wr2MQMSEbbD2ThhtFmM+en6ZYGH/l&#10;DV22qRI5hGOBGmxKXSFlLC05jEPfEWfuxweHKcNQSRPwmsNdK9+VGkmHNecGix19Wiqb7dlpCIvj&#10;V3Pn86FR9/Utfv/2pzFarQcv/eIDRKI+/Yv/3CujYaLy2nwmHwE5e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3qje7BAAAA3AAAAA8AAAAAAAAAAAAAAAAAmAIAAGRycy9kb3du&#10;cmV2LnhtbFBLBQYAAAAABAAEAPUAAACG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601601" w:rsidRDefault="00601601" w:rsidP="0060160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t3bcUA&#10;AADcAAAADwAAAGRycy9kb3ducmV2LnhtbESPUUsDMRCE3wX/Q1ihL2IT+1C9s2kRQRBaCr32B6yX&#10;9e4w2RyXtb36602h4OMwM98wi9UYvDrSkLrIFh6nBhRxHV3HjYXD/v3hGVQSZIc+Mlk4U4LV8vZm&#10;gaWLJ97RsZJGZQinEi20In2pdapbCpimsSfO3lccAkqWQ6PdgKcMD17PjJnrgB3nhRZ7emup/q5+&#10;ggU/+/TF+ilt5HzQG/MbZHe/ddZO7sbXF1BCo/yHr+0PZ6EwBVzO5COgl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q3dtxQAAANwAAAAPAAAAAAAAAAAAAAAAAJgCAABkcnMv&#10;ZG93bnJldi54bWxQSwUGAAAAAAQABAD1AAAAig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601601" w:rsidRDefault="00601601" w:rsidP="0060160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XpJsEA&#10;AADcAAAADwAAAGRycy9kb3ducmV2LnhtbERPu27CMBTdK/EP1kViKw4MqKQYxENIWRgaqFgv8SWO&#10;sK+j2EDo19dDpY5H571Y9c6KB3Wh8axgMs5AEFdeN1wrOB337x8gQkTWaD2TghcFWC0HbwvMtX/y&#10;Fz3KWIsUwiFHBSbGNpcyVIYchrFviRN39Z3DmGBXS93hM4U7K6dZNpMOG04NBlvaGqpu5d0p2JWt&#10;nZ4Kswnn78PlYoufPZ13So2G/foTRKQ+/ov/3IVWMJ+k+elMOgJy+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PF6SbBAAAA3AAAAA8AAAAAAAAAAAAAAAAAmAIAAGRycy9kb3du&#10;cmV2LnhtbFBLBQYAAAAABAAEAPUAAACGAwAAAAA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601601" w:rsidRDefault="00601601" w:rsidP="0060160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cy+cMA&#10;AADcAAAADwAAAGRycy9kb3ducmV2LnhtbESPQWsCMRSE74L/ITzBmybbg21Xo4hUEDzV6qG3R/Lc&#10;Xd28LJvorv++KQgeh5n5hlmseleLO7Wh8qwhmyoQxMbbigsNx5/t5ANEiMgWa8+k4UEBVsvhYIG5&#10;9R1/0/0QC5EgHHLUUMbY5FIGU5LDMPUNcfLOvnUYk2wLaVvsEtzV8k2pmXRYcVoosaFNSeZ6uDkN&#10;l63ce6PQnI6nbmfff79mVCutx6N+PQcRqY+v8LO9sxo+swz+z6QjIJ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wcy+cMAAADc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601601" w:rsidRDefault="00601601" w:rsidP="0060160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+4mMUA&#10;AADcAAAADwAAAGRycy9kb3ducmV2LnhtbESPT2sCMRTE7wW/Q3gFbzXrCmK3ZkULBVF6qIr0+Lp5&#10;+4fdvCxJ1PXbm0Khx2FmfsMsV4PpxJWcbywrmE4SEMSF1Q1XCk7Hj5cFCB+QNXaWScGdPKzy0dMS&#10;M21v/EXXQ6hEhLDPUEEdQp9J6YuaDPqJ7YmjV1pnMETpKqkd3iLcdDJNkrk02HBcqLGn95qK9nAx&#10;Cr4vey4/Z7u124SzHY6+TX8WrVLj52H9BiLQEP7Df+2tVvA6TeH3TDwCM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z7iYxQAAANwAAAAPAAAAAAAAAAAAAAAAAJgCAABkcnMv&#10;ZG93bnJldi54bWxQSwUGAAAAAAQABAD1AAAAig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601601" w:rsidRDefault="00601601" w:rsidP="0060160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7gCtMYA&#10;AADcAAAADwAAAGRycy9kb3ducmV2LnhtbESPQWsCMRSE74X+h/AK3mpWrUVXo1RB8CJU60Fvz81z&#10;d3Hzsk2ibv31jSB4HGbmG2Y8bUwlLuR8aVlBp52AIM6sLjlXsP1ZvA9A+ICssbJMCv7Iw3Ty+jLG&#10;VNsrr+myCbmIEPYpKihCqFMpfVaQQd+2NXH0jtYZDFG6XGqH1wg3lewmyac0WHJcKLCmeUHZaXM2&#10;CmbDwez3+4NXt/VhT/vd4dTvukSp1lvzNQIRqAnP8KO91AqGnR7cz8QjIC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7gCtMYAAADcAAAADwAAAAAAAAAAAAAAAACYAgAAZHJz&#10;L2Rvd25yZXYueG1sUEsFBgAAAAAEAAQA9QAAAIsDAAAAAA==&#10;" fillcolor="black" stroked="f">
              <v:textbox>
                <w:txbxContent>
                  <w:p w:rsidR="00601601" w:rsidRDefault="00601601" w:rsidP="0060160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mX4cQA&#10;AADcAAAADwAAAGRycy9kb3ducmV2LnhtbESPQUsDMRSE74L/ITyhN5utFalr07IURPG0rRWvr5vX&#10;zdLNy5LEdP33TUHwOMzMN8xyPdpeJPKhc6xgNi1AEDdOd9wq2H++3i9AhIissXdMCn4pwHp1e7PE&#10;UrszbyntYisyhEOJCkyMQyllaAxZDFM3EGfv6LzFmKVvpfZ4znDby4eieJIWO84LBgfaGGpOux+r&#10;IB02dTVP38lsP3zVele/fR1qpSZ3Y/UCItIY/8N/7Xet4Hn2CNcz+QjI1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05l+HEAAAA3AAAAA8AAAAAAAAAAAAAAAAAmAIAAGRycy9k&#10;b3ducmV2LnhtbFBLBQYAAAAABAAEAPUAAACJAwAAAAA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601601" w:rsidRDefault="00601601" w:rsidP="0060160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e1+MUA&#10;AADcAAAADwAAAGRycy9kb3ducmV2LnhtbESPQWvCQBSE70L/w/IK3nSTglKjqxRppfVimwp6fGRf&#10;s6HZtyG7xuivd4VCj8PMfMMsVr2tRUetrxwrSMcJCOLC6YpLBfvvt9EzCB+QNdaOScGFPKyWD4MF&#10;Ztqd+Yu6PJQiQthnqMCE0GRS+sKQRT92DXH0flxrMUTZllK3eI5wW8unJJlKixXHBYMNrQ0Vv/nJ&#10;KvDp+vWwtddZd9wY3uUfZvpZGqWGj/3LHESgPvyH/9rvWsEsncD9TDwC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N7X4xQAAANwAAAAPAAAAAAAAAAAAAAAAAJgCAABkcnMv&#10;ZG93bnJldi54bWxQSwUGAAAAAAQABAD1AAAAigMAAAAA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601601" w:rsidRDefault="00601601" w:rsidP="0060160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601601" w:rsidRPr="00D6177D" w:rsidRDefault="00601601" w:rsidP="00601601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proofErr w:type="gramStart"/>
      <w:r w:rsidRPr="00D6177D">
        <w:rPr>
          <w:rFonts w:ascii="Times New Roman" w:eastAsia="Calibri" w:hAnsi="Times New Roman" w:cs="Times New Roman"/>
          <w:b/>
        </w:rPr>
        <w:t>Р</w:t>
      </w:r>
      <w:proofErr w:type="gramEnd"/>
      <w:r w:rsidRPr="00D6177D">
        <w:rPr>
          <w:rFonts w:ascii="Times New Roman" w:eastAsia="Calibri" w:hAnsi="Times New Roman" w:cs="Times New Roman"/>
          <w:b/>
        </w:rPr>
        <w:t>ІШЕННЯ</w:t>
      </w:r>
    </w:p>
    <w:p w:rsidR="00601601" w:rsidRPr="00D6177D" w:rsidRDefault="00601601" w:rsidP="00601601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D6177D">
        <w:rPr>
          <w:rFonts w:ascii="Times New Roman" w:eastAsia="Calibri" w:hAnsi="Times New Roman" w:cs="Times New Roman"/>
        </w:rPr>
        <w:t xml:space="preserve">   Х___ </w:t>
      </w:r>
      <w:r w:rsidRPr="00D6177D">
        <w:rPr>
          <w:rFonts w:ascii="Times New Roman" w:eastAsia="Calibri" w:hAnsi="Times New Roman" w:cs="Times New Roman"/>
          <w:color w:val="FF0000"/>
        </w:rPr>
        <w:t xml:space="preserve"> </w:t>
      </w:r>
      <w:proofErr w:type="spellStart"/>
      <w:r w:rsidRPr="00D6177D">
        <w:rPr>
          <w:rFonts w:ascii="Times New Roman" w:eastAsia="Calibri" w:hAnsi="Times New Roman" w:cs="Times New Roman"/>
        </w:rPr>
        <w:t>сесії</w:t>
      </w:r>
      <w:proofErr w:type="spellEnd"/>
      <w:r w:rsidRPr="00D6177D">
        <w:rPr>
          <w:rFonts w:ascii="Times New Roman" w:eastAsia="Calibri" w:hAnsi="Times New Roman" w:cs="Times New Roman"/>
        </w:rPr>
        <w:t xml:space="preserve"> </w:t>
      </w:r>
      <w:proofErr w:type="spellStart"/>
      <w:r w:rsidRPr="00D6177D">
        <w:rPr>
          <w:rFonts w:ascii="Times New Roman" w:eastAsia="Calibri" w:hAnsi="Times New Roman" w:cs="Times New Roman"/>
        </w:rPr>
        <w:t>сільської</w:t>
      </w:r>
      <w:proofErr w:type="spellEnd"/>
      <w:r w:rsidRPr="00D6177D">
        <w:rPr>
          <w:rFonts w:ascii="Times New Roman" w:eastAsia="Calibri" w:hAnsi="Times New Roman" w:cs="Times New Roman"/>
        </w:rPr>
        <w:t xml:space="preserve"> ради   </w:t>
      </w:r>
      <w:r w:rsidRPr="00D6177D">
        <w:rPr>
          <w:rFonts w:ascii="Times New Roman" w:eastAsia="Calibri" w:hAnsi="Times New Roman" w:cs="Times New Roman"/>
          <w:lang w:val="en-US"/>
        </w:rPr>
        <w:t>VII</w:t>
      </w:r>
      <w:r w:rsidRPr="00D6177D">
        <w:rPr>
          <w:rFonts w:ascii="Times New Roman" w:eastAsia="Calibri" w:hAnsi="Times New Roman" w:cs="Times New Roman"/>
        </w:rPr>
        <w:t xml:space="preserve"> </w:t>
      </w:r>
      <w:proofErr w:type="spellStart"/>
      <w:r w:rsidRPr="00D6177D">
        <w:rPr>
          <w:rFonts w:ascii="Times New Roman" w:eastAsia="Calibri" w:hAnsi="Times New Roman" w:cs="Times New Roman"/>
        </w:rPr>
        <w:t>скликання</w:t>
      </w:r>
      <w:proofErr w:type="spellEnd"/>
    </w:p>
    <w:p w:rsidR="00601601" w:rsidRPr="00D6177D" w:rsidRDefault="00601601" w:rsidP="00601601">
      <w:pPr>
        <w:spacing w:after="0" w:line="240" w:lineRule="auto"/>
        <w:rPr>
          <w:rFonts w:ascii="Times New Roman" w:eastAsia="Calibri" w:hAnsi="Times New Roman" w:cs="Times New Roman"/>
        </w:rPr>
      </w:pPr>
    </w:p>
    <w:p w:rsidR="00601601" w:rsidRPr="00D6177D" w:rsidRDefault="00601601" w:rsidP="00601601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     __.</w:t>
      </w:r>
      <w:r>
        <w:rPr>
          <w:rFonts w:ascii="Times New Roman" w:eastAsia="Calibri" w:hAnsi="Times New Roman" w:cs="Times New Roman"/>
          <w:sz w:val="24"/>
          <w:lang w:val="uk-UA"/>
        </w:rPr>
        <w:t>01</w:t>
      </w:r>
      <w:r>
        <w:rPr>
          <w:rFonts w:ascii="Times New Roman" w:eastAsia="Calibri" w:hAnsi="Times New Roman" w:cs="Times New Roman"/>
          <w:sz w:val="24"/>
        </w:rPr>
        <w:t>. 20</w:t>
      </w:r>
      <w:proofErr w:type="spellStart"/>
      <w:r>
        <w:rPr>
          <w:rFonts w:ascii="Times New Roman" w:eastAsia="Calibri" w:hAnsi="Times New Roman" w:cs="Times New Roman"/>
          <w:sz w:val="24"/>
          <w:lang w:val="uk-UA"/>
        </w:rPr>
        <w:t>20</w:t>
      </w:r>
      <w:proofErr w:type="spellEnd"/>
      <w:r w:rsidRPr="00D6177D">
        <w:rPr>
          <w:rFonts w:ascii="Times New Roman" w:eastAsia="Calibri" w:hAnsi="Times New Roman" w:cs="Times New Roman"/>
          <w:sz w:val="24"/>
        </w:rPr>
        <w:t xml:space="preserve">р.                                </w:t>
      </w:r>
      <w:proofErr w:type="spellStart"/>
      <w:r w:rsidRPr="00D6177D">
        <w:rPr>
          <w:rFonts w:ascii="Times New Roman" w:eastAsia="Calibri" w:hAnsi="Times New Roman" w:cs="Times New Roman"/>
          <w:sz w:val="24"/>
        </w:rPr>
        <w:t>Крупець</w:t>
      </w:r>
      <w:proofErr w:type="spellEnd"/>
      <w:r w:rsidRPr="00D6177D">
        <w:rPr>
          <w:rFonts w:ascii="Times New Roman" w:eastAsia="Calibri" w:hAnsi="Times New Roman" w:cs="Times New Roman"/>
          <w:sz w:val="24"/>
        </w:rPr>
        <w:t xml:space="preserve">                                               №___  </w:t>
      </w:r>
    </w:p>
    <w:p w:rsidR="00601601" w:rsidRPr="00D6177D" w:rsidRDefault="00601601" w:rsidP="00601601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</w:p>
    <w:p w:rsidR="00601601" w:rsidRPr="00D6177D" w:rsidRDefault="00601601" w:rsidP="00601601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</w:p>
    <w:p w:rsidR="00601601" w:rsidRPr="00D6177D" w:rsidRDefault="00601601" w:rsidP="00601601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</w:p>
    <w:p w:rsidR="00601601" w:rsidRPr="00D6177D" w:rsidRDefault="00601601" w:rsidP="00601601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D6177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Про розгляд заяви 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Пінчук В.П.</w:t>
      </w:r>
    </w:p>
    <w:p w:rsidR="00601601" w:rsidRPr="00D6177D" w:rsidRDefault="00601601" w:rsidP="00601601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601601" w:rsidRPr="00D6177D" w:rsidRDefault="00601601" w:rsidP="00601601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601601" w:rsidRPr="00D6177D" w:rsidRDefault="00601601" w:rsidP="00601601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601601" w:rsidRPr="00D6177D" w:rsidRDefault="00601601" w:rsidP="00601601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D6177D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         Відповідно до пункту 34 частини 1 статті 26,  статті 42 Закону України «Про місцеве самоврядування в Україні», Земельного кодексу України, Закону України «Про землеустрій», розглянувши заяву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Пінчук В.П.</w:t>
      </w:r>
      <w:r w:rsidRPr="00D6177D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, сільська   рада     </w:t>
      </w:r>
    </w:p>
    <w:p w:rsidR="00601601" w:rsidRPr="00D6177D" w:rsidRDefault="00601601" w:rsidP="00601601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D6177D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601601" w:rsidRPr="00D6177D" w:rsidRDefault="00601601" w:rsidP="00601601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601601" w:rsidRPr="00D6177D" w:rsidRDefault="00601601" w:rsidP="00601601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D6177D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1. У зв’язку з добровільною відмовою,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Пінчук Валентини Петрівни</w:t>
      </w:r>
      <w:r w:rsidRPr="00D6177D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, яка зареєстрована за адресою: </w:t>
      </w:r>
      <w:r w:rsidR="00CC6B92" w:rsidRPr="00CC6B9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______________</w:t>
      </w:r>
      <w:r w:rsidRPr="00D6177D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, припинити право користування на земельну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ділянку орієнтовною площею  0,35</w:t>
      </w:r>
      <w:r w:rsidRPr="00D6177D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га, яка розташована в </w:t>
      </w:r>
      <w:proofErr w:type="spellStart"/>
      <w:r w:rsidRPr="00D6177D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с.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Головлі</w:t>
      </w:r>
      <w:proofErr w:type="spellEnd"/>
      <w:r w:rsidRPr="00D6177D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,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яка розташована </w:t>
      </w:r>
      <w:r w:rsidRPr="00D6177D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на території Крупецької сільської ради, та перевест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и в землі запасу</w:t>
      </w:r>
      <w:r w:rsidRPr="00D6177D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сільської ради. </w:t>
      </w:r>
    </w:p>
    <w:p w:rsidR="00601601" w:rsidRPr="00D6177D" w:rsidRDefault="00601601" w:rsidP="00601601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D6177D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2.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 та благоустрою (Денисюк Т.В.).</w:t>
      </w:r>
    </w:p>
    <w:p w:rsidR="00601601" w:rsidRPr="00D6177D" w:rsidRDefault="00601601" w:rsidP="00601601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601601" w:rsidRPr="00D6177D" w:rsidRDefault="00601601" w:rsidP="00601601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601601" w:rsidRPr="00D6177D" w:rsidRDefault="00601601" w:rsidP="00601601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601601" w:rsidRPr="00D6177D" w:rsidRDefault="00601601" w:rsidP="00601601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601601" w:rsidRPr="00D6177D" w:rsidRDefault="00601601" w:rsidP="00601601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601601" w:rsidRPr="00D6177D" w:rsidRDefault="00601601" w:rsidP="00601601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601601" w:rsidRPr="00D6177D" w:rsidRDefault="00601601" w:rsidP="00601601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601601" w:rsidRPr="00D6177D" w:rsidRDefault="00601601" w:rsidP="00601601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D6177D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Сільський голова                                                                                             В.А. </w:t>
      </w:r>
      <w:proofErr w:type="spellStart"/>
      <w:r w:rsidRPr="00D6177D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Михалюк</w:t>
      </w:r>
      <w:proofErr w:type="spellEnd"/>
    </w:p>
    <w:p w:rsidR="00601601" w:rsidRPr="00D6177D" w:rsidRDefault="00601601" w:rsidP="00601601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C52EE6" w:rsidRDefault="00C52EE6"/>
    <w:sectPr w:rsidR="00C52EE6" w:rsidSect="00C52E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601601"/>
    <w:rsid w:val="00171A2E"/>
    <w:rsid w:val="00304C90"/>
    <w:rsid w:val="00505B6D"/>
    <w:rsid w:val="00601601"/>
    <w:rsid w:val="006D3977"/>
    <w:rsid w:val="0070320A"/>
    <w:rsid w:val="007D6C18"/>
    <w:rsid w:val="00B70141"/>
    <w:rsid w:val="00BF33E3"/>
    <w:rsid w:val="00C52EE6"/>
    <w:rsid w:val="00CC6B92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601"/>
    <w:rPr>
      <w:rFonts w:eastAsiaTheme="minorHAnsi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eastAsiaTheme="minorEastAsia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eastAsiaTheme="minorEastAsia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eastAsiaTheme="minorEastAsia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eastAsiaTheme="minorEastAsia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eastAsiaTheme="minorEastAsia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eastAsiaTheme="minorEastAsia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eastAsiaTheme="minorEastAsia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eastAsiaTheme="minorEastAsia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eastAsiaTheme="minorEastAsia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eastAsiaTheme="minorEastAsia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eastAsiaTheme="minorEastAsia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eastAsiaTheme="minorEastAsia"/>
      <w:b/>
      <w:bCs/>
      <w:color w:val="2DA2BF" w:themeColor="accent1"/>
      <w:sz w:val="18"/>
      <w:szCs w:val="18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190</Words>
  <Characters>1084</Characters>
  <Application>Microsoft Office Word</Application>
  <DocSecurity>0</DocSecurity>
  <Lines>9</Lines>
  <Paragraphs>2</Paragraphs>
  <ScaleCrop>false</ScaleCrop>
  <Company>Microsoft</Company>
  <LinksUpToDate>false</LinksUpToDate>
  <CharactersWithSpaces>1272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2020-01-13T06:56:00Z</dcterms:created>
  <dcterms:modified xsi:type="dcterms:W3CDTF">2020-01-13T07:18:00Z</dcterms:modified>
</cp:coreProperties>
</file>