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E2" w:rsidRDefault="005979E2" w:rsidP="005979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223.65pt;margin-top:0;width:34.4pt;height:48.3pt;z-index:25167667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">
                <v:shape id="Freeform 20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8/lsEA&#10;AADbAAAADwAAAGRycy9kb3ducmV2LnhtbERPTWvCQBC9C/6HZQRvujGC2tRVSqVS8KSx4nHITpNg&#10;djbsbmP6791Cwds83uest71pREfO15YVzKYJCOLC6ppLBef8Y7IC4QOyxsYyKfglD9vNcLDGTNs7&#10;H6k7hVLEEPYZKqhCaDMpfVGRQT+1LXHkvq0zGCJ0pdQO7zHcNDJNkoU0WHNsqLCl94qK2+nHKDh0&#10;6eJy3e9MPi/TpSvmX7u0bpQaj/q3VxCB+vAU/7s/dZz/An+/x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fP5b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1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3/0cAA&#10;AADbAAAADwAAAGRycy9kb3ducmV2LnhtbERPy4rCMBTdC/5DuIIb0bQuVDpGGQTBBwi2gttLc6et&#10;09yUJmr9e7MQXB7Oe7nuTC0e1LrKsoJ4EoEgzq2uuFBwybbjBQjnkTXWlknBixysV/3eEhNtn3ym&#10;R+oLEULYJaig9L5JpHR5SQbdxDbEgfuzrUEfYFtI3eIzhJtaTqNoJg1WHBpKbGhTUv6f3o0CmaV7&#10;v59XZhQfrqcutrfNMb8pNRx0vz8gPHX+K/64d1rBNKwPX8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w3/0c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2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lo8UA&#10;AADbAAAADwAAAGRycy9kb3ducmV2LnhtbESPQWsCMRSE7wX/Q3iCl1KzihVdjWIFi3gQ1Pb+3Dx3&#10;Vzcv2yTVbX+9EQo9DjPzDTOdN6YSV3K+tKyg101AEGdWl5wr+DisXkYgfEDWWFkmBT/kYT5rPU0x&#10;1fbGO7ruQy4ihH2KCooQ6lRKnxVk0HdtTRy9k3UGQ5Qul9rhLcJNJftJMpQGS44LBda0LCi77L+N&#10;gtWaLuPP+ut98Ote89H5uN28HZ6V6rSbxQREoCb8h//aa62g34PH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WmWjxQAAANs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3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dVMIA&#10;AADbAAAADwAAAGRycy9kb3ducmV2LnhtbESPT4vCMBTE7wt+h/AEb2tqwUWqqYiiCJ5WRa/P5vWP&#10;Ni+libb77TcLCx6HmfkNs1j2phYval1lWcFkHIEgzqyuuFBwPm0/ZyCcR9ZYWyYFP+RgmQ4+Fpho&#10;2/E3vY6+EAHCLkEFpfdNIqXLSjLoxrYhDl5uW4M+yLaQusUuwE0t4yj6kgYrDgslNrQuKXscn0ZB&#10;dJjWt/zC/ey62WWPe7flrpooNRr2qzkIT71/h//be60gjuHvS/gB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Z1U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4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eT8YA&#10;AADbAAAADwAAAGRycy9kb3ducmV2LnhtbESPT2sCMRTE70K/Q3gFL0Wzta3o1ihVUMRDwX/3183r&#10;7tbNy5pEXf30TaHgcZiZ3zCjSWMqcSbnS8sKnrsJCOLM6pJzBbvtvDMA4QOyxsoyKbiSh8n4oTXC&#10;VNsLr+m8CbmIEPYpKihCqFMpfVaQQd+1NXH0vq0zGKJ0udQOLxFuKtlLkr40WHJcKLCmWUHZYXMy&#10;CuZLOgz39XHxenNv+eDn63M13T4p1X5sPt5BBGrCPfzfXmoFvRf4+xJ/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ReT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5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gu8MA&#10;AADbAAAADwAAAGRycy9kb3ducmV2LnhtbESPT4vCMBTE78J+h/AW9qaps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ygu8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6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uPY8QA&#10;AADbAAAADwAAAGRycy9kb3ducmV2LnhtbESPQWvCQBSE7wX/w/IEb3VjxKLRVSS10Gs1Hrw9s88k&#10;JPs2ZLcx7a93CwWPw8x8w2x2g2lET52rLCuYTSMQxLnVFRcKstPH6xKE88gaG8uk4Icc7Lajlw0m&#10;2t75i/qjL0SAsEtQQel9m0jp8pIMuqltiYN3s51BH2RXSN3hPcBNI+MoepMGKw4LJbaUlpTXx2+j&#10;4Pxe1/MVR/PfS58uXXrNsvh2UGoyHvZrEJ4G/wz/tz+1gngB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7j2P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7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aNgMYA&#10;AADbAAAADwAAAGRycy9kb3ducmV2LnhtbESPQWvCQBSE7wX/w/KEXkrdKEUkdRNEFBT0UCuNvT2y&#10;zySYfRuz25j667uFQo/DzHzDzNPe1KKj1lWWFYxHEQji3OqKCwXH9/XzDITzyBpry6TgmxykyeBh&#10;jrG2N36j7uALESDsYlRQet/EUrq8JINuZBvi4J1ta9AH2RZSt3gLcFPLSRRNpcGKw0KJDS1Lyi+H&#10;L6PghbrTYnf/3H+critvz0/Z1o0zpR6H/eIVhKfe/4f/2hutYDKF3y/hB8jk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aNgM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8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W0j8QA&#10;AADb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QfwG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ltI/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9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8ac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IwN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FvG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0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f9ecYA&#10;AADbAAAADwAAAGRycy9kb3ducmV2LnhtbESPQWvCQBSE74X+h+UVvNVNtVQbXaVYtIVCwSj1+si+&#10;ZlOzb9PsalJ/vVsQPA4z8w0znXe2EkdqfOlYwUM/AUGcO11yoWC7Wd6PQfiArLFyTAr+yMN8dnsz&#10;xVS7ltd0zEIhIoR9igpMCHUqpc8NWfR9VxNH79s1FkOUTSF1g22E20oOkuRJWiw5LhisaWEo32cH&#10;q2D3OPx05i1zh/Z1ddqvf0c/X4sPpXp33csERKAuXMOX9rtWMHiG/y/x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f9ec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1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Z2MAA&#10;AADbAAAADwAAAGRycy9kb3ducmV2LnhtbERPTWvCQBC9C/6HZYTedNOWSoiuUksVqSe1vQ/ZMQlm&#10;Z2N2G7f/vnMo9Ph438t1cq0aqA+NZwOPswwUceltw5WBz/N2moMKEdli65kM/FCA9Wo8WmJh/Z2P&#10;NJxipSSEQ4EG6hi7QutQ1uQwzHxHLNzF9w6jwL7Stse7hLtWP2XZXDtsWBpq7OitpvJ6+nYGnj9e&#10;bju7qd6HNt+Fw/6yTU36MuZhkl4XoCKl+C/+c++t+GS9fJEfoF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OZ2M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2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99mcQA&#10;AADbAAAADwAAAGRycy9kb3ducmV2LnhtbESPwWrDMBBE74X+g9hCbrXsBtLYjRJMSyBQcqjTQ4+L&#10;tbVMrJWxVNv5+yoQyHGYmTfMZjfbTow0+NaxgixJQRDXTrfcKPg+7Z/XIHxA1tg5JgUX8rDbPj5s&#10;sNBu4i8aq9CICGFfoAITQl9I6WtDFn3ieuLo/brBYohyaKQecIpw28mXNF1Jiy3HBYM9vRuqz9Wf&#10;VfCTH/NsNh/p5/haHkLNiOdxpdTiaS7fQASawz18ax+0gmUG1y/xB8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/fZn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3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fSg8QA&#10;AADbAAAADwAAAGRycy9kb3ducmV2LnhtbESPT4vCMBTE7wt+h/AEb5paQdauUURQvHjw/x4fzdu2&#10;a/NSm6jVT28WhD0OM/MbZjxtTCluVLvCsoJ+LwJBnFpdcKZgv1t0P0E4j6yxtEwKHuRgOml9jDHR&#10;9s4bum19JgKEXYIKcu+rREqX5mTQ9WxFHLwfWxv0QdaZ1DXeA9yUMo6ioTRYcFjIsaJ5Tul5ezUK&#10;Tv31c1QNmkP87S+r33h5SRfHoVKddjP7AuGp8f/hd3ulFQxi+PsSfoC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30oP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4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idfMIA&#10;AADbAAAADwAAAGRycy9kb3ducmV2LnhtbESPUWvCMBSF34X9h3AHe9N0OtyoRinKwOGT3X7Apbm2&#10;dc1NSKKt/94Igo+Hc853OMv1YDpxIR9aywreJxkI4srqlmsFf7/f4y8QISJr7CyTgisFWK9eRkvM&#10;te35QJcy1iJBOOSooInR5VKGqiGDYWIdcfKO1huMSfpaao99gptOTrNsLg22nBYadLRpqPovz0YB&#10;eve5daXsD/PTHnenn4I+bKHU2+tQLEBEGuIz/GjvtILZDO5f0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6J18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5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ZPMYA&#10;AADbAAAADwAAAGRycy9kb3ducmV2LnhtbESPQWvCQBSE70L/w/IKvemmKq3EbKS2DYjmUlsP3h7Z&#10;1yQ0+zZkV43+elcoeBxm5hsmWfSmEUfqXG1ZwfMoAkFcWF1zqeDnOxvOQDiPrLGxTArO5GCRPgwS&#10;jLU98Rcdt74UAcIuRgWV920spSsqMuhGtiUO3q/tDPogu1LqDk8Bbho5jqIXabDmsFBhS+8VFX/b&#10;g1GQZ3mbb/hztv84LCf71WX3yutMqafH/m0OwlPv7+H/9kormEzh9iX8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UZPM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6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KzFcUA&#10;AADbAAAADwAAAGRycy9kb3ducmV2LnhtbESPQWsCMRSE74L/ITyht5rVUmlXo4ggKrSF2oIen5vn&#10;7uLmZU3iuv57Uyh4HGbmG2Yya00lGnK+tKxg0E9AEGdWl5wr+P1ZPr+B8AFZY2WZFNzIw2za7Uww&#10;1fbK39RsQy4ihH2KCooQ6lRKnxVk0PdtTRy9o3UGQ5Qul9rhNcJNJYdJMpIGS44LBda0KCg7bS9G&#10;wdd5dPlodvvVwbXL+lxtFp/6vVTqqdfOxyACteER/m+vtYKXV/j7En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8rMV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7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pxPsMA&#10;AADbAAAADwAAAGRycy9kb3ducmV2LnhtbESP3YrCMBSE7wXfIRzBuzVdZVW6RhHBH2RBrD7AoTnb&#10;lG1OShO1+vQbQfBymJlvmNmitZW4UuNLxwo+BwkI4tzpkgsF59P6YwrCB2SNlWNScCcPi3m3M8NU&#10;uxsf6ZqFQkQI+xQVmBDqVEqfG7LoB64mjt6vayyGKJtC6gZvEW4rOUySsbRYclwwWNPKUP6XXawC&#10;TuT68JNXWm4e58l+a7L91yVTqt9rl98gArXhHX61d1rBaAzPL/E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pxPs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8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kMcYA&#10;AADbAAAADwAAAGRycy9kb3ducmV2LnhtbESPW2vCQBSE3wv+h+UIfasbL60aXcXaCta3xkLJ2yF7&#10;csHs2ZDdauqvd4VCH4eZ+YZZrjtTizO1rrKsYDiIQBBnVldcKPg67p5mIJxH1lhbJgW/5GC96j0s&#10;Mdb2wp90TnwhAoRdjApK75tYSpeVZNANbEMcvNy2Bn2QbSF1i5cAN7UcRdGLNFhxWCixoW1J2Sn5&#10;MQqSPE31K79PPmbPbns4jK/z792bUo/9brMA4anz/+G/9l4rGE/h/iX8AL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SkMc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9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aKbwA&#10;AADbAAAADwAAAGRycy9kb3ducmV2LnhtbERPSwrCMBDdC94hjOBOUy2IVKOIKLhw4e8AQzM21WZS&#10;m6j19mYhuHy8/3zZ2kq8qPGlYwWjYQKCOHe65ELB5bwdTEH4gKyxckwKPuRhueh25php9+YjvU6h&#10;EDGEfYYKTAh1JqXPDVn0Q1cTR+7qGoshwqaQusF3DLeVHCfJRFosOTYYrGltKL+fnlbB+LK6ra+H&#10;dH97pAlvrGk3z6NRqt9rVzMQgdrwF//cO60gjWPjl/gD5O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KKlopvAAAANsAAAAPAAAAAAAAAAAAAAAAAJgCAABkcnMvZG93bnJldi54&#10;bWxQSwUGAAAAAAQABAD1AAAAg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0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    <v:shape id="Freeform 41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f1wL8A&#10;AADbAAAADwAAAGRycy9kb3ducmV2LnhtbERPy6rCMBDdC/5DGMGNaFoRkWoUEQW9G/EFLodmbIvN&#10;pDSx1r+/WQguD+e9WLWmFA3VrrCsIB5FIIhTqwvOFFwvu+EMhPPIGkvLpOBDDlbLbmeBibZvPlFz&#10;9pkIIewSVJB7XyVSujQng25kK+LAPWxt0AdYZ1LX+A7hppTjKJpKgwWHhhwr2uSUPs8vo+BPps3g&#10;MKH4mDX35/Y4u5npKVaq32vXcxCeWv8Tf917rWAS1ocv4QfI5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1/XAvwAAANsAAAAPAAAAAAAAAAAAAAAAAJgCAABkcnMvZG93bnJl&#10;di54bWxQSwUGAAAAAAQABAD1AAAAhA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2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IGsQA&#10;AADbAAAADwAAAGRycy9kb3ducmV2LnhtbESP3WrCQBSE7wt9h+UUvKsbRYtNXUVKhQpC8ecBDrvH&#10;JJg9G7JHE/v0rlDo5TAz3zDzZe9rdaU2VoENjIYZKGIbXMWFgeNh/ToDFQXZYR2YDNwownLx/DTH&#10;3IWOd3TdS6EShGOOBkqRJtc62pI8xmFoiJN3Cq1HSbIttGuxS3Bf63GWvWmPFaeFEhv6LMme9xdv&#10;YHyxYv375nf7dZTpz6HpsulsZczgpV99gBLq5T/81/52BiYjeHxJP0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ziBr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3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lTx8UA&#10;AADbAAAADwAAAGRycy9kb3ducmV2LnhtbESPQWsCMRSE7wX/Q3gFbzXbrZSyNUoRLQprRdtLb4/k&#10;uVm6eVk2Udd/b4SCx2FmvmEms9414kRdqD0reB5lIIi1NzVXCn6+l09vIEJENth4JgUXCjCbDh4m&#10;WBh/5h2d9rESCcKhQAU2xraQMmhLDsPIt8TJO/jOYUyyq6Tp8JzgrpF5lr1KhzWnBYstzS3pv/3R&#10;KdCfL+ViXf5afcy3m6r+2pZud1Bq+Nh/vIOI1Md7+L+9MgrGO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VPH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4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5Ja8IA&#10;AADbAAAADwAAAGRycy9kb3ducmV2LnhtbESPzarCMBSE94LvEI7gTlN/EKlGEUHQjaBX0eWhObbF&#10;5qQ0sa336W8E4S6HmfmGWa5bU4iaKpdbVjAaRiCIE6tzThVcfnaDOQjnkTUWlknBmxysV93OEmNt&#10;Gz5RffapCBB2MSrIvC9jKV2SkUE3tCVx8B62MuiDrFKpK2wC3BRyHEUzaTDnsJBhSduMkuf5ZRSU&#10;5vd6uR+OdTS64Vg3W26eM1aq32s3CxCeWv8f/rb3WsF0Ap8v4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/klr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5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ME7sEA&#10;AADbAAAADwAAAGRycy9kb3ducmV2LnhtbESPQYvCMBSE7wv+h/AEb2vqIqLVKCK4eBK0QvX2aJ5t&#10;sXkpTdTqrzeC4HGY+WaY2aI1lbhR40rLCgb9CARxZnXJuYJDsv4dg3AeWWNlmRQ8yMFi3vmZYazt&#10;nXd02/tchBJ2MSoovK9jKV1WkEHXtzVx8M62MeiDbHKpG7yHclPJvygaSYMlh4UCa1oVlF32V6Ng&#10;eJwsk5ROz0v6b1O5SbZ2u74q1eu2yykIT63/hj/0RgduCO8v4Q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DBO7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6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NC+cUA&#10;AADbAAAADwAAAGRycy9kb3ducmV2LnhtbESPQWvCQBSE74X+h+UJ3upGq0GiqxSloBQKTQten9nX&#10;JE32bdxdNf77bkHocZiZb5jlujetuJDztWUF41ECgriwuuZSwdfn69MchA/IGlvLpOBGHtarx4cl&#10;Ztpe+YMueShFhLDPUEEVQpdJ6YuKDPqR7Yij922dwRClK6V2eI1w08pJkqTSYM1xocKONhUVTX42&#10;Ck7P2+bdHQ8/x7f9/JY2xWki96lSw0H/sgARqA//4Xt7pxVMZ/D3Jf4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0L5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7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<v:shape id="Freeform 48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U3PMUA&#10;AADbAAAADwAAAGRycy9kb3ducmV2LnhtbESP3WoCMRSE7wt9h3AKvSmarRSrq1GKWKh0YfHnAY6b&#10;4+5icrIkqW7f3hSEXg4z8w0zX/bWiAv50DpW8DrMQBBXTrdcKzjsPwcTECEiazSOScEvBVguHh/m&#10;mGt35S1ddrEWCcIhRwVNjF0uZagashiGriNO3sl5izFJX0vt8Zrg1shRlo2lxZbTQoMdrRqqzrsf&#10;q2A9OvryiN+myva1KTZl8TItC6Wen/qPGYhIffwP39tfWsHbO/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Tc8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9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7HJcEA&#10;AADbAAAADwAAAGRycy9kb3ducmV2LnhtbERPy4rCMBTdD/gP4QruNFUHcapRVCgMCONjZjHLa3Nt&#10;is1NbaJ2/t4shFkeznu+bG0l7tT40rGC4SABQZw7XXKh4Oc7609B+ICssXJMCv7Iw3LReZtjqt2D&#10;D3Q/hkLEEPYpKjAh1KmUPjdk0Q9cTRy5s2sshgibQuoGHzHcVnKUJBNpseTYYLCmjaH8crxZBVbi&#10;76mYZPnXarzdbT/K9f6aGaV63XY1AxGoDf/il/tTK3iPY+O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+xyXBAAAA2wAAAA8AAAAAAAAAAAAAAAAAmAIAAGRycy9kb3du&#10;cmV2LnhtbFBLBQYAAAAABAAEAPUAAACG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979E2" w:rsidRDefault="005979E2" w:rsidP="005979E2"/>
    <w:p w:rsidR="005979E2" w:rsidRDefault="005979E2" w:rsidP="005979E2"/>
    <w:p w:rsidR="005979E2" w:rsidRDefault="005979E2" w:rsidP="005979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979E2" w:rsidRDefault="005979E2" w:rsidP="005979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979E2" w:rsidRDefault="005979E2" w:rsidP="005979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979E2" w:rsidRDefault="005979E2" w:rsidP="005979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979E2" w:rsidRDefault="005979E2" w:rsidP="005979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9E2" w:rsidRDefault="005979E2" w:rsidP="005979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979E2" w:rsidRDefault="005979E2" w:rsidP="005979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79E2" w:rsidRDefault="005979E2" w:rsidP="005979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979E2" w:rsidRPr="00225579" w:rsidRDefault="005979E2" w:rsidP="005979E2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-8744585</wp:posOffset>
                </wp:positionV>
                <wp:extent cx="45085" cy="94615"/>
                <wp:effectExtent l="0" t="4445" r="635" b="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54.6pt;margin-top:-688.55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-294640</wp:posOffset>
                </wp:positionV>
                <wp:extent cx="45085" cy="94615"/>
                <wp:effectExtent l="0" t="15240" r="10160" b="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54.6pt;margin-top:-23.2pt;width:3.55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-1012825</wp:posOffset>
                </wp:positionV>
                <wp:extent cx="45085" cy="94615"/>
                <wp:effectExtent l="3810" t="1905" r="0" b="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1.95pt;margin-top:-79.7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-1731645</wp:posOffset>
                </wp:positionV>
                <wp:extent cx="45085" cy="94615"/>
                <wp:effectExtent l="13335" t="16510" r="0" b="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95pt;margin-top:-136.3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0" t="0" r="1270" b="127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47.8pt;margin-top:-208pt;width:8.7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0" t="0" r="29845" b="2476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7.8pt;margin-top:-264.6pt;width:8.7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4445" t="0" r="0" b="0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73.9pt;margin-top:-321.15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nF7NA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-4797425</wp:posOffset>
                </wp:positionV>
                <wp:extent cx="110490" cy="149225"/>
                <wp:effectExtent l="23495" t="0" r="0" b="2349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73.9pt;margin-top:-377.7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o9PLQkAAJw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-5434965</wp:posOffset>
                </wp:positionV>
                <wp:extent cx="55245" cy="69850"/>
                <wp:effectExtent l="0" t="0" r="9525" b="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54.6pt;margin-top:-427.95pt;width:4.35pt;height: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O7kQcAAG8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-6153150</wp:posOffset>
                </wp:positionV>
                <wp:extent cx="55245" cy="69850"/>
                <wp:effectExtent l="0" t="0" r="9525" b="1270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54.6pt;margin-top:-484.5pt;width:4.35pt;height: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20fkAcAAG8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-6871335</wp:posOffset>
                </wp:positionV>
                <wp:extent cx="55245" cy="69215"/>
                <wp:effectExtent l="3175" t="0" r="0" b="0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62.75pt;margin-top:-541.05pt;width:4.35pt;height: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-7590155</wp:posOffset>
                </wp:positionV>
                <wp:extent cx="55245" cy="69215"/>
                <wp:effectExtent l="12700" t="0" r="0" b="635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62.75pt;margin-top:-597.65pt;width:4.35pt;height: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-8495030</wp:posOffset>
                </wp:positionV>
                <wp:extent cx="118110" cy="179705"/>
                <wp:effectExtent l="0" t="0" r="0" b="4445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1.15pt;margin-top:-668.9pt;width:9.3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wg4g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-9213850</wp:posOffset>
                </wp:positionV>
                <wp:extent cx="118110" cy="179705"/>
                <wp:effectExtent l="33020" t="0" r="0" b="85090"/>
                <wp:wrapNone/>
                <wp:docPr id="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1.15pt;margin-top:-725.5pt;width:9.3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733QgAAKs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-897255</wp:posOffset>
                </wp:positionV>
                <wp:extent cx="73660" cy="360045"/>
                <wp:effectExtent l="0" t="0" r="0" b="8255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44.8pt;margin-top:-70.65pt;width:5.8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-1615440</wp:posOffset>
                </wp:positionV>
                <wp:extent cx="73660" cy="360045"/>
                <wp:effectExtent l="0" t="0" r="28575" b="3111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44.8pt;margin-top:-127.2pt;width:5.8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-2334260</wp:posOffset>
                </wp:positionV>
                <wp:extent cx="73660" cy="360680"/>
                <wp:effectExtent l="3175" t="0" r="0" b="635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74pt;margin-top:-183.8pt;width:5.8pt;height:2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mWNJQ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84</w:t>
      </w:r>
    </w:p>
    <w:p w:rsidR="005979E2" w:rsidRPr="00A104AC" w:rsidRDefault="005979E2" w:rsidP="005979E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5979E2" w:rsidRPr="00A104AC" w:rsidRDefault="005979E2" w:rsidP="005979E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979E2" w:rsidRPr="00A104AC" w:rsidRDefault="005979E2" w:rsidP="005979E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979E2" w:rsidRPr="00A104AC" w:rsidRDefault="005979E2" w:rsidP="005979E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979E2" w:rsidRPr="00A104AC" w:rsidRDefault="005979E2" w:rsidP="005979E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Поліщуку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В.Й.</w:t>
      </w:r>
    </w:p>
    <w:p w:rsidR="005979E2" w:rsidRPr="00A104AC" w:rsidRDefault="005979E2" w:rsidP="005979E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979E2" w:rsidRPr="00A104AC" w:rsidRDefault="005979E2" w:rsidP="005979E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В.Й.,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979E2" w:rsidRPr="00A104AC" w:rsidRDefault="005979E2" w:rsidP="005979E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979E2" w:rsidRPr="00A104AC" w:rsidRDefault="005979E2" w:rsidP="005979E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Вадиму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Йосиповичу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011F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0,5788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03:018:0338).</w:t>
      </w:r>
      <w:proofErr w:type="gramEnd"/>
    </w:p>
    <w:p w:rsidR="005979E2" w:rsidRPr="00A104AC" w:rsidRDefault="005979E2" w:rsidP="005979E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В.Й.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5979E2" w:rsidRPr="00A104AC" w:rsidRDefault="005979E2" w:rsidP="005979E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979E2" w:rsidRPr="00A104AC" w:rsidRDefault="005979E2" w:rsidP="005979E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979E2" w:rsidRPr="00A104AC" w:rsidRDefault="005979E2" w:rsidP="005979E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979E2" w:rsidRPr="00A104AC" w:rsidRDefault="005979E2" w:rsidP="005979E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979E2" w:rsidRPr="00A104AC" w:rsidRDefault="005979E2" w:rsidP="005979E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56D04" w:rsidRPr="005979E2" w:rsidRDefault="005979E2" w:rsidP="005979E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856D04" w:rsidRPr="005979E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E2"/>
    <w:rsid w:val="00171A2E"/>
    <w:rsid w:val="00304C90"/>
    <w:rsid w:val="00505B6D"/>
    <w:rsid w:val="005979E2"/>
    <w:rsid w:val="006D3977"/>
    <w:rsid w:val="007011FE"/>
    <w:rsid w:val="007D6C18"/>
    <w:rsid w:val="00856D0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2020-07-29T14:21:00Z</dcterms:created>
  <dcterms:modified xsi:type="dcterms:W3CDTF">2020-07-29T17:46:00Z</dcterms:modified>
</cp:coreProperties>
</file>