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31E4" w:rsidRPr="00D815F3" w:rsidRDefault="00B631E4" w:rsidP="00B631E4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/>
          <w:color w:val="FF0000"/>
          <w:sz w:val="24"/>
          <w:szCs w:val="24"/>
          <w:lang w:val="ru-RU" w:eastAsia="uk-UA"/>
        </w:rPr>
      </w:pPr>
      <w:r>
        <w:rPr>
          <w:rFonts w:ascii="Times New Roman" w:eastAsia="Arial Unicode MS" w:hAnsi="Times New Roman"/>
          <w:color w:val="FF0000"/>
          <w:sz w:val="24"/>
          <w:szCs w:val="24"/>
          <w:lang w:eastAsia="uk-UA"/>
        </w:rPr>
        <w:t>ПРОЕКТ</w:t>
      </w:r>
    </w:p>
    <w:p w:rsidR="00B631E4" w:rsidRPr="001869AA" w:rsidRDefault="00B631E4" w:rsidP="00B631E4">
      <w:pPr>
        <w:tabs>
          <w:tab w:val="left" w:pos="4424"/>
        </w:tabs>
        <w:spacing w:after="0" w:line="240" w:lineRule="auto"/>
        <w:ind w:firstLine="708"/>
        <w:jc w:val="both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163830</wp:posOffset>
                </wp:positionV>
                <wp:extent cx="410210" cy="635635"/>
                <wp:effectExtent l="0" t="0" r="8890" b="0"/>
                <wp:wrapNone/>
                <wp:docPr id="10816" name="Группа 108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10210" cy="635635"/>
                          <a:chOff x="0" y="0"/>
                          <a:chExt cx="1142" cy="1718"/>
                        </a:xfrm>
                      </wpg:grpSpPr>
                      <wps:wsp>
                        <wps:cNvPr id="10817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631E4" w:rsidRDefault="00B631E4" w:rsidP="00B631E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818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631E4" w:rsidRDefault="00B631E4" w:rsidP="00B631E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819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631E4" w:rsidRDefault="00B631E4" w:rsidP="00B631E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820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631E4" w:rsidRDefault="00B631E4" w:rsidP="00B631E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821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631E4" w:rsidRDefault="00B631E4" w:rsidP="00B631E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822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631E4" w:rsidRDefault="00B631E4" w:rsidP="00B631E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885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631E4" w:rsidRDefault="00B631E4" w:rsidP="00B631E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886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631E4" w:rsidRDefault="00B631E4" w:rsidP="00B631E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887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631E4" w:rsidRDefault="00B631E4" w:rsidP="00B631E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888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631E4" w:rsidRDefault="00B631E4" w:rsidP="00B631E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889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631E4" w:rsidRDefault="00B631E4" w:rsidP="00B631E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890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631E4" w:rsidRDefault="00B631E4" w:rsidP="00B631E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891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631E4" w:rsidRDefault="00B631E4" w:rsidP="00B631E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892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631E4" w:rsidRDefault="00B631E4" w:rsidP="00B631E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893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631E4" w:rsidRDefault="00B631E4" w:rsidP="00B631E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894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631E4" w:rsidRDefault="00B631E4" w:rsidP="00B631E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895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631E4" w:rsidRDefault="00B631E4" w:rsidP="00B631E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896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631E4" w:rsidRDefault="00B631E4" w:rsidP="00B631E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897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631E4" w:rsidRDefault="00B631E4" w:rsidP="00B631E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898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631E4" w:rsidRDefault="00B631E4" w:rsidP="00B631E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899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631E4" w:rsidRDefault="00B631E4" w:rsidP="00B631E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900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631E4" w:rsidRDefault="00B631E4" w:rsidP="00B631E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901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631E4" w:rsidRDefault="00B631E4" w:rsidP="00B631E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902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631E4" w:rsidRDefault="00B631E4" w:rsidP="00B631E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903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631E4" w:rsidRDefault="00B631E4" w:rsidP="00B631E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904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631E4" w:rsidRDefault="00B631E4" w:rsidP="00B631E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905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631E4" w:rsidRDefault="00B631E4" w:rsidP="00B631E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906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631E4" w:rsidRDefault="00B631E4" w:rsidP="00B631E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907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631E4" w:rsidRDefault="00B631E4" w:rsidP="00B631E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908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631E4" w:rsidRDefault="00B631E4" w:rsidP="00B631E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0823" o:spid="_x0000_s1026" style="position:absolute;left:0;text-align:left;margin-left:0;margin-top:12.9pt;width:32.3pt;height:50.05pt;z-index:251660288;mso-position-horizontal:center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Dc7jr8A&#10;AADeAAAADwAAAGRycy9kb3ducmV2LnhtbERPSwrCMBDdC94hjOBOUxW0VKOIqLgQxN9+aMa22ExK&#10;E7Xe3giCu3m878wWjSnFk2pXWFYw6EcgiFOrC84UXM6bXgzCeWSNpWVS8CYHi3m7NcNE2xcf6Xny&#10;mQgh7BJUkHtfJVK6NCeDrm8r4sDdbG3QB1hnUtf4CuGmlMMoGkuDBYeGHCta5ZTeTw+jwI62u/01&#10;Gx5Ha554Xh7i27XZK9XtNMspCE+N/4t/7p0O86N4MIHvO+EGOf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8NzuOvwAAAN4AAAAPAAAAAAAAAAAAAAAAAJgCAABkcnMvZG93bnJl&#10;di54bWxQSwUGAAAAAAQABAD1AAAAhA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B631E4" w:rsidRDefault="00B631E4" w:rsidP="00B631E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2wdX8kA&#10;AADeAAAADwAAAGRycy9kb3ducmV2LnhtbESPQU8CMRCF7yb8h2ZIvBDp4gFxpRBDsioeTEATr5Pt&#10;uF3dTjdthZVfzxxMuM3kvXnvm+V68J06UExtYAOzaQGKuA625cbAx3t1swCVMrLFLjAZ+KME69Xo&#10;aomlDUfe0WGfGyUhnEo04HLuS61T7chjmoaeWLSvED1mWWOjbcSjhPtO3xbFXHtsWRoc9rRxVP/s&#10;f72B7+rNfW7uTk9xcr+j06R6fe62c2Oux8PjA6hMQ76Y/69frOAXi5nwyjsyg16dAQ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b2wdX8kAAADe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B631E4" w:rsidRDefault="00B631E4" w:rsidP="00B631E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jMcxcQA&#10;AADeAAAADwAAAGRycy9kb3ducmV2LnhtbESP3YrCMBCF7xd8hzCCN4umuiBajSKisngj/jzA0IxN&#10;sZmUJtr69kYQvJvhnDnfmfmytaV4UO0LxwqGgwQEceZ0wbmCy3nbn4DwAVlj6ZgUPMnDctH5mWOq&#10;XcNHepxCLmII+xQVmBCqVEqfGbLoB64ijtrV1RZDXOtc6hqbGG5LOUqSsbRYcCQYrGhtKLud7jZC&#10;Dn942F+b83bXYoObveHf1VGpXrddzUAEasPX/Ln+17F+MhlO4f1OnEEuX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4zHMXEAAAA3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B631E4" w:rsidRDefault="00B631E4" w:rsidP="00B631E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OFq38YA&#10;AADeAAAADwAAAGRycy9kb3ducmV2LnhtbESPQUvEQAyF74L/YYjgzZ1adF3qzi6yKojgwVUQb6GT&#10;bYudzDATt/Xfm4PgLSEv771vvZ3DaI6UyxDZweWiAkPcRj9w5+D97fFiBaYIsscxMjn4oQLbzenJ&#10;GhsfJ36l4146oyZcGnTQi6TG2tL2FLAsYiLW2yHmgKJr7qzPOKl5GG1dVUsbcGBN6DHRrqf2a/8d&#10;HLxMD+n5Znl9SJ/5qrbl3svHTpw7P5vvbsEIzfIv/vt+8lq/WtUKoDg6g938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OFq38YAAADe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B631E4" w:rsidRDefault="00B631E4" w:rsidP="00B631E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inafsUA&#10;AADeAAAADwAAAGRycy9kb3ducmV2LnhtbESP0YrCMBBF34X9hzDCvsiaqrBIt6nIoov4IlY/YGjG&#10;pthMShNt/XsjCPs2w71zz51sNdhG3KnztWMFs2kCgrh0uuZKwfm0/VqC8AFZY+OYFDzIwyr/GGWY&#10;atfzke5FqEQMYZ+iAhNCm0rpS0MW/dS1xFG7uM5iiGtXSd1hH8NtI+dJ8i0t1hwJBlv6NVRei5uN&#10;kMMCD/tLf9r+DdjjZm94sj4q9Tke1j8gAg3h3/y+3ulYP1nOZ/B6J84g8y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Kdp+xQAAAN4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B631E4" w:rsidRDefault="00B631E4" w:rsidP="00B631E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39RM8QA&#10;AADeAAAADwAAAGRycy9kb3ducmV2LnhtbERPTUsDMRC9C/0PYQrebNZFa9k2LaVVEMFDqyC9DZvp&#10;7uJmEpKxu/57Iwje5vE+Z7UZXa8uFFPn2cDtrABFXHvbcWPg/e3pZgEqCbLF3jMZ+KYEm/XkaoWV&#10;9QMf6HKURuUQThUaaEVCpXWqW3KYZj4QZ+7so0PJMDbaRhxyuOt1WRRz7bDj3NBioF1L9efxyxl4&#10;HR7Dy8P8/hxO8a7UaW/lYyfGXE/H7RKU0Cj/4j/3s83zi0VZwu87+Qa9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t/UTPEAAAA3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B631E4" w:rsidRDefault="00B631E4" w:rsidP="00B631E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/WLlMQA&#10;AADeAAAADwAAAGRycy9kb3ducmV2LnhtbERP32vCMBB+F/Y/hBvsZczUDaV0RtFBcOBAdIO9Hs3Z&#10;ljWXkmS2/vdGEHy7j+/nzZeDbcWJfGgcK5iMMxDEpTMNVwp+vvVLDiJEZIOtY1JwpgDLxcNojoVx&#10;Pe/pdIiVSCEcClRQx9gVUoayJoth7DrixB2dtxgT9JU0HvsUblv5mmUzabHh1FBjRx81lX+Hf6tg&#10;veurN/9crge3PW5+p1ob/aWVenocVu8gIg3xLr65P02an+X5FK7vpBvk4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1i5TEAAAA3g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B631E4" w:rsidRDefault="00B631E4" w:rsidP="00B631E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xdfHMIA&#10;AADeAAAADwAAAGRycy9kb3ducmV2LnhtbERP3WrCMBS+F/YO4Qy801TZpHTGIkphDG/m9gCH5qyp&#10;bU5KEmt9+0UY7O58fL9nW062FyP50DpWsFpmIIhrp1tuFHx/VYscRIjIGnvHpOBOAcrd02yLhXY3&#10;/qTxHBuRQjgUqMDEOBRShtqQxbB0A3Hifpy3GBP0jdQebync9nKdZRtpseXUYHCgg6G6O1+tgupj&#10;fRq7q/aV208vll7NJT8apebP0/4NRKQp/ov/3O86zc/yfAOPd9INcvc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PF18cwgAAAN4AAAAPAAAAAAAAAAAAAAAAAJgCAABkcnMvZG93&#10;bnJldi54bWxQSwUGAAAAAAQABAD1AAAAhw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B631E4" w:rsidRDefault="00B631E4" w:rsidP="00B631E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GuweMUA&#10;AADeAAAADwAAAGRycy9kb3ducmV2LnhtbERP32vCMBB+H+x/CDfYy9DUjbnSGUUHYcIEmQq+Hs3Z&#10;ljWXkmS2/vdGGOztPr6fN1sMthVn8qFxrGAyzkAQl840XCk47PUoBxEissHWMSm4UIDF/P5uhoVx&#10;PX/TeRcrkUI4FKigjrErpAxlTRbD2HXEiTs5bzEm6CtpPPYp3LbyOcum0mLDqaHGjj5qKn92v1bB&#10;attXL/6pXA3u6/R5fNXa6I1W6vFhWL6DiDTEf/Gfe23S/CzP3+D2TrpBz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a7B4xQAAAN4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B631E4" w:rsidRDefault="00B631E4" w:rsidP="00B631E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cRu9cUA&#10;AADeAAAADwAAAGRycy9kb3ducmV2LnhtbESPQWvDMAyF74P9B6PBbqvTso2Q1i1lIzDKLmv7A0Ss&#10;xmljOdhumv376jDYTeI9vfdptZl8r0aKqQtsYD4rQBE3wXbcGjge6pcSVMrIFvvAZOCXEmzWjw8r&#10;rGy48Q+N+9wqCeFUoQGX81BpnRpHHtMsDMSinUL0mGWNrbYRbxLue70oinftsWNpcDjQh6Pmsr96&#10;A/Vu8T1erjbWYTu9enpz5/LTGfP8NG2XoDJN+d/8d/1lBb8oS+GVd2QGvb4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xG71xQAAAN4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B631E4" w:rsidRDefault="00B631E4" w:rsidP="00B631E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EZVhsIA&#10;AADeAAAADwAAAGRycy9kb3ducmV2LnhtbERPS2rDMBDdB3oHMYHuEilpUxwnSggFl3pZpwcYrIlt&#10;Yo1cS/Xn9lWh0N083neO58m2YqDeN441bNYKBHHpTMOVhs9rtkpA+IBssHVMGmbycD49LI6YGjfy&#10;Bw1FqEQMYZ+ihjqELpXSlzVZ9GvXEUfu5nqLIcK+kqbHMYbbVm6VepEWG44NNXb0WlN5L76thud5&#10;fPsqdneVGUub/KnLOZQ7rR+X0+UAItAU/sV/7ncT56sk2cPvO/EGefo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IRlWGwgAAAN4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B631E4" w:rsidRDefault="00B631E4" w:rsidP="00B631E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qd8acQA&#10;AADeAAAADwAAAGRycy9kb3ducmV2LnhtbESPQYvCQAyF7wv+hyGCt3WqB9HqKKIo4mntup5DJ7bF&#10;TqZ0Rq3/3hwWvCXk5b33LVadq9WD2lB5NjAaJqCIc28rLgycf3ffU1AhIlusPZOBFwVYLXtfC0yt&#10;f/KJHlkslJhwSNFAGWOTah3ykhyGoW+I5Xb1rcMoa1to2+JTzF2tx0ky0Q4rloQSG9qUlN+yuzNw&#10;n1zGZ74e7U+2fe1n29066L/CmEG/W89BReriR/z/fbBSP5nOBEBwZAa9f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KnfGnEAAAA3g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B631E4" w:rsidRDefault="00B631E4" w:rsidP="00B631E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oRp78YA&#10;AADeAAAADwAAAGRycy9kb3ducmV2LnhtbERPS2vCQBC+F/oflin0VjfaEmLqKioI1kPF16G3aXaa&#10;RLOzMbtq+u9dQfA2H99zBqPWVOJMjSstK+h2IhDEmdUl5wq2m9lbAsJ5ZI2VZVLwTw5Gw+enAaba&#10;XnhF57XPRQhhl6KCwvs6ldJlBRl0HVsTB+7PNgZ9gE0udYOXEG4q2YuiWBosOTQUWNO0oOywPhkF&#10;u2US95eTr4/94vsX340+/ugyVur1pR1/gvDU+of47p7rMD9K+l24vRNukMM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oRp78YAAADe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B631E4" w:rsidRDefault="00B631E4" w:rsidP="00B631E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q9gDMMA&#10;AADeAAAADwAAAGRycy9kb3ducmV2LnhtbERPS2vCQBC+C/0Pywi96cYoEqOrtBWt9OQLvA7ZMQlm&#10;Z0N2q7G/3hWE3ubje85s0ZpKXKlxpWUFg34EgjizuuRcwfGw6iUgnEfWWFkmBXdysJi/dWaYanvj&#10;HV33PhchhF2KCgrv61RKlxVk0PVtTRy4s20M+gCbXOoGbyHcVDKOorE0WHJoKLCmr4Kyy/7XKPgb&#10;n3DrvuPP5VB7uo+Stf3ZrpV677YfUxCeWv8vfrk3OsyPkkkMz3fCDXL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q9gDMMAAADe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B631E4" w:rsidRDefault="00B631E4" w:rsidP="00B631E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9qsOcQA&#10;AADeAAAADwAAAGRycy9kb3ducmV2LnhtbERPzWrCQBC+F3yHZYTe6kZri0bXIMVCb9boAwzZcRPM&#10;zibZbZL26d1Cobf5+H5nm422Fj11vnKsYD5LQBAXTldsFFzO708rED4ga6wdk4Jv8pDtJg9bTLUb&#10;+ER9HoyIIexTVFCG0KRS+qIki37mGuLIXV1nMUTYGak7HGK4reUiSV6lxYpjQ4kNvZVU3PIvq6B1&#10;ixc95gc83g7rz8qYZftzWir1OB33GxCBxvAv/nN/6Dg/Wa2f4fedeIPc3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varDnEAAAA3g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B631E4" w:rsidRDefault="00B631E4" w:rsidP="00B631E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9SpsQA&#10;AADeAAAADwAAAGRycy9kb3ducmV2LnhtbERPyW7CMBC9I/EP1iD1Bg60pSHgRLRSJa4shx4He0jS&#10;xuMQu5D26+tKSNzm6a2zKnrbiAt1vnasYDpJQBBrZ2ouFRz27+MUhA/IBhvHpOCHPBT5cLDCzLgr&#10;b+myC6WIIewzVFCF0GZSel2RRT9xLXHkTq6zGCLsSmk6vMZw28hZksylxZpjQ4UtvVWkv3bfVsGm&#10;PtLzXJ8WNn3V24/fc3h8+TRKPYz69RJEoD7cxTf3xsT5Sbp4gv934g0y/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qPUqbEAAAA3g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B631E4" w:rsidRDefault="00B631E4" w:rsidP="00B631E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uIO6sUA&#10;AADeAAAADwAAAGRycy9kb3ducmV2LnhtbERP0WoCMRB8L/QfwhZ8q4lCRU+jqCBUtEJtqa/LZXs5&#10;etkcl3ief2+Egm+zOzszO7NF5yrRUhNKzxoGfQWCOPem5ELD99fmdQwiRGSDlWfScKUAi/nz0wwz&#10;4y/8Se0xFiKZcMhQg42xzqQMuSWHoe9r4sT9+sZhTGNTSNPgJZm7Sg6VGkmHJacEizWtLeV/x7PT&#10;0OLhqk529THZlvt8eFj97Eza695Lt5yCiNTFx/G/+t2k99V48gb3OgmDn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4g7qxQAAAN4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B631E4" w:rsidRDefault="00B631E4" w:rsidP="00B631E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z1PB8MA&#10;AADeAAAADwAAAGRycy9kb3ducmV2LnhtbERPPU/DMBDdkfofrENiow4ZqhLqVlWlVoyQMjAe8TVO&#10;ie8i2zSBX4+RkLrd0/u81WbyvbpQiJ2wgYd5AYq4Edtxa+DtuL9fgooJ2WIvTAa+KcJmPbtZYWVl&#10;5Fe61KlVOYRjhQZcSkOldWwceYxzGYgzd5LgMWUYWm0Djjnc97osioX22HFucDjQzlHzWX95A+Oh&#10;+TiXp3frfsIg+/pFzmUvxtzdTtsnUImmdBX/u59tnl8sHxfw906+Qa9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z1PB8MAAADe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B631E4" w:rsidRDefault="00B631E4" w:rsidP="00B631E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In6i8UA&#10;AADeAAAADwAAAGRycy9kb3ducmV2LnhtbERPS2sCMRC+F/ofwhS81awedF2N4hOkVMRH79PNuLtt&#10;Mlk2Ubf/vikUvM3H95zJrLVG3KjxlWMFvW4Cgjh3uuJCwfm0eU1B+ICs0TgmBT/kYTZ9fppgpt2d&#10;D3Q7hkLEEPYZKihDqDMpfV6SRd91NXHkLq6xGCJsCqkbvMdwa2Q/SQbSYsWxocSaliXl38erVbDZ&#10;r8xXf3eYf8iwXA8/Tfq2WL0r1Xlp52MQgdrwEP+7tzrOT9LREP7eiTfI6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ifqLxQAAAN4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B631E4" w:rsidRDefault="00B631E4" w:rsidP="00B631E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uCzbcgA&#10;AADeAAAADwAAAGRycy9kb3ducmV2LnhtbESPQWvCQBCF74X+h2UKXkrdWKnE6CpFKCq0UK3gdcxO&#10;k2B2NmTXGP+9cyj0NsN7894382XvatVRGyrPBkbDBBRx7m3FhYHDz8dLCipEZIu1ZzJwowDLxePD&#10;HDPrr7yjbh8LJSEcMjRQxthkWoe8JIdh6Bti0X596zDK2hbatniVcFfr1ySZaIcVS0OJDa1Kys/7&#10;izPQfX+eik0Xmu05fQ5v49N6/WWPxgye+vcZqEh9/Df/XW+s4CfpVHjlHZlBL+4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q4LNtyAAAAN4AAAAPAAAAAAAAAAAAAAAAAJgCAABk&#10;cnMvZG93bnJldi54bWxQSwUGAAAAAAQABAD1AAAAjQ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B631E4" w:rsidRDefault="00B631E4" w:rsidP="00B631E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MBo68YA&#10;AADeAAAADwAAAGRycy9kb3ducmV2LnhtbERPTU8CMRC9m/gfmjHx5rYQJbsrhYiJiRcTQA9yG7bD&#10;7obtdG0rrP56SkLCbV7e50zng+3EgXxoHWsYZQoEceVMy7WGr8+3hxxEiMgGO8ek4Y8CzGe3N1Ms&#10;jTvyig7rWIsUwqFEDU2MfSllqBqyGDLXEydu57zFmKCvpfF4TOG2k2OlJtJiy6mhwZ5eG6r261+r&#10;YVHki5/lI3/8r7Yb2nxv909jr7S+vxtenkFEGuJVfHG/mzRf5UUB53fSDXJ2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MBo68YAAADeAAAADwAAAAAAAAAAAAAAAACYAgAAZHJz&#10;L2Rvd25yZXYueG1sUEsFBgAAAAAEAAQA9QAAAIsDAAAAAA==&#10;" fillcolor="black" stroked="f">
                  <v:textbox>
                    <w:txbxContent>
                      <w:p w:rsidR="00B631E4" w:rsidRDefault="00B631E4" w:rsidP="00B631E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tJVbMkA&#10;AADeAAAADwAAAGRycy9kb3ducmV2LnhtbESPS08DMQyE70j9D5ErcaMJlajKtmlFeUhIlEMfhx7N&#10;xuxGu3FWm9Au/Hp8QOJmy+OZ+ZbrIbTqTH3ykS3cTgwo4jI6z5WF4+HlZg4qZWSHbWSy8E0J1qvR&#10;1RILFy+8o/M+V0pMOBVooc65K7ROZU0B0yR2xHL7jH3ALGtfadfjRcxDq6fGzHRAz5JQY0ePNZXN&#10;/itYOL3N/Hznafqx/dk8u+1ds3l/aqy9Hg8PC1CZhvwv/vt+dVLf3BsBEByZQa9+AQ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JtJVbMkAAADeAAAADwAAAAAAAAAAAAAAAACYAgAA&#10;ZHJzL2Rvd25yZXYueG1sUEsFBgAAAAAEAAQA9QAAAI4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B631E4" w:rsidRDefault="00B631E4" w:rsidP="00B631E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8ydxcMA&#10;AADeAAAADwAAAGRycy9kb3ducmV2LnhtbERPTWsCMRC9F/ofwhS8aWIPolujiKXopYeqpddhM92s&#10;u5lsk6irv74pCL3N433OfNm7VpwpxNqzhvFIgSAuvam50nDYvw2nIGJCNth6Jg1XirBcPD7MsTD+&#10;wh903qVK5BCOBWqwKXWFlLG05DCOfEecuW8fHKYMQyVNwEsOd618VmoiHdacGyx2tLZUNruT0xBW&#10;X6/NjU+fjbq9X+Pm2P9M0Wo9eOpXLyAS9elffHdvTZ6vZmoMf+/kG+Ti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8ydxcMAAADe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B631E4" w:rsidRDefault="00B631E4" w:rsidP="00B631E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G+1+cQA&#10;AADeAAAADwAAAGRycy9kb3ducmV2LnhtbERP22oCMRB9L/gPYQRfiibdh1a3RhGhUFAKXj5gupnu&#10;Lk0my2aqa7++KRT6NodzneV6CF5dqE9tZAsPMwOKuIqu5drC+fQynYNKguzQRyYLN0qwXo3ulli6&#10;eOUDXY5SqxzCqUQLjUhXap2qhgKmWeyIM/cR+4CSYV9r1+M1hwevC2MedcCWc0ODHW0bqj6PX8GC&#10;L979YveU9nI76735DnK4f3PWTsbD5hmU0CD/4j/3q8vzzcIU8PtOvkGvf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xvtfnEAAAA3g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B631E4" w:rsidRDefault="00B631E4" w:rsidP="00B631E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PNROMQA&#10;AADeAAAADwAAAGRycy9kb3ducmV2LnhtbERPTWsCMRC9F/wPYQq91aQWpN0apVaEvXhwtXgdN9PN&#10;0mSybFJd/fWmUOhtHu9zZovBO3GiPraBNTyNFQjiOpiWGw373frxBURMyAZdYNJwoQiL+ehuhoUJ&#10;Z97SqUqNyCEcC9RgU+oKKWNtyWMch444c1+h95gy7BtpejzncO/kRKmp9NhybrDY0Yel+rv68RpW&#10;Vecm+9Iu4+Fzczy68rqmw0rrh/vh/Q1EoiH9i//cpcnz1at6ht938g1yf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TzUTjEAAAA3gAAAA8AAAAAAAAAAAAAAAAAmAIAAGRycy9k&#10;b3ducmV2LnhtbFBLBQYAAAAABAAEAPUAAACJAwAAAAA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B631E4" w:rsidRDefault="00B631E4" w:rsidP="00B631E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h97esIA&#10;AADeAAAADwAAAGRycy9kb3ducmV2LnhtbERPS2sCMRC+F/wPYQRvNbGI1dUoUhSEnnwdvA3JuLu6&#10;mSyb6G7/fVMQepuP7zmLVecq8aQmlJ41jIYKBLHxtuRcw+m4fZ+CCBHZYuWZNPxQgNWy97bAzPqW&#10;9/Q8xFykEA4ZaihirDMpgynIYRj6mjhxV984jAk2ubQNtincVfJDqYl0WHJqKLCmr4LM/fBwGm5b&#10;+e2NQnM+ndud/bxsJlQprQf9bj0HEamL/+KXe2fTfDVTY/h7J90gl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6H3t6wgAAAN4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B631E4" w:rsidRDefault="00B631E4" w:rsidP="00B631E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LsthsQA&#10;AADeAAAADwAAAGRycy9kb3ducmV2LnhtbERPS2sCMRC+F/ofwgi91URLRVejWEEoLT34QDyOm3F3&#10;2c1kSaJu/31TELzNx/ec2aKzjbiSD5VjDYO+AkGcO1NxoWG/W7+OQYSIbLBxTBp+KcBi/vw0w8y4&#10;G2/ouo2FSCEcMtRQxthmUoa8JIuh71rixJ2dtxgT9IU0Hm8p3DZyqNRIWqw4NZTY0qqkvN5erIbj&#10;5ZvPP29fS/8RD67bhXp4Gtdav/S65RREpC4+xHf3p0nz1US9w/876QY5/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C7LYbEAAAA3gAAAA8AAAAAAAAAAAAAAAAAmAIAAGRycy9k&#10;b3ducmV2LnhtbFBLBQYAAAAABAAEAPUAAACJAw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B631E4" w:rsidRDefault="00B631E4" w:rsidP="00B631E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7Rmg8UA&#10;AADeAAAADwAAAGRycy9kb3ducmV2LnhtbERPTWsCMRC9C/6HMIXe3KRSRbdGUaHQS6FqD/U2bqa7&#10;i5vJmqS69tc3BcHbPN7nzBadbcSZfKgda3jKFAjiwpmaSw2fu9fBBESIyAYbx6ThSgEW835vhrlx&#10;F97QeRtLkUI45KihirHNpQxFRRZD5lrixH07bzEm6EtpPF5SuG3kUKmxtFhzaqiwpXVFxXH7YzWs&#10;ppPV6eOZ3383hz3tvw7H0dArrR8fuuULiEhdvItv7jeT5qupGsP/O+kGOf8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vtGaDxQAAAN4AAAAPAAAAAAAAAAAAAAAAAJgCAABkcnMv&#10;ZG93bnJldi54bWxQSwUGAAAAAAQABAD1AAAAigMAAAAA&#10;" fillcolor="black" stroked="f">
                  <v:textbox>
                    <w:txbxContent>
                      <w:p w:rsidR="00B631E4" w:rsidRDefault="00B631E4" w:rsidP="00B631E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07IssMA&#10;AADeAAAADwAAAGRycy9kb3ducmV2LnhtbERPS0sDMRC+C/0PYQrebGIFH2vTshSK4mlbFa/TzbhZ&#10;3EyWJKbrvzeC0Nt8fM9ZbSY3iEwh9p41XC8UCOLWm547DW+vu6t7EDEhGxw8k4YfirBZzy5WWBl/&#10;4j3lQ+pECeFYoQab0lhJGVtLDuPCj8SF+/TBYSowdNIEPJVwN8ilUrfSYc+lweJIW0vt1+HbacjH&#10;bVPf5I9s9y+h7oJvnt6PjdaX86l+BJFoSmfxv/vZlPnqQd3B3zvlBrn+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07IssMAAADeAAAADwAAAAAAAAAAAAAAAACYAgAAZHJzL2Rv&#10;d25yZXYueG1sUEsFBgAAAAAEAAQA9QAAAIg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B631E4" w:rsidRDefault="00B631E4" w:rsidP="00B631E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n0YyccA&#10;AADeAAAADwAAAGRycy9kb3ducmV2LnhtbESPQU/DMAyF70j8h8hI3FgyDtNWlk1oAjR2GRQkOFqN&#10;aSoap2qyrtuvnw9I3Gy95/c+L9djaNVAfWoiW5hODCjiKrqGawufH893c1ApIztsI5OFEyVYr66v&#10;lli4eOR3GspcKwnhVKAFn3NXaJ0qTwHTJHbEov3EPmCWta+16/Eo4aHV98bMdMCGpcFjRxtP1W95&#10;CBbSdPP0tQvnxfD94nlfvvrZW+2tvb0ZHx9AZRrzv/nveusE3yyM8Mo7MoNeXQ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59GMnHAAAA3gAAAA8AAAAAAAAAAAAAAAAAmAIAAGRy&#10;cy9kb3ducmV2LnhtbFBLBQYAAAAABAAEAPUAAACM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B631E4" w:rsidRDefault="00B631E4" w:rsidP="00B631E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B631E4" w:rsidRPr="00D815F3" w:rsidRDefault="00B631E4" w:rsidP="00B631E4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color w:val="FF0000"/>
          <w:sz w:val="24"/>
          <w:szCs w:val="24"/>
          <w:lang w:val="ru-RU" w:eastAsia="uk-UA"/>
        </w:rPr>
      </w:pPr>
    </w:p>
    <w:p w:rsidR="00B631E4" w:rsidRPr="001869AA" w:rsidRDefault="00B631E4" w:rsidP="00B631E4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color w:val="FF0000"/>
          <w:sz w:val="24"/>
          <w:szCs w:val="24"/>
          <w:lang w:eastAsia="uk-UA"/>
        </w:rPr>
      </w:pPr>
    </w:p>
    <w:p w:rsidR="00B631E4" w:rsidRPr="001869AA" w:rsidRDefault="00B631E4" w:rsidP="00B631E4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color w:val="FF0000"/>
          <w:sz w:val="24"/>
          <w:szCs w:val="24"/>
          <w:lang w:eastAsia="uk-UA"/>
        </w:rPr>
      </w:pPr>
    </w:p>
    <w:p w:rsidR="00B631E4" w:rsidRPr="001869AA" w:rsidRDefault="00B631E4" w:rsidP="00B631E4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/>
          <w:color w:val="FF0000"/>
          <w:sz w:val="24"/>
          <w:szCs w:val="24"/>
          <w:lang w:eastAsia="uk-UA"/>
        </w:rPr>
      </w:pPr>
    </w:p>
    <w:p w:rsidR="00B631E4" w:rsidRPr="00D815F3" w:rsidRDefault="00B631E4" w:rsidP="00B631E4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16"/>
          <w:szCs w:val="16"/>
          <w:lang w:val="ru-RU" w:eastAsia="uk-UA"/>
        </w:rPr>
      </w:pPr>
    </w:p>
    <w:p w:rsidR="00B631E4" w:rsidRPr="001869AA" w:rsidRDefault="00B631E4" w:rsidP="00B631E4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  <w:r w:rsidRPr="001869AA"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>УКРАЇНА</w:t>
      </w:r>
    </w:p>
    <w:p w:rsidR="00B631E4" w:rsidRPr="001869AA" w:rsidRDefault="00B631E4" w:rsidP="00B631E4">
      <w:pPr>
        <w:keepNext/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  <w:r w:rsidRPr="001869AA"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>КРУПЕЦЬКА СІЛЬСЬКА РАДА</w:t>
      </w:r>
    </w:p>
    <w:p w:rsidR="00B631E4" w:rsidRPr="001869AA" w:rsidRDefault="00B631E4" w:rsidP="00B631E4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  <w:r w:rsidRPr="001869AA"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>СЛАВУТСЬКОГО РАЙОНУ</w:t>
      </w:r>
    </w:p>
    <w:p w:rsidR="00B631E4" w:rsidRPr="001869AA" w:rsidRDefault="00B631E4" w:rsidP="00B631E4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  <w:r w:rsidRPr="001869AA"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>ХМЕЛЬНИЦЬКОЇ ОБЛАСТІ</w:t>
      </w:r>
    </w:p>
    <w:p w:rsidR="00B631E4" w:rsidRPr="001869AA" w:rsidRDefault="00B631E4" w:rsidP="00B631E4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  <w:r w:rsidRPr="001869AA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</w:t>
      </w: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2788920</wp:posOffset>
                </wp:positionH>
                <wp:positionV relativeFrom="paragraph">
                  <wp:posOffset>9116695</wp:posOffset>
                </wp:positionV>
                <wp:extent cx="543560" cy="734695"/>
                <wp:effectExtent l="0" t="0" r="8890" b="8255"/>
                <wp:wrapNone/>
                <wp:docPr id="1" name="Группа 108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3560" cy="734695"/>
                          <a:chOff x="0" y="0"/>
                          <a:chExt cx="1142" cy="1718"/>
                        </a:xfrm>
                      </wpg:grpSpPr>
                      <wps:wsp>
                        <wps:cNvPr id="2" name="Freeform 3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631E4" w:rsidRDefault="00B631E4" w:rsidP="00B631E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35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631E4" w:rsidRDefault="00B631E4" w:rsidP="00B631E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3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631E4" w:rsidRDefault="00B631E4" w:rsidP="00B631E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37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631E4" w:rsidRDefault="00B631E4" w:rsidP="00B631E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3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631E4" w:rsidRDefault="00B631E4" w:rsidP="00B631E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39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631E4" w:rsidRDefault="00B631E4" w:rsidP="00B631E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4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631E4" w:rsidRDefault="00B631E4" w:rsidP="00B631E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41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631E4" w:rsidRDefault="00B631E4" w:rsidP="00B631E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4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631E4" w:rsidRDefault="00B631E4" w:rsidP="00B631E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43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631E4" w:rsidRDefault="00B631E4" w:rsidP="00B631E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4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631E4" w:rsidRDefault="00B631E4" w:rsidP="00B631E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45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631E4" w:rsidRDefault="00B631E4" w:rsidP="00B631E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4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631E4" w:rsidRDefault="00B631E4" w:rsidP="00B631E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47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631E4" w:rsidRDefault="00B631E4" w:rsidP="00B631E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4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631E4" w:rsidRDefault="00B631E4" w:rsidP="00B631E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49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631E4" w:rsidRDefault="00B631E4" w:rsidP="00B631E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5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631E4" w:rsidRDefault="00B631E4" w:rsidP="00B631E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51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631E4" w:rsidRDefault="00B631E4" w:rsidP="00B631E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5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631E4" w:rsidRDefault="00B631E4" w:rsidP="00B631E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53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631E4" w:rsidRDefault="00B631E4" w:rsidP="00B631E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54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631E4" w:rsidRDefault="00B631E4" w:rsidP="00B631E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55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631E4" w:rsidRDefault="00B631E4" w:rsidP="00B631E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56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631E4" w:rsidRDefault="00B631E4" w:rsidP="00B631E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57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631E4" w:rsidRDefault="00B631E4" w:rsidP="00B631E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58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631E4" w:rsidRDefault="00B631E4" w:rsidP="00B631E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59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631E4" w:rsidRDefault="00B631E4" w:rsidP="00B631E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60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631E4" w:rsidRDefault="00B631E4" w:rsidP="00B631E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61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631E4" w:rsidRDefault="00B631E4" w:rsidP="00B631E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62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631E4" w:rsidRDefault="00B631E4" w:rsidP="00B631E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63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631E4" w:rsidRDefault="00B631E4" w:rsidP="00B631E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0854" o:spid="_x0000_s1057" style="position:absolute;margin-left:219.6pt;margin-top:717.85pt;width:42.8pt;height:57.85pt;z-index:25165926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">
                <v:shape id="Freeform 34" o:spid="_x0000_s105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oghL4A&#10;AADaAAAADwAAAGRycy9kb3ducmV2LnhtbESPzQrCMBCE74LvEFbwpqkVVKpRRFQ8COLffWnWtths&#10;ShO1vr0RBI/DzHzDzBaNKcWTaldYVjDoRyCIU6sLzhRczpveBITzyBpLy6TgTQ4W83Zrhom2Lz7S&#10;8+QzESDsElSQe18lUro0J4Oubyvi4N1sbdAHWWdS1/gKcFPKOIpG0mDBYSHHilY5pffTwyiww+1u&#10;f83i43DNY8/Lw+R2bfZKdTvNcgrCU+P/4V97pxXE8L0SboCc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IKIIS+AAAA2g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B631E4" w:rsidRDefault="00B631E4" w:rsidP="00B631E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5" o:spid="_x0000_s1059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bOyMUA&#10;AADaAAAADwAAAGRycy9kb3ducmV2LnhtbESPQWsCMRSE74L/IbxCL1KzbUHbrVGKsK16ELSFXh+b&#10;183WzcuSpLr6640geBxm5htmMutsI/bkQ+1YweMwA0FcOl1zpeD7q3h4AREissbGMSk4UoDZtN+b&#10;YK7dgTe038ZKJAiHHBWYGNtcylAashiGriVO3q/zFmOSvpLa4yHBbSOfsmwkLdacFgy2NDdU7rb/&#10;VsFfsTY/8/Hpww9eN3QaFKvPZjlS6v6ue38DEamLt/C1vdAKnuFyJd0AOT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5s7IxQAAANo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B631E4" w:rsidRDefault="00B631E4" w:rsidP="00B631E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6" o:spid="_x0000_s106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2SxsEA&#10;AADaAAAADwAAAGRycy9kb3ducmV2LnhtbESP3YrCMBCF7wXfIYywN6Kp7iJSG0VEZfFG/HmAoZk2&#10;xWZSmmi7b28WFvbycH4+TrbpbS1e1PrKsYLZNAFBnDtdcangfjtMliB8QNZYOyYFP+Rhsx4OMky1&#10;6/hCr2soRRxhn6ICE0KTSulzQxb91DXE0StcazFE2ZZSt9jFcVvLeZIspMWKI8FgQztD+eP6tBFy&#10;/sTzqehuh2OPHe5Phsfbi1Ifo367AhGoD//hv/a3VvAFv1fiDZDr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lNksbBAAAA2g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B631E4" w:rsidRDefault="00B631E4" w:rsidP="00B631E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7" o:spid="_x0000_s1061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+nqMQA&#10;AADaAAAADwAAAGRycy9kb3ducmV2LnhtbESPX0sDMRDE3wW/Q1ihbzZnaaucTYv0D0jBh1ZBfFsu&#10;27vDyyYk29757RtB8HGYmd8wi9XgOnWhmFrPBh7GBSjiytuWawMf77v7J1BJkC12nsnADyVYLW9v&#10;Flha3/OBLkepVYZwKtFAIxJKrVPVkMM09oE4eycfHUqWsdY2Yp/hrtOTophrhy3nhQYDrRuqvo9n&#10;Z+Ct34b943x2Cl9xOtFpY+VzLcaM7oaXZ1BCg/yH/9qv1sAMfq/kG6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Vvp6jEAAAA2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B631E4" w:rsidRDefault="00B631E4" w:rsidP="00B631E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8" o:spid="_x0000_s106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OpKsAA&#10;AADaAAAADwAAAGRycy9kb3ducmV2LnhtbESP3YrCMBCF7xd8hzCCN8uaroJINUoRK4s3Yt0HGJqx&#10;KTaT0mRtffuNIHh5OD8fZ70dbCPu1PnasYLvaQKCuHS65krB7yX/WoLwAVlj45gUPMjDdjP6WGOq&#10;Xc9nuhehEnGEfYoKTAhtKqUvDVn0U9cSR+/qOoshyq6SusM+jttGzpJkIS3WHAkGW9oZKm/Fn42Q&#10;0xxPx2t/yQ8D9rg/Gv7MzkpNxkO2AhFoCO/wq/2jFSzgeSXeALn5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tOpKsAAAADaAAAADwAAAAAAAAAAAAAAAACYAgAAZHJzL2Rvd25y&#10;ZXYueG1sUEsFBgAAAAAEAAQA9QAAAIU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B631E4" w:rsidRDefault="00B631E4" w:rsidP="00B631E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9" o:spid="_x0000_s1063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GcRMQA&#10;AADaAAAADwAAAGRycy9kb3ducmV2LnhtbESPQUsDMRSE7wX/Q3iCtzZrsa2sTYtUhVLwYBXE22Pz&#10;uru4eQnJs7v9901B6HGYmW+Y5XpwnTpSTK1nA/eTAhRx5W3LtYGvz7fxI6gkyBY7z2TgRAnWq5vR&#10;Ekvre/6g415qlSGcSjTQiIRS61Q15DBNfCDO3sFHh5JlrLWN2Ge46/S0KObaYct5ocFAm4aq3/2f&#10;M/Dev4bdYj47hJ/4MNXpxcr3Roy5ux2en0AJDXIN/7e31sACLlfyDdCrM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rxnETEAAAA2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B631E4" w:rsidRDefault="00B631E4" w:rsidP="00B631E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0" o:spid="_x0000_s106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+g5MEA&#10;AADaAAAADwAAAGRycy9kb3ducmV2LnhtbERPXWvCMBR9F/Yfwh3sRTTdhkOqaZmDsIGC6ARfL821&#10;LTY3Jcls9+/Nw2CPh/O9LkfbiRv50DpW8DzPQBBXzrRcKzh969kSRIjIBjvHpOCXApTFw2SNuXED&#10;H+h2jLVIIRxyVNDE2OdShqohi2HueuLEXZy3GBP0tTQehxRuO/mSZW/SYsupocGePhqqrscfq2Cz&#10;H+pXP602o9tePs8LrY3eaaWeHsf3FYhIY/wX/7m/jIK0NV1JN0AW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HPoOT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B631E4" w:rsidRDefault="00B631E4" w:rsidP="00B631E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1" o:spid="_x0000_s1065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zmXcEA&#10;AADaAAAADwAAAGRycy9kb3ducmV2LnhtbESPUWvCMBSF3wX/Q7iCb5oqbrjOKKIUZOxl1R9wae6a&#10;zuamJLHWf28Ggz0ezjnf4Wx2g21FTz40jhUs5hkI4srphmsFl3MxW4MIEVlj65gUPCjAbjsebTDX&#10;7s5f1JexFgnCIUcFJsYulzJUhiyGueuIk/ftvMWYpK+l9nhPcNvKZZa9SosNpwWDHR0MVdfyZhUU&#10;H8vP/nrTvnD7YWXpxfysj0ap6WTYv4OINMT/8F/7pBW8we+VdAPk9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oc5l3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B631E4" w:rsidRDefault="00B631E4" w:rsidP="00B631E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2" o:spid="_x0000_s106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FCgsUA&#10;AADbAAAADwAAAGRycy9kb3ducmV2LnhtbESPQUsDMRCF74L/IYzgRdqsilK2TYsVgkKF0lroddhM&#10;d5duJksSu+u/7xwEbzO8N+99s1iNvlMXiqkNbOBxWoAiroJruTZw+LaTGaiUkR12gcnALyVYLW9v&#10;Fli6MPCOLvtcKwnhVKKBJue+1DpVDXlM09ATi3YK0WOWNdbaRRwk3Hf6qShetceWpaHBnt4bqs77&#10;H29gvR3q5/hQrcewOX0cX6x19ssac383vs1BZRrzv/nv+tMJvtDLLzKAXl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kUKCxQAAANs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B631E4" w:rsidRDefault="00B631E4" w:rsidP="00B631E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3" o:spid="_x0000_s1067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h7mMAA&#10;AADbAAAADwAAAGRycy9kb3ducmV2LnhtbERPS2rDMBDdF3oHMYHuGtmmLcGJEkyLoZRumuQAgzWx&#10;nFgjI8mOc/uoUOhuHu87m91sezGRD51jBfkyA0HcON1xq+B4qJ9XIEJE1tg7JgU3CrDbPj5ssNTu&#10;yj807WMrUgiHEhWYGIdSytAYshiWbiBO3Ml5izFB30rt8ZrCbS+LLHuTFjtODQYHejfUXPajVVB/&#10;Fd/TZdS+dtX8YunVnFcfRqmnxVytQUSa47/4z/2p0/wcfn9JB8jt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yh7mMAAAADbAAAADwAAAAAAAAAAAAAAAACYAgAAZHJzL2Rvd25y&#10;ZXYueG1sUEsFBgAAAAAEAAQA9QAAAIU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B631E4" w:rsidRDefault="00B631E4" w:rsidP="00B631E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4" o:spid="_x0000_s106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uAlrsA&#10;AADbAAAADwAAAGRycy9kb3ducmV2LnhtbERPSwrCMBDdC94hjOBOU79INYoIii6tHmBoxrbYTGoT&#10;bb29EQR383jfWW1aU4oX1a6wrGA0jEAQp1YXnCm4XvaDBQjnkTWWlknBmxxs1t3OCmNtGz7TK/GZ&#10;CCHsYlSQe1/FUro0J4NuaCviwN1sbdAHWGdS19iEcFPKcRTNpcGCQ0OOFe1ySu/J0yiYvpvDI5nd&#10;o702NDpNqhP7dKZUv9dulyA8tf4v/rmPOswfw/eXcIBcfwA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HZrgJa7AAAA2wAAAA8AAAAAAAAAAAAAAAAAmAIAAGRycy9kb3ducmV2Lnht&#10;bFBLBQYAAAAABAAEAPUAAACA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B631E4" w:rsidRDefault="00B631E4" w:rsidP="00B631E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5" o:spid="_x0000_s1069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+pNlMEA&#10;AADbAAAADwAAAGRycy9kb3ducmV2LnhtbERPyWrDMBC9F/IPYgq9NXJdCIkb2ZiYlNJT4iznwRov&#10;1BoZS0mcv68Chd7m8dZZZ5PpxZVG11lW8DaPQBBXVnfcKDgetq9LEM4ja+wtk4I7OcjS2dMaE21v&#10;vKdr6RsRQtglqKD1fkikdFVLBt3cDsSBq+1o0Ac4NlKPeAvhppdxFC2kwY5DQ4sDbVqqfsqLUXBZ&#10;nOMj1996Vxb3z1WxzZ08NUq9PE/5BwhPk/8X/7m/dJj/Do9fwgEy/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vqTZTBAAAA2w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B631E4" w:rsidRDefault="00B631E4" w:rsidP="00B631E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6" o:spid="_x0000_s107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c1MMMA&#10;AADbAAAADwAAAGRycy9kb3ducmV2LnhtbERPS2vCQBC+C/6HZYTedGOVoNFVWkFoPVR8HbyN2TGJ&#10;zc7G7FbTf98VCt7m43vOdN6YUtyodoVlBf1eBII4tbrgTMF+t+yOQDiPrLG0TAp+ycF81m5NMdH2&#10;zhu6bX0mQgi7BBXk3leJlC7NyaDr2Yo4cGdbG/QB1pnUNd5DuCnlaxTF0mDBoSHHihY5pd/bH6Pg&#10;sB7F4/X75/Cy+jrhwOjrURexUi+d5m0CwlPjn+J/94cO84fw+CUcIG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Vc1MMMAAADb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B631E4" w:rsidRDefault="00B631E4" w:rsidP="00B631E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7" o:spid="_x0000_s1071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d6E8IA&#10;AADbAAAADwAAAGRycy9kb3ducmV2LnhtbERPTWvCQBC9C/6HZQRvujFWCdFVtKVaerJpodchOybB&#10;7GzIbmPsr3cLQm/zeJ+z3vamFh21rrKsYDaNQBDnVldcKPj6fJ0kIJxH1lhbJgU3crDdDAdrTLW9&#10;8gd1mS9ECGGXooLS+yaV0uUlGXRT2xAH7mxbgz7AtpC6xWsIN7WMo2gpDVYcGkps6Lmk/JL9GAW/&#10;y288uWO8f5lrT7en5GDfTwelxqN+twLhqff/4of7TYf5C/j7JRwgN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p3oTwgAAANsAAAAPAAAAAAAAAAAAAAAAAJgCAABkcnMvZG93&#10;bnJldi54bWxQSwUGAAAAAAQABAD1AAAAhw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B631E4" w:rsidRDefault="00B631E4" w:rsidP="00B631E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8" o:spid="_x0000_s107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5iF8EA&#10;AADbAAAADwAAAGRycy9kb3ducmV2LnhtbERPzWrCQBC+F3yHZQre6qYhSk1dRYqCNzX1AYbsdBPM&#10;zibZrYl9+q5Q6G0+vt9ZbUbbiBv1vnas4HWWgCAuna7ZKLh87l/eQPiArLFxTAru5GGznjytMNdu&#10;4DPdimBEDGGfo4IqhDaX0pcVWfQz1xJH7sv1FkOEvZG6xyGG20amSbKQFmuODRW29FFReS2+rYLO&#10;pXM9Fjs8XnfLU21M1v2cM6Wmz+P2HUSgMfyL/9wHHecv4PFLPEC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uYhfBAAAA2w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B631E4" w:rsidRDefault="00B631E4" w:rsidP="00B631E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9" o:spid="_x0000_s1073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VPdsIA&#10;AADbAAAADwAAAGRycy9kb3ducmV2LnhtbERPPW/CMBDdkfofrKvEBk6LIGmKE9FKlViBDh2v9pGk&#10;jc8hdiHl12MkJLZ7ep+3LAfbiiP1vnGs4GmagCDWzjRcKfjcfUwyED4gG2wdk4J/8lAWD6Ml5sad&#10;eEPHbahEDGGfo4I6hC6X0uuaLPqp64gjt3e9xRBhX0nT4ymG21Y+J8lCWmw4NtTY0XtN+nf7ZxWs&#10;m2+aL/T+xWZvevN1PoRZ+mOUGj8Oq1cQgYZwF9/caxPnp3D9JR4giw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1U92wgAAANs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B631E4" w:rsidRDefault="00B631E4" w:rsidP="00B631E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0" o:spid="_x0000_s107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YqusIA&#10;AADbAAAADwAAAGRycy9kb3ducmV2LnhtbERPTWvCQBC9F/oflhF6qxs9FJu6Si0UKlrBKPU6ZMds&#10;aHY2ZNcY/71zKPQ2877mzXw5+Eb11MU6sIHJOANFXAZbc2XgePh8noGKCdliE5gM3CjCcvH4MMfc&#10;hivvqS9SpSSEY44GXEptrnUsHXmM49ASC3cOnccka1dp2+FVwn2jp1n2oj3WLBcctvThqPwtLt5A&#10;j7tbdnKr79d1vS2nu9XPxgpunkbD+xuoREP6F/+5v6zUl7LyiwygF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9iq6wgAAANs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B631E4" w:rsidRDefault="00B631E4" w:rsidP="00B631E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1" o:spid="_x0000_s1075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dTT8AA&#10;AADbAAAADwAAAGRycy9kb3ducmV2LnhtbERPPU/DMBDdkfgP1iGxUYcMqIS6FUIqYoSUoeM1vsYp&#10;8V1kmybw6+tKlbrd0/u8xWryvTpSiJ2wgcdZAYq4Edtxa+B7s36Yg4oJ2WIvTAb+KMJqeXuzwMrK&#10;yF90rFOrcgjHCg24lIZK69g48hhnMhBnbi/BY8owtNoGHHO473VZFE/aY8e5weFAb46an/rXGxjf&#10;m92h3G+t+w+DrOtPOZS9GHN/N72+gEo0pav44v6wef4znH/JB+jl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hdTT8AAAADbAAAADwAAAAAAAAAAAAAAAACYAgAAZHJzL2Rvd25y&#10;ZXYueG1sUEsFBgAAAAAEAAQA9QAAAIU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B631E4" w:rsidRDefault="00B631E4" w:rsidP="00B631E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2" o:spid="_x0000_s107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A7lsEA&#10;AADbAAAADwAAAGRycy9kb3ducmV2LnhtbERPy2rCQBTdF/oPwy24q5NmYSV1FJ8gopRY3V8z1yR2&#10;5k7IjJr+vbMQujyc92jSWSNu1PrasYKPfgKCuHC65lLB4Wf1PgThA7JG45gU/JGHyfj1ZYSZdnfO&#10;6bYPpYgh7DNUUIXQZFL6oiKLvu8a4sidXWsxRNiWUrd4j+HWyDRJBtJizbGhwobmFRW/+6tVsPpe&#10;mEu6y6dHGebLz5MZbmaLrVK9t276BSJQF/7FT/daK0jj+vgl/gA5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0QO5bBAAAA2wAAAA8AAAAAAAAAAAAAAAAAmAIAAGRycy9kb3du&#10;cmV2LnhtbFBLBQYAAAAABAAEAPUAAACG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B631E4" w:rsidRDefault="00B631E4" w:rsidP="00B631E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3" o:spid="_x0000_s1077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Mjr8UA&#10;AADbAAAADwAAAGRycy9kb3ducmV2LnhtbESPQWvCQBSE7wX/w/IEL0U3plQkuooUSlKw0Krg9Zl9&#10;JsHs25Bdk/Tfd4VCj8PMfMOst4OpRUetqywrmM8iEMS51RUXCk7H9+kShPPIGmvLpOCHHGw3o6c1&#10;Jtr2/E3dwRciQNglqKD0vkmkdHlJBt3MNsTBu9rWoA+yLaRusQ9wU8s4ihbSYMVhocSG3krKb4e7&#10;UdB97S9F1rnm47Z8dq8vlzT91GelJuNhtwLhafD/4b92phXEc3h8CT9Ab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cyOvxQAAANs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B631E4" w:rsidRDefault="00B631E4" w:rsidP="00B631E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54" o:spid="_x0000_s1078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>
                  <v:textbox>
                    <w:txbxContent>
                      <w:p w:rsidR="00B631E4" w:rsidRDefault="00B631E4" w:rsidP="00B631E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55" o:spid="_x0000_s1079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4PvsYA&#10;AADbAAAADwAAAGRycy9kb3ducmV2LnhtbESPT2vCQBTE7wW/w/IKvdVNUyoSXaX+KRTUg9pDj8/s&#10;a7Ik+zZktxr99K4geBxm5jfMeNrZWhyp9caxgrd+AoI4d9pwoeBn//U6BOEDssbaMSk4k4fppPc0&#10;xky7E2/puAuFiBD2GSooQ2gyKX1ekkXfdw1x9P5cazFE2RZSt3iKcFvLNEkG0qLhuFBiQ/OS8mr3&#10;bxX8rgZmuDWUHtaX2VKvP6rZZlEp9fLcfY5ABOrCI3xvf2sF6TvcvsQfIC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G4PvsYAAADb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B631E4" w:rsidRDefault="00B631E4" w:rsidP="00B631E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6" o:spid="_x0000_s1080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br7sQA&#10;AADbAAAADwAAAGRycy9kb3ducmV2LnhtbESPQWsCMRSE74L/IbxCbzVbKUW2ZhdRSnvxoLX0+ti8&#10;btbdvGyTqKu/vhEEj8PMfMPMy8F24kg+NI4VPE8yEMSV0w3XCnZf708zECEia+wck4IzBSiL8WiO&#10;uXYn3tBxG2uRIBxyVGBi7HMpQ2XIYpi4njh5v85bjEn6WmqPpwS3nZxm2au02HBaMNjT0lDVbg9W&#10;gV/8rNoLH77b7LI+h4/98DdDo9Tjw7B4AxFpiPfwrf2pFUxf4Pol/QBZ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0W6+7EAAAA2w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B631E4" w:rsidRDefault="00B631E4" w:rsidP="00B631E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7" o:spid="_x0000_s1081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QEncQA&#10;AADbAAAADwAAAGRycy9kb3ducmV2LnhtbESP3WrCQBSE74W+w3IEb6RuGrC2qauUQkFQCv48wGn2&#10;NAnung3ZU40+vVsoeDnMzDfMfNl7p07UxSawgadJBoq4DLbhysBh//n4AioKskUXmAxcKMJy8TCY&#10;Y2HDmbd02kmlEoRjgQZqkbbQOpY1eYyT0BIn7yd0HiXJrtK2w3OCe6fzLHvWHhtOCzW29FFTedz9&#10;egMu/3av61ncyOWgN9nVy3b8ZY0ZDfv3N1BCvdzD/+2VNZBP4e9L+gF6c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WUBJ3EAAAA2w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B631E4" w:rsidRDefault="00B631E4" w:rsidP="00B631E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8" o:spid="_x0000_s1082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vIkMMA&#10;AADbAAAADwAAAGRycy9kb3ducmV2LnhtbESPQWsCMRSE74X+h/AK3mq2e5CyGkUrwl566Kp4fW6e&#10;m8XkZdmkuvbXN4LgcZiZb5jZYnBWXKgPrWcFH+MMBHHtdcuNgt128/4JIkRkjdYzKbhRgMX89WWG&#10;hfZX/qFLFRuRIBwKVGBi7AopQ23IYRj7jjh5J987jEn2jdQ9XhPcWZln2UQ6bDktGOzoy1B9rn6d&#10;gnXV2XxXmlU47L+PR1v+beiwVmr0NiynICIN8Rl+tEutIJ/A/Uv6AXL+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gvIkMMAAADbAAAADwAAAAAAAAAAAAAAAACYAgAAZHJzL2Rv&#10;d25yZXYueG1sUEsFBgAAAAAEAAQA9QAAAIg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B631E4" w:rsidRDefault="00B631E4" w:rsidP="00B631E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9" o:spid="_x0000_s1083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/OccEA&#10;AADbAAAADwAAAGRycy9kb3ducmV2LnhtbESPQYvCMBSE78L+h/AWvGmyHnSpRpFlBcGTrj14eyTP&#10;ttq8lCZr6783guBxmJlvmMWqd7W4URsqzxq+xgoEsfG24kLD8W8z+gYRIrLF2jNpuFOA1fJjsMDM&#10;+o73dDvEQiQIhww1lDE2mZTBlOQwjH1DnLyzbx3GJNtC2ha7BHe1nCg1lQ4rTgslNvRTkrke/p2G&#10;y0buvFFo8mPebe3s9DulWmk9/OzXcxCR+vgOv9pbq2Eyg+eX9APk8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kPznHBAAAA2w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B631E4" w:rsidRDefault="00B631E4" w:rsidP="00B631E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0" o:spid="_x0000_s1084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6iPe8IA&#10;AADbAAAADwAAAGRycy9kb3ducmV2LnhtbERPz2vCMBS+C/sfwhvsZlM7GNI1ig4GY8ODVsaOb82z&#10;LW1eSpLW7r83h4HHj+93sZ1NLyZyvrWsYJWkIIgrq1uuFZzL9+UahA/IGnvLpOCPPGw3D4sCc22v&#10;fKTpFGoRQ9jnqKAJYcil9FVDBn1iB+LIXawzGCJ0tdQOrzHc9DJL0xdpsOXY0OBAbw1V3Wk0Cn7G&#10;L74cnj93bh++7Vz6Lvtdd0o9Pc67VxCB5nAX/7s/tIIsjo1f4g+Qm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qI97wgAAANsAAAAPAAAAAAAAAAAAAAAAAJgCAABkcnMvZG93&#10;bnJldi54bWxQSwUGAAAAAAQABAD1AAAAhw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B631E4" w:rsidRDefault="00B631E4" w:rsidP="00B631E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61" o:spid="_x0000_s1085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>
                  <v:textbox>
                    <w:txbxContent>
                      <w:p w:rsidR="00B631E4" w:rsidRDefault="00B631E4" w:rsidP="00B631E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62" o:spid="_x0000_s1086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u7uu8AA&#10;AADbAAAADwAAAGRycy9kb3ducmV2LnhtbERPz2vCMBS+C/sfwhvspqkTxqhGKcLY2Kk6xeuzeTbF&#10;5qUkWez+++UgePz4fq82o+1FIh86xwrmswIEceN0x62Cw8/H9B1EiMgae8ek4I8CbNZPkxWW2t14&#10;R2kfW5FDOJSowMQ4lFKGxpDFMHMDceYuzluMGfpWao+3HG57+VoUb9Jix7nB4EBbQ811/2sVpPO2&#10;rhbplMzu21etd/Xn8Vwr9fI8VksQkcb4EN/dX1rBIq/PX/IPkO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u7uu8AAAADbAAAADwAAAAAAAAAAAAAAAACYAgAAZHJzL2Rvd25y&#10;ZXYueG1sUEsFBgAAAAAEAAQA9QAAAIU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B631E4" w:rsidRDefault="00B631E4" w:rsidP="00B631E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3" o:spid="_x0000_s1087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zD9r8QA&#10;AADbAAAADwAAAGRycy9kb3ducmV2LnhtbESPQWvCQBSE74X+h+UVvOkmCmKjqxSxpXqpjYI9PrKv&#10;2dDs25Ddxuiv7wpCj8PMfMMsVr2tRUetrxwrSEcJCOLC6YpLBcfD63AGwgdkjbVjUnAhD6vl48MC&#10;M+3O/EldHkoRIewzVGBCaDIpfWHIoh+5hjh63661GKJsS6lbPEe4reU4SabSYsVxwWBDa0PFT/5r&#10;Ffh0vTnt7PW5+3oz/JFvzXRfGqUGT/3LHESgPvyH7+13rWCSwu1L/AFy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8w/a/EAAAA2wAAAA8AAAAAAAAAAAAAAAAAmAIAAGRycy9k&#10;b3ducmV2LnhtbFBLBQYAAAAABAAEAPUAAACJ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B631E4" w:rsidRDefault="00B631E4" w:rsidP="00B631E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:rsidR="00B631E4" w:rsidRDefault="00B631E4" w:rsidP="00B631E4">
      <w:pPr>
        <w:spacing w:after="0" w:line="240" w:lineRule="auto"/>
        <w:jc w:val="center"/>
        <w:rPr>
          <w:rFonts w:ascii="Times New Roman" w:hAnsi="Times New Roman"/>
          <w:b/>
        </w:rPr>
      </w:pPr>
      <w:r w:rsidRPr="001869AA">
        <w:rPr>
          <w:rFonts w:ascii="Times New Roman" w:hAnsi="Times New Roman"/>
          <w:b/>
        </w:rPr>
        <w:t>РІШЕННЯ</w:t>
      </w:r>
    </w:p>
    <w:p w:rsidR="00B631E4" w:rsidRPr="001869AA" w:rsidRDefault="00B631E4" w:rsidP="00B631E4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B631E4" w:rsidRDefault="00B631E4" w:rsidP="00B631E4">
      <w:pPr>
        <w:spacing w:after="0" w:line="240" w:lineRule="auto"/>
        <w:jc w:val="center"/>
        <w:rPr>
          <w:rFonts w:ascii="Times New Roman" w:hAnsi="Times New Roman"/>
        </w:rPr>
      </w:pPr>
      <w:proofErr w:type="gramStart"/>
      <w:r>
        <w:rPr>
          <w:rFonts w:ascii="Times New Roman" w:hAnsi="Times New Roman"/>
          <w:lang w:val="en-US"/>
        </w:rPr>
        <w:t>III</w:t>
      </w:r>
      <w:r w:rsidRPr="001869AA">
        <w:rPr>
          <w:rFonts w:ascii="Times New Roman" w:hAnsi="Times New Roman"/>
          <w:color w:val="FF0000"/>
        </w:rPr>
        <w:t xml:space="preserve">  </w:t>
      </w:r>
      <w:r w:rsidRPr="001869AA">
        <w:rPr>
          <w:rFonts w:ascii="Times New Roman" w:hAnsi="Times New Roman"/>
        </w:rPr>
        <w:t>сесії</w:t>
      </w:r>
      <w:proofErr w:type="gramEnd"/>
      <w:r w:rsidRPr="001869AA">
        <w:rPr>
          <w:rFonts w:ascii="Times New Roman" w:hAnsi="Times New Roman"/>
        </w:rPr>
        <w:t xml:space="preserve"> сільської ради  </w:t>
      </w:r>
      <w:r>
        <w:rPr>
          <w:rFonts w:ascii="Times New Roman" w:hAnsi="Times New Roman"/>
          <w:lang w:val="en-US"/>
        </w:rPr>
        <w:t>VIII</w:t>
      </w:r>
      <w:r w:rsidRPr="001869AA">
        <w:rPr>
          <w:rFonts w:ascii="Times New Roman" w:hAnsi="Times New Roman"/>
        </w:rPr>
        <w:t xml:space="preserve"> скликання</w:t>
      </w:r>
    </w:p>
    <w:p w:rsidR="00B631E4" w:rsidRPr="001869AA" w:rsidRDefault="00B631E4" w:rsidP="00B631E4">
      <w:pPr>
        <w:spacing w:after="0" w:line="240" w:lineRule="auto"/>
        <w:jc w:val="center"/>
        <w:rPr>
          <w:rFonts w:ascii="Times New Roman" w:hAnsi="Times New Roman"/>
        </w:rPr>
      </w:pPr>
    </w:p>
    <w:p w:rsidR="00B631E4" w:rsidRPr="00312454" w:rsidRDefault="00B631E4" w:rsidP="00B631E4">
      <w:pPr>
        <w:spacing w:after="0" w:line="240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_____.11</w:t>
      </w:r>
      <w:r w:rsidRPr="00312454">
        <w:rPr>
          <w:rFonts w:ascii="Times New Roman" w:hAnsi="Times New Roman"/>
          <w:sz w:val="24"/>
        </w:rPr>
        <w:t>.2020р.                         Крупець                                        №_____</w:t>
      </w:r>
    </w:p>
    <w:p w:rsidR="00B631E4" w:rsidRDefault="00B631E4" w:rsidP="00B631E4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color w:val="FF0000"/>
          <w:sz w:val="24"/>
          <w:szCs w:val="24"/>
          <w:lang w:eastAsia="uk-UA"/>
        </w:rPr>
      </w:pPr>
    </w:p>
    <w:p w:rsidR="00B631E4" w:rsidRDefault="00B631E4" w:rsidP="00B631E4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/>
          <w:color w:val="FF0000"/>
          <w:sz w:val="24"/>
          <w:szCs w:val="24"/>
          <w:lang w:eastAsia="uk-UA"/>
        </w:rPr>
      </w:pPr>
    </w:p>
    <w:p w:rsidR="00B631E4" w:rsidRPr="00E12288" w:rsidRDefault="00B631E4" w:rsidP="00B631E4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  <w:r w:rsidRPr="00E12288"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>Про затвердження технічної документації</w:t>
      </w:r>
    </w:p>
    <w:p w:rsidR="00B631E4" w:rsidRPr="00E12288" w:rsidRDefault="00B631E4" w:rsidP="00B631E4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  <w:r w:rsidRPr="00E12288"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 xml:space="preserve">із землеустрою щодо встановлення </w:t>
      </w:r>
    </w:p>
    <w:p w:rsidR="00B631E4" w:rsidRPr="00E12288" w:rsidRDefault="00B631E4" w:rsidP="00B631E4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  <w:r w:rsidRPr="00E12288"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>(відновлення)  меж земельної ділянки</w:t>
      </w:r>
    </w:p>
    <w:p w:rsidR="00B631E4" w:rsidRPr="00E12288" w:rsidRDefault="00B631E4" w:rsidP="00B631E4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  <w:r w:rsidRPr="00E12288"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 xml:space="preserve">в натурі (на місцевості) </w:t>
      </w:r>
      <w:proofErr w:type="spellStart"/>
      <w:r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>Михалюка</w:t>
      </w:r>
      <w:proofErr w:type="spellEnd"/>
      <w:r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 xml:space="preserve"> Є.В.</w:t>
      </w:r>
    </w:p>
    <w:p w:rsidR="00B631E4" w:rsidRPr="00E12288" w:rsidRDefault="00B631E4" w:rsidP="00B631E4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</w:p>
    <w:p w:rsidR="00B631E4" w:rsidRPr="00E12288" w:rsidRDefault="00B631E4" w:rsidP="00B631E4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</w:p>
    <w:p w:rsidR="00B631E4" w:rsidRPr="00E12288" w:rsidRDefault="00B631E4" w:rsidP="00B631E4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  <w:r w:rsidRPr="00E12288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         Відповідно до пункту 34 частини 1 статті 26,  статті 42 Закону України «Про місцеве самоврядування в Україні», статей 12, 118, 121 Земельного кодексу України,  Закону України «Про  землеустрій», Закону  України  «Про державну реєстрацію речових  прав  на нерухоме майно та їх обтяжень»,</w:t>
      </w:r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розглянувши заяву  </w:t>
      </w:r>
      <w:r w:rsidRPr="00E12288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Михалюка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Є.В., </w:t>
      </w:r>
      <w:r w:rsidRPr="00E12288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сільська  рада </w:t>
      </w:r>
    </w:p>
    <w:p w:rsidR="00B631E4" w:rsidRPr="00E12288" w:rsidRDefault="00B631E4" w:rsidP="00B631E4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  <w:r w:rsidRPr="00E12288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ВИРІШИЛА:</w:t>
      </w:r>
    </w:p>
    <w:p w:rsidR="00B631E4" w:rsidRPr="00E12288" w:rsidRDefault="00B631E4" w:rsidP="00B631E4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</w:p>
    <w:p w:rsidR="00B631E4" w:rsidRPr="00E12288" w:rsidRDefault="00B631E4" w:rsidP="00B631E4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/>
          <w:color w:val="FF0000"/>
          <w:sz w:val="24"/>
          <w:szCs w:val="24"/>
          <w:lang w:eastAsia="uk-UA"/>
        </w:rPr>
      </w:pPr>
      <w:r w:rsidRPr="00E12288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     1. Затвердити</w:t>
      </w:r>
      <w:r w:rsidRPr="006F5706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Михалюку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Євгену Васильовичу, </w:t>
      </w:r>
      <w:r>
        <w:rPr>
          <w:rFonts w:ascii="Times New Roman" w:hAnsi="Times New Roman"/>
          <w:sz w:val="24"/>
        </w:rPr>
        <w:t xml:space="preserve"> який </w:t>
      </w:r>
      <w:r w:rsidRPr="00E12288">
        <w:rPr>
          <w:rFonts w:ascii="Times New Roman" w:hAnsi="Times New Roman"/>
          <w:sz w:val="24"/>
        </w:rPr>
        <w:t xml:space="preserve"> зареєстрован</w:t>
      </w:r>
      <w:r>
        <w:rPr>
          <w:rFonts w:ascii="Times New Roman" w:hAnsi="Times New Roman"/>
          <w:sz w:val="24"/>
        </w:rPr>
        <w:t>ий</w:t>
      </w:r>
      <w:r w:rsidRPr="00E12288">
        <w:rPr>
          <w:rFonts w:ascii="Times New Roman" w:hAnsi="Times New Roman"/>
          <w:sz w:val="24"/>
        </w:rPr>
        <w:t xml:space="preserve"> за адрес</w:t>
      </w:r>
      <w:r>
        <w:rPr>
          <w:rFonts w:ascii="Times New Roman" w:hAnsi="Times New Roman"/>
          <w:sz w:val="24"/>
        </w:rPr>
        <w:t xml:space="preserve">ою: </w:t>
      </w:r>
      <w:r w:rsidR="00E62809">
        <w:rPr>
          <w:rFonts w:ascii="Times New Roman" w:hAnsi="Times New Roman"/>
          <w:sz w:val="24"/>
          <w:lang w:val="en-US"/>
        </w:rPr>
        <w:t>____________</w:t>
      </w:r>
      <w:r>
        <w:rPr>
          <w:rFonts w:ascii="Times New Roman" w:hAnsi="Times New Roman"/>
          <w:sz w:val="24"/>
        </w:rPr>
        <w:t xml:space="preserve">, </w:t>
      </w:r>
      <w:r w:rsidRPr="00E12288">
        <w:rPr>
          <w:rFonts w:ascii="Times New Roman" w:hAnsi="Times New Roman"/>
          <w:sz w:val="24"/>
        </w:rPr>
        <w:t xml:space="preserve"> </w:t>
      </w:r>
      <w:r w:rsidRPr="00E12288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ідентифікаційний номер </w:t>
      </w:r>
      <w:r w:rsidR="00E62809">
        <w:rPr>
          <w:rFonts w:ascii="Times New Roman" w:eastAsia="Arial Unicode MS" w:hAnsi="Times New Roman"/>
          <w:color w:val="000000"/>
          <w:sz w:val="24"/>
          <w:szCs w:val="24"/>
          <w:lang w:val="en-US" w:eastAsia="uk-UA"/>
        </w:rPr>
        <w:t>_______</w:t>
      </w:r>
      <w:bookmarkStart w:id="0" w:name="_GoBack"/>
      <w:bookmarkEnd w:id="0"/>
      <w:r w:rsidRPr="00E12288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, технічну документацію із землеустрою щодо встановлення (відновлення) меж земельної ділянки в натурі (на місцевості), та передати її у прив</w:t>
      </w:r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атну власність, площею 0,1235</w:t>
      </w:r>
      <w:r w:rsidRPr="00E12288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га,</w:t>
      </w:r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</w:t>
      </w:r>
      <w:r w:rsidRPr="00E12288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кадастровий номер: 6823</w:t>
      </w:r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984000:01:009</w:t>
      </w:r>
      <w:r w:rsidRPr="00E12288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:0</w:t>
      </w:r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104</w:t>
      </w:r>
      <w:r w:rsidRPr="00E12288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, для  </w:t>
      </w:r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ведення особистого селянського господарства</w:t>
      </w:r>
      <w:r w:rsidRPr="00E12288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,</w:t>
      </w:r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</w:t>
      </w:r>
      <w:r w:rsidRPr="00E12288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яка розташована Хмельницька область,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Славутський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 район,</w:t>
      </w:r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 </w:t>
      </w:r>
      <w:r w:rsidRPr="00E12288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с.Крупець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.</w:t>
      </w:r>
      <w:r w:rsidRPr="00E12288">
        <w:rPr>
          <w:rFonts w:ascii="Times New Roman" w:eastAsia="Arial Unicode MS" w:hAnsi="Times New Roman"/>
          <w:color w:val="FF0000"/>
          <w:sz w:val="24"/>
          <w:szCs w:val="24"/>
          <w:lang w:eastAsia="uk-UA"/>
        </w:rPr>
        <w:t xml:space="preserve"> </w:t>
      </w:r>
    </w:p>
    <w:p w:rsidR="00B631E4" w:rsidRPr="00E12288" w:rsidRDefault="00B631E4" w:rsidP="00B631E4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  <w:r w:rsidRPr="00E12288">
        <w:rPr>
          <w:rFonts w:ascii="Times New Roman" w:eastAsia="Arial Unicode MS" w:hAnsi="Times New Roman"/>
          <w:color w:val="FF0000"/>
          <w:sz w:val="24"/>
          <w:szCs w:val="24"/>
          <w:lang w:eastAsia="uk-UA"/>
        </w:rPr>
        <w:t xml:space="preserve">      </w:t>
      </w:r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2.</w:t>
      </w:r>
      <w:r w:rsidRPr="006F5706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Михалюку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Є.В.</w:t>
      </w:r>
      <w:r w:rsidRPr="00E12288">
        <w:rPr>
          <w:rFonts w:ascii="Times New Roman" w:eastAsia="Arial Unicode MS" w:hAnsi="Times New Roman"/>
          <w:sz w:val="24"/>
          <w:szCs w:val="24"/>
          <w:lang w:eastAsia="uk-UA"/>
        </w:rPr>
        <w:t xml:space="preserve">, </w:t>
      </w:r>
      <w:r w:rsidRPr="00E12288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посвідчити своє право  в  установленому  законом  порядку.</w:t>
      </w:r>
    </w:p>
    <w:p w:rsidR="00B631E4" w:rsidRPr="00E12288" w:rsidRDefault="00B631E4" w:rsidP="00B631E4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  <w:r w:rsidRPr="00E12288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B631E4" w:rsidRPr="00E12288" w:rsidRDefault="00B631E4" w:rsidP="00B631E4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/>
          <w:color w:val="FF0000"/>
          <w:sz w:val="24"/>
          <w:szCs w:val="24"/>
          <w:lang w:eastAsia="uk-UA"/>
        </w:rPr>
      </w:pPr>
    </w:p>
    <w:p w:rsidR="00B631E4" w:rsidRPr="00E12288" w:rsidRDefault="00B631E4" w:rsidP="00B631E4">
      <w:pPr>
        <w:tabs>
          <w:tab w:val="left" w:pos="2160"/>
        </w:tabs>
        <w:spacing w:after="0" w:line="240" w:lineRule="auto"/>
        <w:rPr>
          <w:rFonts w:ascii="Times New Roman" w:eastAsia="Arial Unicode MS" w:hAnsi="Times New Roman"/>
          <w:sz w:val="24"/>
          <w:szCs w:val="24"/>
          <w:lang w:eastAsia="uk-UA"/>
        </w:rPr>
      </w:pPr>
    </w:p>
    <w:p w:rsidR="00B631E4" w:rsidRPr="00E12288" w:rsidRDefault="00B631E4" w:rsidP="00B631E4">
      <w:pPr>
        <w:tabs>
          <w:tab w:val="left" w:pos="2160"/>
        </w:tabs>
        <w:spacing w:after="0" w:line="240" w:lineRule="auto"/>
        <w:rPr>
          <w:rFonts w:ascii="Times New Roman" w:eastAsia="Arial Unicode MS" w:hAnsi="Times New Roman"/>
          <w:sz w:val="24"/>
          <w:szCs w:val="24"/>
          <w:lang w:eastAsia="uk-UA"/>
        </w:rPr>
      </w:pPr>
    </w:p>
    <w:p w:rsidR="00B631E4" w:rsidRDefault="00B631E4" w:rsidP="00B631E4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sz w:val="24"/>
          <w:szCs w:val="24"/>
          <w:lang w:eastAsia="uk-UA"/>
        </w:rPr>
      </w:pPr>
    </w:p>
    <w:p w:rsidR="00B631E4" w:rsidRDefault="00B631E4" w:rsidP="00B631E4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sz w:val="24"/>
          <w:szCs w:val="24"/>
          <w:lang w:eastAsia="uk-UA"/>
        </w:rPr>
      </w:pPr>
    </w:p>
    <w:p w:rsidR="00C44134" w:rsidRPr="00B631E4" w:rsidRDefault="00B631E4" w:rsidP="00B631E4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color w:val="FF0000"/>
          <w:sz w:val="24"/>
          <w:szCs w:val="24"/>
          <w:lang w:val="en-US" w:eastAsia="uk-UA"/>
        </w:rPr>
      </w:pPr>
      <w:r w:rsidRPr="00E12288">
        <w:rPr>
          <w:rFonts w:ascii="Times New Roman" w:eastAsia="Arial Unicode MS" w:hAnsi="Times New Roman"/>
          <w:sz w:val="24"/>
          <w:szCs w:val="24"/>
          <w:lang w:eastAsia="uk-UA"/>
        </w:rPr>
        <w:t xml:space="preserve">Сільський   голова                                                                         </w:t>
      </w:r>
      <w:r>
        <w:rPr>
          <w:rFonts w:ascii="Times New Roman" w:eastAsia="Arial Unicode MS" w:hAnsi="Times New Roman"/>
          <w:sz w:val="24"/>
          <w:szCs w:val="24"/>
          <w:lang w:eastAsia="uk-UA"/>
        </w:rPr>
        <w:t>Валерій   МИХАЛЮК</w:t>
      </w:r>
    </w:p>
    <w:sectPr w:rsidR="00C44134" w:rsidRPr="00B631E4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31E4"/>
    <w:rsid w:val="00171A2E"/>
    <w:rsid w:val="00304C90"/>
    <w:rsid w:val="00505B6D"/>
    <w:rsid w:val="006D3977"/>
    <w:rsid w:val="007D6C18"/>
    <w:rsid w:val="00B631E4"/>
    <w:rsid w:val="00C44134"/>
    <w:rsid w:val="00D1641A"/>
    <w:rsid w:val="00E62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31E4"/>
    <w:rPr>
      <w:rFonts w:ascii="Calibri" w:eastAsia="Calibri" w:hAnsi="Calibri" w:cs="Times New Roman"/>
      <w:lang w:val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rFonts w:asciiTheme="minorHAnsi" w:eastAsiaTheme="minorEastAsia" w:hAnsiTheme="minorHAnsi" w:cstheme="minorBidi"/>
      <w:i/>
      <w:iCs/>
      <w:color w:val="000000" w:themeColor="text1"/>
      <w:lang w:val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rFonts w:asciiTheme="minorHAnsi" w:eastAsiaTheme="minorEastAsia" w:hAnsiTheme="minorHAnsi" w:cstheme="minorBidi"/>
      <w:b/>
      <w:bCs/>
      <w:i/>
      <w:iCs/>
      <w:color w:val="2DA2BF" w:themeColor="accent1"/>
      <w:lang w:val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rFonts w:asciiTheme="minorHAnsi" w:eastAsiaTheme="minorEastAsia" w:hAnsiTheme="minorHAnsi" w:cstheme="minorBidi"/>
      <w:lang w:val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rFonts w:asciiTheme="minorHAnsi" w:eastAsiaTheme="minorEastAsia" w:hAnsiTheme="minorHAnsi" w:cstheme="minorBidi"/>
      <w:lang w:val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rFonts w:asciiTheme="minorHAnsi" w:eastAsiaTheme="minorEastAsia" w:hAnsiTheme="minorHAnsi" w:cstheme="minorBidi"/>
      <w:lang w:val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rFonts w:asciiTheme="minorHAnsi" w:eastAsiaTheme="minorEastAsia" w:hAnsiTheme="minorHAnsi" w:cstheme="minorBidi"/>
      <w:lang w:val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rFonts w:asciiTheme="minorHAnsi" w:eastAsiaTheme="minorEastAsia" w:hAnsiTheme="minorHAnsi" w:cstheme="minorBidi"/>
      <w:lang w:val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rFonts w:asciiTheme="minorHAnsi" w:eastAsiaTheme="minorEastAsia" w:hAnsiTheme="minorHAnsi" w:cstheme="minorBidi"/>
      <w:lang w:val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rFonts w:asciiTheme="minorHAnsi" w:eastAsiaTheme="minorEastAsia" w:hAnsiTheme="minorHAnsi" w:cstheme="minorBidi"/>
      <w:lang w:val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rFonts w:asciiTheme="minorHAnsi" w:eastAsiaTheme="minorEastAsia" w:hAnsiTheme="minorHAnsi" w:cstheme="minorBidi"/>
      <w:lang w:val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rFonts w:asciiTheme="minorHAnsi" w:eastAsiaTheme="minorEastAsia" w:hAnsiTheme="minorHAnsi" w:cstheme="minorBidi"/>
      <w:lang w:val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rFonts w:asciiTheme="minorHAnsi" w:eastAsiaTheme="minorEastAsia" w:hAnsiTheme="minorHAnsi" w:cstheme="minorBidi"/>
      <w:lang w:val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rFonts w:asciiTheme="minorHAnsi" w:eastAsiaTheme="minorEastAsia" w:hAnsiTheme="minorHAnsi" w:cstheme="minorBidi"/>
      <w:b/>
      <w:bCs/>
      <w:color w:val="2DA2BF" w:themeColor="accent1"/>
      <w:sz w:val="18"/>
      <w:szCs w:val="18"/>
      <w:lang w:val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31E4"/>
    <w:rPr>
      <w:rFonts w:ascii="Calibri" w:eastAsia="Calibri" w:hAnsi="Calibri" w:cs="Times New Roman"/>
      <w:lang w:val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rFonts w:asciiTheme="minorHAnsi" w:eastAsiaTheme="minorEastAsia" w:hAnsiTheme="minorHAnsi" w:cstheme="minorBidi"/>
      <w:i/>
      <w:iCs/>
      <w:color w:val="000000" w:themeColor="text1"/>
      <w:lang w:val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rFonts w:asciiTheme="minorHAnsi" w:eastAsiaTheme="minorEastAsia" w:hAnsiTheme="minorHAnsi" w:cstheme="minorBidi"/>
      <w:b/>
      <w:bCs/>
      <w:i/>
      <w:iCs/>
      <w:color w:val="2DA2BF" w:themeColor="accent1"/>
      <w:lang w:val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rFonts w:asciiTheme="minorHAnsi" w:eastAsiaTheme="minorEastAsia" w:hAnsiTheme="minorHAnsi" w:cstheme="minorBidi"/>
      <w:lang w:val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rFonts w:asciiTheme="minorHAnsi" w:eastAsiaTheme="minorEastAsia" w:hAnsiTheme="minorHAnsi" w:cstheme="minorBidi"/>
      <w:lang w:val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rFonts w:asciiTheme="minorHAnsi" w:eastAsiaTheme="minorEastAsia" w:hAnsiTheme="minorHAnsi" w:cstheme="minorBidi"/>
      <w:lang w:val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rFonts w:asciiTheme="minorHAnsi" w:eastAsiaTheme="minorEastAsia" w:hAnsiTheme="minorHAnsi" w:cstheme="minorBidi"/>
      <w:lang w:val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rFonts w:asciiTheme="minorHAnsi" w:eastAsiaTheme="minorEastAsia" w:hAnsiTheme="minorHAnsi" w:cstheme="minorBidi"/>
      <w:lang w:val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rFonts w:asciiTheme="minorHAnsi" w:eastAsiaTheme="minorEastAsia" w:hAnsiTheme="minorHAnsi" w:cstheme="minorBidi"/>
      <w:lang w:val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rFonts w:asciiTheme="minorHAnsi" w:eastAsiaTheme="minorEastAsia" w:hAnsiTheme="minorHAnsi" w:cstheme="minorBidi"/>
      <w:lang w:val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rFonts w:asciiTheme="minorHAnsi" w:eastAsiaTheme="minorEastAsia" w:hAnsiTheme="minorHAnsi" w:cstheme="minorBidi"/>
      <w:lang w:val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rFonts w:asciiTheme="minorHAnsi" w:eastAsiaTheme="minorEastAsia" w:hAnsiTheme="minorHAnsi" w:cstheme="minorBidi"/>
      <w:lang w:val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rFonts w:asciiTheme="minorHAnsi" w:eastAsiaTheme="minorEastAsia" w:hAnsiTheme="minorHAnsi" w:cstheme="minorBidi"/>
      <w:lang w:val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rFonts w:asciiTheme="minorHAnsi" w:eastAsiaTheme="minorEastAsia" w:hAnsiTheme="minorHAnsi" w:cstheme="minorBidi"/>
      <w:b/>
      <w:bCs/>
      <w:color w:val="2DA2BF" w:themeColor="accent1"/>
      <w:sz w:val="18"/>
      <w:szCs w:val="18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7</TotalTime>
  <Pages>1</Pages>
  <Words>249</Words>
  <Characters>1425</Characters>
  <Application>Microsoft Office Word</Application>
  <DocSecurity>0</DocSecurity>
  <Lines>11</Lines>
  <Paragraphs>3</Paragraphs>
  <ScaleCrop>false</ScaleCrop>
  <Company>Microsoft</Company>
  <LinksUpToDate>false</LinksUpToDate>
  <CharactersWithSpaces>1671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2020-11-17T16:02:00Z</dcterms:created>
  <dcterms:modified xsi:type="dcterms:W3CDTF">2020-11-18T06:56:00Z</dcterms:modified>
</cp:coreProperties>
</file>