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D6" w:rsidRDefault="00025DD6" w:rsidP="00025D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25DD6" w:rsidRDefault="00025DD6" w:rsidP="00025DD6"/>
    <w:p w:rsidR="00025DD6" w:rsidRDefault="00025DD6" w:rsidP="00025DD6"/>
    <w:p w:rsidR="00025DD6" w:rsidRDefault="00025DD6" w:rsidP="00025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25DD6" w:rsidRDefault="00025DD6" w:rsidP="00025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25DD6" w:rsidRDefault="00025DD6" w:rsidP="00025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25DD6" w:rsidRDefault="00025DD6" w:rsidP="00025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25DD6" w:rsidRDefault="00025DD6" w:rsidP="00025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DD6" w:rsidRDefault="00025DD6" w:rsidP="00025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25DD6" w:rsidRDefault="00025DD6" w:rsidP="00025D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5DD6" w:rsidRDefault="00025DD6" w:rsidP="00025D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25DD6" w:rsidRDefault="00025DD6" w:rsidP="00025DD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№33</w:t>
      </w:r>
    </w:p>
    <w:p w:rsidR="00025DD6" w:rsidRPr="00C804C9" w:rsidRDefault="00025DD6" w:rsidP="00025DD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25DD6" w:rsidRPr="00C804C9" w:rsidRDefault="00025DD6" w:rsidP="00025DD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C804C9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025DD6" w:rsidRPr="00C804C9" w:rsidRDefault="00025DD6" w:rsidP="00025DD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5DD6" w:rsidRPr="00C804C9" w:rsidRDefault="00025DD6" w:rsidP="00025DD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25DD6" w:rsidRPr="00C804C9" w:rsidRDefault="00025DD6" w:rsidP="00025DD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proofErr w:type="gramStart"/>
      <w:r w:rsidRPr="00C804C9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C804C9">
        <w:rPr>
          <w:rFonts w:ascii="Times New Roman" w:hAnsi="Times New Roman" w:cs="Times New Roman"/>
          <w:b/>
          <w:sz w:val="24"/>
          <w:szCs w:val="24"/>
        </w:rPr>
        <w:t>інчука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025DD6" w:rsidRPr="00C804C9" w:rsidRDefault="00025DD6" w:rsidP="00025DD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25DD6" w:rsidRPr="00C804C9" w:rsidRDefault="00025DD6" w:rsidP="00025D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інчука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А.О.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025DD6" w:rsidRPr="00C804C9" w:rsidRDefault="00025DD6" w:rsidP="00025D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інчуку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Омеляновичу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E1A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E1A72">
        <w:rPr>
          <w:rFonts w:ascii="Times New Roman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6823982100:01:003:0038),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, 1.</w:t>
      </w:r>
      <w:r w:rsidRPr="00C804C9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025DD6" w:rsidRPr="00C804C9" w:rsidRDefault="00025DD6" w:rsidP="00025D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C804C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інчуку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А.О.,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025DD6" w:rsidRPr="00C804C9" w:rsidRDefault="00025DD6" w:rsidP="00025D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25DD6" w:rsidRPr="00C804C9" w:rsidRDefault="00025DD6" w:rsidP="00025D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25DD6" w:rsidRPr="00C804C9" w:rsidRDefault="00025DD6" w:rsidP="00025D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5DD6" w:rsidRPr="00C804C9" w:rsidRDefault="00025DD6" w:rsidP="00025D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0066" w:rsidRPr="00025DD6" w:rsidRDefault="00025DD6" w:rsidP="00025DD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00066" w:rsidRPr="00025D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D6"/>
    <w:rsid w:val="00025DD6"/>
    <w:rsid w:val="00171A2E"/>
    <w:rsid w:val="00200066"/>
    <w:rsid w:val="00304C90"/>
    <w:rsid w:val="00505B6D"/>
    <w:rsid w:val="006D3977"/>
    <w:rsid w:val="007D6C18"/>
    <w:rsid w:val="007E1A7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264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2020-07-29T13:53:00Z</dcterms:created>
  <dcterms:modified xsi:type="dcterms:W3CDTF">2020-07-29T17:17:00Z</dcterms:modified>
</cp:coreProperties>
</file>