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A97" w:rsidRPr="00154EFF" w:rsidRDefault="00143A97" w:rsidP="00143A97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A97" w:rsidRDefault="00143A97" w:rsidP="00143A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3A97" w:rsidRDefault="00143A97" w:rsidP="00143A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43A97" w:rsidRDefault="00143A97" w:rsidP="00143A9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A97" w:rsidRDefault="00143A97" w:rsidP="00143A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43A97" w:rsidRDefault="00143A97" w:rsidP="00143A9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3A97" w:rsidRDefault="00143A97" w:rsidP="00143A9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№15</w:t>
      </w:r>
    </w:p>
    <w:p w:rsidR="00143A97" w:rsidRPr="008D6F85" w:rsidRDefault="00143A97" w:rsidP="00143A9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43A97" w:rsidRPr="008D6F85" w:rsidRDefault="00143A97" w:rsidP="00143A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43A97" w:rsidRPr="008D6F85" w:rsidRDefault="00143A97" w:rsidP="00143A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43A97" w:rsidRPr="008D6F85" w:rsidRDefault="00143A97" w:rsidP="00143A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143A97" w:rsidRPr="008D6F85" w:rsidRDefault="00143A97" w:rsidP="00143A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43A97" w:rsidRPr="008D6F85" w:rsidRDefault="00143A97" w:rsidP="00143A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Клевета</w:t>
      </w:r>
      <w:proofErr w:type="spellEnd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Є.В.</w:t>
      </w:r>
    </w:p>
    <w:p w:rsidR="00143A97" w:rsidRPr="008D6F85" w:rsidRDefault="00143A97" w:rsidP="00143A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43A97" w:rsidRPr="008D6F85" w:rsidRDefault="00143A97" w:rsidP="00143A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Клевети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Є.В.,  сільська  рада </w:t>
      </w:r>
    </w:p>
    <w:p w:rsidR="00143A97" w:rsidRPr="008D6F85" w:rsidRDefault="00143A97" w:rsidP="00143A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43A97" w:rsidRPr="008D6F85" w:rsidRDefault="00143A97" w:rsidP="00143A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Клеветі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Євгенії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Валеріївні,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114A9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114A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6823986800:02:006:0036,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,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Миру, 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43A97" w:rsidRPr="008D6F85" w:rsidRDefault="00143A97" w:rsidP="00143A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Клевета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Є.В., посвідчити своє право  в  установленому  законом  порядку.</w:t>
      </w:r>
    </w:p>
    <w:p w:rsidR="00143A97" w:rsidRPr="008D6F85" w:rsidRDefault="00143A97" w:rsidP="00143A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43A97" w:rsidRPr="008D6F85" w:rsidRDefault="00143A97" w:rsidP="00143A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73038" w:rsidRPr="00143A97" w:rsidRDefault="00143A97" w:rsidP="00143A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073038" w:rsidRPr="00143A9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7"/>
    <w:rsid w:val="00073038"/>
    <w:rsid w:val="00143A97"/>
    <w:rsid w:val="0091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A9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43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43A97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A9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43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43A97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265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2022-02-08T06:30:00Z</dcterms:created>
  <dcterms:modified xsi:type="dcterms:W3CDTF">2022-02-08T11:01:00Z</dcterms:modified>
</cp:coreProperties>
</file>