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A27" w:rsidRPr="0066767B" w:rsidRDefault="009B7A27" w:rsidP="009B7A27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66767B">
        <w:rPr>
          <w:rFonts w:ascii="Times New Roman" w:eastAsia="Calibri" w:hAnsi="Times New Roman" w:cs="Times New Roman"/>
          <w:color w:val="FF0000"/>
        </w:rPr>
        <w:t>ПРОЕКТ</w:t>
      </w:r>
    </w:p>
    <w:p w:rsidR="009B7A27" w:rsidRPr="0066767B" w:rsidRDefault="009B7A27" w:rsidP="009B7A27">
      <w:pPr>
        <w:spacing w:after="0" w:line="240" w:lineRule="auto"/>
        <w:rPr>
          <w:rFonts w:ascii="Times New Roman" w:eastAsia="Calibri" w:hAnsi="Times New Roman" w:cs="Times New Roma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2EECDE" wp14:editId="1D41E44E">
                <wp:simplePos x="0" y="0"/>
                <wp:positionH relativeFrom="column">
                  <wp:posOffset>2710815</wp:posOffset>
                </wp:positionH>
                <wp:positionV relativeFrom="paragraph">
                  <wp:posOffset>90806</wp:posOffset>
                </wp:positionV>
                <wp:extent cx="427466" cy="678246"/>
                <wp:effectExtent l="0" t="0" r="0" b="7620"/>
                <wp:wrapNone/>
                <wp:docPr id="12018" name="Группа 25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27466" cy="678246"/>
                          <a:chOff x="0" y="0"/>
                          <a:chExt cx="1142" cy="1718"/>
                        </a:xfrm>
                      </wpg:grpSpPr>
                      <wps:wsp>
                        <wps:cNvPr id="1201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2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2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2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2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2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2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2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2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2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2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3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3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3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3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3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3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3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3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3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3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4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4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4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4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4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4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4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4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4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13.45pt;margin-top:7.15pt;width:33.65pt;height:53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vV/MMA&#10;AADeAAAADwAAAGRycy9kb3ducmV2LnhtbERPTWvCQBC9F/oflin0VjcmYGN0FREtHoRi1PuQHZNg&#10;djZk1xj/vSsUepvH+5z5cjCN6KlztWUF41EEgriwuuZSwem4/UpBOI+ssbFMCh7kYLl4f5tjpu2d&#10;D9TnvhQhhF2GCirv20xKV1Rk0I1sSxy4i+0M+gC7UuoO7yHcNDKOook0WHNoqLCldUXFNb8ZBTb5&#10;2e3PZXxINvztefWbXs7DXqnPj2E1A+Fp8P/iP/dOh/lxNJ7C651wg1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vV/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kEf8kA&#10;AADeAAAADwAAAGRycy9kb3ducmV2LnhtbESPT0/DMAzF70h8h8iTuEwspYfByrIJTSr/DkjbkLha&#10;jWnKGqdKwlb26fEBiZstP7/3fsv16Ht1pJi6wAZuZgUo4ibYjlsD7/v6+g5UysgW+8Bk4IcSrFeX&#10;F0usbDjxlo673Cox4VShAZfzUGmdGkce0ywMxHL7DNFjljW22kY8ibnvdVkUc+2xY0lwONDGUXPY&#10;fXsDX/Wb+9jcnh/jdLGl87R+fepf5sZcTcaHe1CZxvwv/vt+tlK/LEoBEByZQa9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+NkEf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YF5cUA&#10;AADeAAAADwAAAGRycy9kb3ducmV2LnhtbESP0WrCQBBF3wv+wzKCL0U3plBKdBWRKiUvIdoPGLJj&#10;NpidDdltEv/eLRT6NsO9c8+d7X6yrRio941jBetVAoK4crrhWsH39bT8AOEDssbWMSl4kIf9bvay&#10;xUy7kUsaLqEWMYR9hgpMCF0mpa8MWfQr1xFH7eZ6iyGufS11j2MMt61Mk+RdWmw4Egx2dDRU3S8/&#10;NkKKNyzy23g9nScc8TM3/HoolVrMp8MGRKAp/Jv/rr90rJ8m6Rp+34kzyN0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hgXl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COqMMA&#10;AADeAAAADwAAAGRycy9kb3ducmV2LnhtbERPTUsDMRC9C/0PYQrebNagVdampbQKIniwCuJt2Ex3&#10;FzeTkIzd9d8bQfA2j/c5q83kB3WilPvAFi4XFSjiJrieWwtvrw8Xt6CyIDscApOFb8qwWc/OVli7&#10;MPILnQ7SqhLCuUYLnUistc5NRx7zIkTiwh1D8igFpla7hGMJ94M2VbXUHnsuDR1G2nXUfB6+vIXn&#10;8T4+3Syvj/EjXRmd907ed2Lt+Xza3oESmuRf/Od+dGW+qYyB33fKD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COqM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g+CcYA&#10;AADeAAAADwAAAGRycy9kb3ducmV2LnhtbESPwWrDMBBE74H+g9hAL6GRY0MpruUQSlyKLyFJP2Cx&#10;NpaJtTKWart/XxUKve0ys/Nmi/1iezHR6DvHCnbbBARx43THrYLPa/X0AsIHZI29Y1LwTR725cOq&#10;wFy7mc80XUIrYgj7HBWYEIZcSt8Ysui3biCO2s2NFkNcx1bqEecYbnuZJsmztNhxJBgc6M1Qc798&#10;2Qg5ZXiqb/O1el9wxmNteHM4K/W4Xg6vIAIt4d/8d/2hY/00STP4fSfOI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hg+C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WzR8QA&#10;AADeAAAADwAAAGRycy9kb3ducmV2LnhtbERPTUsDMRC9C/0PYQRvNutSW1mbllIVRPDQVii9DZvp&#10;7uJmEpKxu/57Iwje5vE+Z7keXa8uFFPn2cDdtABFXHvbcWPg4/By+wAqCbLF3jMZ+KYE69XkaomV&#10;9QPv6LKXRuUQThUaaEVCpXWqW3KYpj4QZ+7so0PJMDbaRhxyuOt1WRRz7bDj3NBioG1L9ef+yxl4&#10;H57D22J+fw6nOCt1erJy3IoxN9fj5hGU0Cj/4j/3q83zy6Kcwe87+Qa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1s0f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wLNcQA&#10;AADeAAAADwAAAGRycy9kb3ducmV2LnhtbERP32vCMBB+H/g/hBN8GTNdhyKdUXQQNnAg6mCvR3O2&#10;xeZSkmi7/94MBnu7j+/nLdeDbcWNfGgcK3ieZiCIS2carhR8nfTTAkSIyAZbx6TghwKsV6OHJRbG&#10;9Xyg2zFWIoVwKFBBHWNXSBnKmiyGqeuIE3d23mJM0FfSeOxTuG1lnmVzabHh1FBjR281lZfj1SrY&#10;7vvqxT+W28Htzu/fM62N/tRKTcbD5hVEpCH+i//cHybNz7N8Br/vpBv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8CzX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7fvcIA&#10;AADeAAAADwAAAGRycy9kb3ducmV2LnhtbERP3WrCMBS+H+wdwhl4t6YWJ9IZRZSCyG6mPsChOWuq&#10;zUlJYq1vbwaD3Z2P7/cs16PtxEA+tI4VTLMcBHHtdMuNgvOpel+ACBFZY+eYFDwowHr1+rLEUrs7&#10;f9NwjI1IIRxKVGBi7EspQ23IYshcT5y4H+ctxgR9I7XHewq3nSzyfC4ttpwaDPa0NVRfjzeroDoU&#10;X8P1pn3lNuPM0oe5LHZGqcnbuPkEEWmM/+I/916n+UVezOH3nXSD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3t+9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Iw2cUA&#10;AADeAAAADwAAAGRycy9kb3ducmV2LnhtbERPW2vCMBR+H/gfwhn4Mma6yi5Uo+ggKEwYcwNfD82x&#10;LWtOShJt/fdGGOztfHzXM18OthVn8qFxrOBpkoEgLp1puFLw860f30CEiGywdUwKLhRguRjdzbEw&#10;rucvOu9jJVIIhwIV1DF2hZShrMlimLiOOHFH5y3GBH0ljcc+hdtW5ln2Ii02nBpq7Oi9pvJ3f7IK&#10;1p99NfUP5XpwH8fN4Vlro3daqfH9sJqBiDTEf/Gfe2vS/DzLX+H2TrpB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ojDZ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3uVMUA&#10;AADeAAAADwAAAGRycy9kb3ducmV2LnhtbESPzWrDMBCE74W+g9hCb41c04bgRgmhxVBCL/l5gMXa&#10;Wm6slZEUx3377CGQ2y4zO/Ptcj35Xo0UUxfYwOusAEXcBNtxa+B4qF8WoFJGttgHJgP/lGC9enxY&#10;YmXDhXc07nOrJIRThQZczkOldWoceUyzMBCL9huixyxrbLWNeJFw3+uyKObaY8fS4HCgT0fNaX/2&#10;Bupt+TOezjbWYTO9eXp3f4svZ8zz07T5AJVpynfz7frbCn5ZlMIr78gMe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De5U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/VJ8EA&#10;AADeAAAADwAAAGRycy9kb3ducmV2LnhtbERPzYrCMBC+C/sOYRb2poldXbQaZREUPVr3AYZmbIvN&#10;pNtEW9/eCIK3+fh+Z7nubS1u1PrKsYbxSIEgzp2puNDwd9oOZyB8QDZYOyYNd/KwXn0Mlpga1/GR&#10;blkoRAxhn6KGMoQmldLnJVn0I9cQR+7sWoshwraQpsUuhttaJkr9SIsVx4YSG9qUlF+yq9UwuXe7&#10;/2x6UVtjaXz4bg4c8qnWX5/97wJEoD68xS/33sT5iUrm8Hwn3i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P1Sf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78yMYA&#10;AADeAAAADwAAAGRycy9kb3ducmV2LnhtbESPT2vCQBDF74LfYRmhN92YgtToKlKxFE9t/HMesmMS&#10;zM6G7Krx23cOQm8zzJv33m+57l2j7tSF2rOB6SQBRVx4W3Np4HjYjT9AhYhssfFMBp4UYL0aDpaY&#10;Wf/gX7rnsVRiwiFDA1WMbaZ1KCpyGCa+JZbbxXcOo6xdqW2HDzF3jU6TZKYd1iwJFbb0WVFxzW/O&#10;wG12To982duffPv8mm93m6BPpTFvo36zABWpj//i1/e3lfpp8i4AgiMz6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278yM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3pTsYA&#10;AADeAAAADwAAAGRycy9kb3ducmV2LnhtbERPS2vCQBC+F/wPywi91Y1RgqauQQsF7aFSH4fexuyY&#10;pM3OptlV03/vFoTe5uN7zizrTC0u1LrKsoLhIAJBnFtdcaFgv3t9moBwHlljbZkU/JKDbN57mGGq&#10;7ZU/6LL1hQgh7FJUUHrfpFK6vCSDbmAb4sCdbGvQB9gWUrd4DeGmlnEUJdJgxaGhxIZeSsq/t2ej&#10;4LCZJNPNcj3+ens/4sjon09dJUo99rvFMwhPnf8X390rHebH0WgIf++EG+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03pT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bgrcIA&#10;AADeAAAADwAAAGRycy9kb3ducmV2LnhtbERPS4vCMBC+C/6HMII3Ta0iUo3iA3Xx5KrgdWjGtthM&#10;ShO17q/fLAh7m4/vObNFY0rxpNoVlhUM+hEI4tTqgjMFl/O2NwHhPLLG0jIpeJODxbzdmmGi7Yu/&#10;6XnymQgh7BJUkHtfJVK6NCeDrm8r4sDdbG3QB1hnUtf4CuGmlHEUjaXBgkNDjhWtc0rvp4dR8DO+&#10;4tHt49VmqD29R5OdPRx3SnU7zXIKwlPj/8Uf95cO8+NoGMPfO+EGO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ZuCtwgAAAN4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MsmMMA&#10;AADeAAAADwAAAGRycy9kb3ducmV2LnhtbERPzWrCQBC+F3yHZQRvzcZoi0ZXKUXBW2vqAwzZcRPM&#10;zsbsqtGn7xYK3ubj+53lureNuFLna8cKxkkKgrh0umaj4PCzfZ2B8AFZY+OYFNzJw3o1eFlirt2N&#10;93QtghExhH2OCqoQ2lxKX1Zk0SeuJY7c0XUWQ4SdkbrDWwy3jczS9F1arDk2VNjSZ0XlqbhYBWeX&#10;vem+2ODXaTP/ro2Znh/7qVKjYf+xABGoD0/xv3un4/wsnUzg7514g1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Msm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bSB8QA&#10;AADeAAAADwAAAGRycy9kb3ducmV2LnhtbERPPW/CMBDdkfofrKvERpxCCzSNg1okJFYoA+NhH0kg&#10;PqexgbS/vq6E1O2e3ufli9424kqdrx0reEpSEMTamZpLBbvP1WgOwgdkg41jUvBNHhbFwyDHzLgb&#10;b+i6DaWIIewzVFCF0GZSel2RRZ+4ljhyR9dZDBF2pTQd3mK4beQ4TafSYs2xocKWlhXp8/ZiFazr&#10;A71M9fHVzj/0Zv/zFSazk1Fq+Ni/v4EI1Id/8d29NnH+OJ08w9878QZ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G0gf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uOS8YA&#10;AADeAAAADwAAAGRycy9kb3ducmV2LnhtbERPXWsCMRB8L/gfwgp9q0mvtOjVKFootGgFP7Cvy2V7&#10;Obxsjkt6nv/eCIW+ze7szOxM572rRUdtqDxreBwpEMSFNxWXGg7794cxiBCRDdaeScOFAsxng7sp&#10;5safeUvdLpYimXDIUYONscmlDIUlh2HkG+LE/fjWYUxjW0rT4jmZu1pmSr1IhxWnBIsNvVkqTrtf&#10;p6HDzUV92+XX5LNaF9lmeVyZtNf3w37xCiJSH/+P/9QfJr2fqadnuNVJGO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uOS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TPpsMA&#10;AADeAAAADwAAAGRycy9kb3ducmV2LnhtbERPTUvDQBC9C/0PyxR6sxtTKBK7LUWoeNTooccxO82m&#10;zc6E3bWJ/npXELzN433OZjf5Xl0pxE7YwN2yAEXciO24NfD+dri9BxUTssVemAx8UYTddnazwcrK&#10;yK90rVOrcgjHCg24lIZK69g48hiXMhBn7iTBY8owtNoGHHO473VZFGvtsePc4HCgR0fNpf70Bsan&#10;5uNcno7WfYdBDvWLnMtejFnMp/0DqERT+hf/uZ9tnl8WqzX8vpNv0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TPp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B6KsUA&#10;AADeAAAADwAAAGRycy9kb3ducmV2LnhtbERP22oCMRB9L/QfwhR8q1lXUFmNYrWCSEW89H26GXe3&#10;TSbLJur275uC4NscznUms9YacaXGV44V9LoJCOLc6YoLBafj6nUEwgdkjcYxKfglD7Pp89MEM+1u&#10;vKfrIRQihrDPUEEZQp1J6fOSLPquq4kjd3aNxRBhU0jd4C2GWyPTJBlIixXHhhJrWpSU/xwuVsFq&#10;tzTf6XY//5Rh8T78MqPN2/JDqc5LOx+DCNSGh/juXus4P036Q/h/J94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QHoq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kzzMgA&#10;AADeAAAADwAAAGRycy9kb3ducmV2LnhtbESPQWvCQBCF7wX/wzKCl1I3VSqSZiMiFC20oFbwOman&#10;STA7G7JrTP9951DobYb35r1vstXgGtVTF2rPBp6nCSjiwtuaSwOnr7enJagQkS02nsnADwVY5aOH&#10;DFPr73yg/hhLJSEcUjRQxdimWoeiIodh6lti0b595zDK2pXadniXcNfoWZIstMOapaHCljYVFdfj&#10;zRno9x+XcteH9v26fAwv88t2+2nPxkzGw/oVVKQh/pv/rndW8GfJXHjlHZlB5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rKTPM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noSsYA&#10;AADeAAAADwAAAGRycy9kb3ducmV2LnhtbERPS0vDQBC+C/6HZQRvZtf4oE27LVYQvAht9dDcJtkx&#10;Cc3Oxt21jf76bkHwNh/fc+bL0fbiQD50jjXcZgoEce1Mx42Gj/eXmwmIEJEN9o5Jww8FWC4uL+ZY&#10;GHfkDR22sREphEOBGtoYh0LKULdkMWRuIE7cp/MWY4K+kcbjMYXbXuZKPUqLHaeGFgd6bqneb7+t&#10;htV0svpa3/Pb76YqqdxV+4fcK62vr8anGYhIY/wX/7lfTZqfq7spnN9JN8jF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QnoSsYAAADeAAAADwAAAAAAAAAAAAAAAACYAgAAZHJz&#10;L2Rvd25yZXYueG1sUEsFBgAAAAAEAAQA9QAAAIsDAAAAAA==&#10;" fillcolor="black" stroked="f"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Y8qskA&#10;AADeAAAADwAAAGRycy9kb3ducmV2LnhtbESPT0/DMAzF75P4DpGRuG0p1Zimsmxif5CQNg4bHDia&#10;xrRRG6dqwlb26fEBiZstP7/3fovV4Ft1pj66wAbuJxko4jJYx5WB97fn8RxUTMgW28Bk4IcirJY3&#10;owUWNlz4SOdTqpSYcCzQQJ1SV2gdy5o8xknoiOX2FXqPSda+0rbHi5j7VudZNtMeHUtCjR1taiqb&#10;07c38LGfufnRUf55uK539vDQrF+3jTF3t8PTI6hEQ/oX/32/WKmfZ1MBEByZQS9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fY8q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j0A8QA&#10;AADeAAAADwAAAGRycy9kb3ducmV2LnhtbERPTWsCMRC9C/0PYYTeaqKUIqtRxFLaSw+1itdhM27W&#10;3Uy2SdTVX98UCt7m8T5nvuxdK84UYu1Zw3ikQBCX3tRcadh+vz1NQcSEbLD1TBquFGG5eBjMsTD+&#10;wl903qRK5BCOBWqwKXWFlLG05DCOfEecuYMPDlOGoZIm4CWHu1ZOlHqRDmvODRY7Wlsqm83JaQir&#10;/Wtz49OuUbfPa3w/9j9TtFo/DvvVDESiPt3F/+4Pk+dP1PMY/t7JN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o9AP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vcP8QA&#10;AADeAAAADwAAAGRycy9kb3ducmV2LnhtbERPbUsCQRD+Hvgflgn8ErrbIWWXq0gQCEmg+QOm2+nu&#10;aHf2uJ307Ne7QeC3eXheZ7EagldH6lMb2cL91IAirqJrubZw+HidzEElQXboI5OFMyVYLUc3Cyxd&#10;PPGOjnupVQ7hVKKFRqQrtU5VQwHTNHbEmfuKfUDJsK+16/GUw4PXhTEPOmDLuaHBjl4aqr73P8GC&#10;Lz7909tj2sr5oLfmN8ju7t1ZO74d1s+ghAa5iv/dG5fnF2ZWwN87+Qa9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L3D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c4/sQA&#10;AADeAAAADwAAAGRycy9kb3ducmV2LnhtbERPTWsCMRC9F/ofwgi9adatSFmNYivCXjx0tXgdN+Nm&#10;MZksm1S3/fVNodDbPN7nLNeDs+JGfWg9K5hOMhDEtdctNwqOh934BUSIyBqtZ1LwRQHWq8eHJRba&#10;3/mdblVsRArhUKACE2NXSBlqQw7DxHfEibv43mFMsG+k7vGewp2VeZbNpcOWU4PBjt4M1dfq0ynY&#10;Vp3Nj6V5DaeP/flsy+8dnbZKPY2GzQJEpCH+i//cpU7z82z2DL/vp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XOP7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sSvMIA&#10;AADeAAAADwAAAGRycy9kb3ducmV2LnhtbERPS4vCMBC+C/6HMII3TRRRqUZZZAXB0/o4eBuS2ba7&#10;zaQ0WVv/vVkQvM3H95z1tnOVuFMTSs8aJmMFgth4W3Ku4XLej5YgQkS2WHkmDQ8KsN30e2vMrG/5&#10;i+6nmIsUwiFDDUWMdSZlMAU5DGNfEyfu2zcOY4JNLm2DbQp3lZwqNZcOS04NBda0K8j8nv6chp+9&#10;PHqj0Fwv1/ZgF7fPOVVK6+Gg+1iBiNTFt/jlPtg0f6pmM/h/J90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xK8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9EQMQA&#10;AADeAAAADwAAAGRycy9kb3ducmV2LnhtbERPS2vCQBC+F/wPywi91Y1pKxJdRYVCqfTgA/E4Zsck&#10;JDsbdleN/94VCr3Nx/ec6bwzjbiS85VlBcNBAoI4t7riQsF+9/U2BuEDssbGMim4k4f5rPcyxUzb&#10;G2/oug2FiCHsM1RQhtBmUvq8JIN+YFviyJ2tMxgidIXUDm8x3DQyTZKRNFhxbCixpVVJeb29GAXH&#10;y5rPv+8/C7cMB9vtfJ2exrVSr/1uMQERqAv/4j/3t47z0+TjE57vxBv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fRED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APRcUA&#10;AADeAAAADwAAAGRycy9kb3ducmV2LnhtbERPTWsCMRC9C/6HMEJvmrhY0dUotVDopVBtD/U2bsbd&#10;xc1km6S69dc3gtDbPN7nLNedbcSZfKgdaxiPFAjiwpmaSw2fHy/DGYgQkQ02jknDLwVYr/q9JebG&#10;XXhL510sRQrhkKOGKsY2lzIUFVkMI9cSJ+7ovMWYoC+l8XhJ4baRmVJTabHm1FBhS88VFafdj9Ww&#10;mc823+8TfrtuD3vafx1Oj5lXWj8MuqcFiEhd/Bff3a8mzc/UZAq3d9IN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kA9FxQAAAN4AAAAPAAAAAAAAAAAAAAAAAJgCAABkcnMv&#10;ZG93bnJldi54bWxQSwUGAAAAAAQABAD1AAAAigMAAAAA&#10;" fillcolor="black" stroked="f"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qhdMQA&#10;AADeAAAADwAAAGRycy9kb3ducmV2LnhtbERPTUsDMRC9C/6HMII3m7VKK2vTshRE8bStFa/TzXSz&#10;dDNZkpiu/74pFLzN433OYjXaXiTyoXOs4HFSgCBunO64VbD7ent4AREissbeMSn4owCr5e3NAkvt&#10;TryhtI2tyCEcSlRgYhxKKUNjyGKYuIE4cwfnLcYMfSu1x1MOt72cFsVMWuw4NxgcaG2oOW5/rYK0&#10;X9fVU/pJZvPpq9a7+v17Xyt1fzdWryAijfFffHV/6Dx/WjzP4fJOvkEu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qoXT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lxD8gA&#10;AADeAAAADwAAAGRycy9kb3ducmV2LnhtbESPQWvCQBCF74X+h2UKvdWNIlKjq4i00vZSjYI9Dtlp&#10;NpidDdltTPvrO4dCbzO8N+99s1wPvlE9dbEObGA8ykARl8HWXBk4HZ8fHkHFhGyxCUwGvinCenV7&#10;s8TchisfqC9SpSSEY44GXEptrnUsHXmMo9ASi/YZOo9J1q7StsOrhPtGT7Jspj3WLA0OW9o6Ki/F&#10;lzcQx9un85v/mfcfO8fvxaub7StnzP3dsFmASjSkf/Pf9YsV/Ek2FV55R2b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5WXEP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B7A27" w:rsidRPr="0066767B" w:rsidRDefault="009B7A27" w:rsidP="009B7A27">
      <w:pPr>
        <w:spacing w:after="0" w:line="240" w:lineRule="auto"/>
        <w:rPr>
          <w:rFonts w:ascii="Times New Roman" w:eastAsia="Calibri" w:hAnsi="Times New Roman" w:cs="Times New Roman"/>
        </w:rPr>
      </w:pPr>
    </w:p>
    <w:p w:rsidR="009B7A27" w:rsidRPr="0066767B" w:rsidRDefault="009B7A27" w:rsidP="009B7A27">
      <w:pPr>
        <w:spacing w:after="0" w:line="240" w:lineRule="auto"/>
        <w:rPr>
          <w:rFonts w:ascii="Times New Roman" w:eastAsia="Calibri" w:hAnsi="Times New Roman" w:cs="Times New Roman"/>
        </w:rPr>
      </w:pPr>
    </w:p>
    <w:p w:rsidR="009B7A27" w:rsidRPr="0066767B" w:rsidRDefault="009B7A27" w:rsidP="009B7A27">
      <w:pPr>
        <w:spacing w:after="0" w:line="240" w:lineRule="auto"/>
        <w:rPr>
          <w:rFonts w:ascii="Times New Roman" w:eastAsia="Calibri" w:hAnsi="Times New Roman" w:cs="Times New Roman"/>
        </w:rPr>
      </w:pPr>
    </w:p>
    <w:p w:rsidR="009B7A27" w:rsidRPr="0066767B" w:rsidRDefault="009B7A27" w:rsidP="009B7A27">
      <w:pPr>
        <w:spacing w:after="0" w:line="240" w:lineRule="auto"/>
        <w:rPr>
          <w:rFonts w:ascii="Times New Roman" w:eastAsia="Calibri" w:hAnsi="Times New Roman" w:cs="Times New Roman"/>
        </w:rPr>
      </w:pPr>
    </w:p>
    <w:p w:rsidR="009B7A27" w:rsidRPr="0066767B" w:rsidRDefault="009B7A27" w:rsidP="009B7A2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B7A27" w:rsidRPr="0066767B" w:rsidRDefault="009B7A27" w:rsidP="009B7A2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УКРАЇНА</w:t>
      </w:r>
    </w:p>
    <w:p w:rsidR="009B7A27" w:rsidRPr="0066767B" w:rsidRDefault="009B7A27" w:rsidP="009B7A27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КРУПЕЦЬКА СІЛЬСЬКА РАДА</w:t>
      </w:r>
    </w:p>
    <w:p w:rsidR="009B7A27" w:rsidRPr="0066767B" w:rsidRDefault="009B7A27" w:rsidP="009B7A2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СЛАВУТСЬКОГО РАЙОНУ</w:t>
      </w:r>
    </w:p>
    <w:p w:rsidR="009B7A27" w:rsidRPr="0066767B" w:rsidRDefault="009B7A27" w:rsidP="009B7A2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ХМЕЛЬНИЦЬКОЇ ОБЛАСТІ</w:t>
      </w:r>
    </w:p>
    <w:p w:rsidR="009B7A27" w:rsidRPr="0066767B" w:rsidRDefault="009B7A27" w:rsidP="009B7A27">
      <w:pPr>
        <w:spacing w:after="0" w:line="240" w:lineRule="auto"/>
        <w:rPr>
          <w:rFonts w:ascii="Times New Roman" w:eastAsia="Calibri" w:hAnsi="Times New Roman" w:cs="Times New Roman"/>
        </w:rPr>
      </w:pPr>
      <w:r w:rsidRPr="0066767B">
        <w:rPr>
          <w:rFonts w:ascii="Times New Roman" w:eastAsia="Calibri" w:hAnsi="Times New Roman" w:cs="Times New Roman"/>
        </w:rPr>
        <w:t xml:space="preserve"> </w:t>
      </w: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3E04E25" wp14:editId="4F2291B2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2049" name="Группа 2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2050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51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52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53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54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55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56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57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58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59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60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61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62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63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64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65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66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67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68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69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70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71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72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73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74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75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76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77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78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79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A27" w:rsidRDefault="009B7A27" w:rsidP="009B7A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vFocUA&#10;AADeAAAADwAAAGRycy9kb3ducmV2LnhtbESPT4vCQAzF7wt+hyGCt3VqZVepjiKyigdh8d89dGJb&#10;7GRKZ1brt98cBG8JeXnv/ebLztXqTm2oPBsYDRNQxLm3FRcGzqfN5xRUiMgWa89k4EkBlovexxwz&#10;6x98oPsxFkpMOGRooIyxybQOeUkOw9A3xHK7+tZhlLUttG3xIeau1mmSfGuHFUtCiQ2tS8pvxz9n&#10;wI+3u/2lSA/jH55EXv1Or5dub8yg361moCJ18S1+fe+s1E+TLwEQHJlB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G8Wh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PSmccA&#10;AADeAAAADwAAAGRycy9kb3ducmV2LnhtbERPTWsCMRC9C/0PYQpepGYVatutUUTY1noorAq9Dpvp&#10;ZtvNZElSXf31TaHgbR7vc+bL3rbiSD40jhVMxhkI4srphmsFh31x9wgiRGSNrWNScKYAy8XNYI65&#10;dicu6biLtUghHHJUYGLscilDZchiGLuOOHGfzluMCfpaao+nFG5bOc2ymbTYcGow2NHaUPW9+7EK&#10;vop387F+uLz40VNJl1GxfW3fZkoNb/vVM4hIfbyK/90bneZPs/sJ/L2Tbp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+T0pn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Lo78QA&#10;AADeAAAADwAAAGRycy9kb3ducmV2LnhtbESP0YrCMBBF3xf8hzCCL4umdnGRahQRlcUXUfcDhmZs&#10;is2kNNHWvzeC4NsM9849d+bLzlbiTo0vHSsYjxIQxLnTJRcK/s/b4RSED8gaK8ek4EEelove1xwz&#10;7Vo+0v0UChFD2GeowIRQZ1L63JBFP3I1cdQurrEY4toUUjfYxnBbyTRJfqXFkiPBYE1rQ/n1dLMR&#10;cvjBw/7Snre7Dlvc7A1/r45KDfrdagYiUBc+5vf1n47102SSwuudOIN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S6O/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pYTsQA&#10;AADeAAAADwAAAGRycy9kb3ducmV2LnhtbERPTUsDMRC9C/6HMII3m3W1VbZNi1SFIniwFoq3YTPd&#10;XbqZhGTsrv++EQRv83ifs1iNrlcniqnzbOB2UoAirr3tuDGw+3y9eQSVBNli75kM/FCC1fLyYoGV&#10;9QN/0GkrjcohnCo00IqESutUt+QwTXwgztzBR4eSYWy0jTjkcNfrsihm2mHHuaHFQOuW6uP22xl4&#10;H17C28Nseghf8b7U6dnKfi3GXF+NT3NQQqP8i//cG5vnl8X0Dn7fyTfo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aWE7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fVAMcA&#10;AADeAAAADwAAAGRycy9kb3ducmV2LnhtbESPzWrDMBCE74W+g9hCLyWR6zQhuFGCKXEouYT8PMBi&#10;bSxTa2UsxXbfPgoUettlZuebXW1G24ieOl87VvA+TUAQl07XXCm4nIvJEoQPyBobx6Tglzxs1s9P&#10;K8y0G/hI/SlUIoawz1CBCaHNpPSlIYt+6lriqF1dZzHEtauk7nCI4baRaZIspMWaI8FgS1+Gyp/T&#10;zUbIYYaH/XU4F7sRB9zuDb/lR6VeX8b8E0SgMfyb/66/dayfJvMPeLwTZ5D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31QD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9locQA&#10;AADeAAAADwAAAGRycy9kb3ducmV2LnhtbERPTUvDQBC9C/0Pywje7MZgWondllIVRPDQVhBvQ3aa&#10;BLOzy+7YxH/vCoK3ebzPWW0mN6gzxdR7NnAzL0ARN9723Bp4Oz5d34FKgmxx8EwGvinBZj27WGFt&#10;/ch7Oh+kVTmEU40GOpFQa52ajhymuQ/EmTv56FAyjK22Eccc7gZdFsVCO+w5N3QYaNdR83n4cgZe&#10;x8fwslxUp/ARb0udHqy878SYq8tpew9KaJJ/8Z/72eb5ZVFV8PtOv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/ZaH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jmP8QA&#10;AADeAAAADwAAAGRycy9kb3ducmV2LnhtbERP32vCMBB+H/g/hBN8GZrOoUg1ig7CBg7GVPD1aM62&#10;2FxKEm3335vBYG/38f281aa3jbiTD7VjBS+TDARx4UzNpYLTUY8XIEJENtg4JgU/FGCzHjytMDeu&#10;42+6H2IpUgiHHBVUMba5lKGoyGKYuJY4cRfnLcYEfSmNxy6F20ZOs2wuLdacGips6a2i4nq4WQW7&#10;r6589c/Frnf7y/t5prXRn1qp0bDfLkFE6uO/+M/9YdL8aTabw+876Qa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o5j/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QJW8MA&#10;AADeAAAADwAAAGRycy9kb3ducmV2LnhtbERP3WrCMBS+H/gO4Qi7m+nKnNKZimwUZOxm6gMcmrOm&#10;a3NSkljr2y+CsLvz8f2ezXayvRjJh9axgudFBoK4drrlRsHpWD2tQYSIrLF3TAquFGBbzh42WGh3&#10;4W8aD7ERKYRDgQpMjEMhZagNWQwLNxAn7sd5izFB30jt8ZLCbS/zLHuVFltODQYHejdUd4ezVVB9&#10;5l9jd9a+crvpxdLS/K4/jFKP82n3BiLSFP/Fd/dep/l5tlzB7Z10gy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ZQJW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X1scA&#10;AADeAAAADwAAAGRycy9kb3ducmV2LnhtbESPQUsDMRCF74L/IYzQi9isLRVZmxZbCC0oiFXwOmym&#10;u4ubyZKk3e2/7xwEbzO8N+99s1yPvlNniqkNbOBxWoAiroJruTbw/WUfnkGljOywC0wGLpRgvbq9&#10;WWLpwsCfdD7kWkkIpxINNDn3pdapashjmoaeWLRjiB6zrLHWLuIg4b7Ts6J40h5bloYGe9o2VP0e&#10;Tt7A5mOo5/G+2ozh7bj7WVjr7Ls1ZnI3vr6AyjTmf/Pf9d4J/qxYCK+8IzPo1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A719b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c4ssIA&#10;AADeAAAADwAAAGRycy9kb3ducmV2LnhtbERP3WrCMBS+H/gO4QjezdSiQ6tRRCmMsZupD3Bojk21&#10;OSlJrN3bL4PB7s7H93s2u8G2oicfGscKZtMMBHHldMO1gsu5fF2CCBFZY+uYFHxTgN129LLBQrsn&#10;f1F/irVIIRwKVGBi7AopQ2XIYpi6jjhxV+ctxgR9LbXHZwq3rcyz7E1abDg1GOzoYKi6nx5WQfmR&#10;f/b3h/al2w9zSwtzWx6NUpPxsF+DiDTEf/Gf+12n+Xm2WMHvO+kG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Rziy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/FesQA&#10;AADeAAAADwAAAGRycy9kb3ducmV2LnhtbESPQW/CMAyF75P4D5EncRsJMBDqCAghgcZxhR9gNaat&#10;aJzSBFr+/XyYtJstP7/3vvV28I16UhfrwBamEwOKuAiu5tLC5Xz4WIGKCdlhE5gsvCjCdjN6W2Pm&#10;Qs8/9MxTqcSEY4YWqpTaTOtYVOQxTkJLLLdr6DwmWbtSuw57MfeNnhmz1B5rloQKW9pXVNzyh7fw&#10;+eqP93xxMwfnaXqatydOxcLa8fuw+wKVaEj/4r/vbyf1Z2YpAIIjM+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fxXr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F2TsMA&#10;AADeAAAADwAAAGRycy9kb3ducmV2LnhtbERPTWuDQBC9B/oflin0lqx6kMZmFUlIKT21Nu15cCcq&#10;cWfFXY35991CIbd5vM/ZFYvpxUyj6ywriDcRCOLa6o4bBaev4/oZhPPIGnvLpOBGDor8YbXDTNsr&#10;f9Jc+UaEEHYZKmi9HzIpXd2SQbexA3HgznY06AMcG6lHvIZw08skilJpsOPQ0OJA+5bqSzUZBVP6&#10;k5z4/K4/qsPtdXs4lk5+N0o9PS7lCwhPi7+L/91vOsxPojSGv3fCDTL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F2T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xYJMYA&#10;AADeAAAADwAAAGRycy9kb3ducmV2LnhtbERPTWvCQBC9F/oflil4azaNEmzqKioUqgdF2x56G7Nj&#10;kpqdTbNbjf/eFQRv83ifM5p0phZHal1lWcFLFIMgzq2uuFDw9fn+PAThPLLG2jIpOJODyfjxYYSZ&#10;tife0HHrCxFC2GWooPS+yaR0eUkGXWQb4sDtbWvQB9gWUrd4CuGmlkkcp9JgxaGhxIbmJeWH7b9R&#10;8L0epq/r2WLwu1ztsG/034+uUqV6T930DYSnzt/FN/eHDvOTOE3g+k64QY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xYJ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lqK8MA&#10;AADeAAAADwAAAGRycy9kb3ducmV2LnhtbERPS4vCMBC+C/6HMII3Ta1SpGsUH/hgT75gr0Mz25Zt&#10;JqWJWvfXb4QFb/PxPWe2aE0l7tS40rKC0TACQZxZXXKu4HrZDqYgnEfWWFkmBU9ysJh3OzNMtX3w&#10;ie5nn4sQwi5FBYX3dSqlywoy6Ia2Jg7ct20M+gCbXOoGHyHcVDKOokQaLDk0FFjTuqDs53wzCn6T&#10;Lzy6fbzajLWn52S6s5/HnVL9Xrv8AOGp9W/xv/ugw/w4Ssbweifc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5lqK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mb8cMA&#10;AADeAAAADwAAAGRycy9kb3ducmV2LnhtbERPzWrCQBC+C77DMgVvumlIpaZZRYqCt9bUBxiy001I&#10;djZmtxr79N2C4G0+vt8pNqPtxIUG3zhW8LxIQBBXTjdsFJy+9vNXED4ga+wck4Ibedisp5MCc+2u&#10;fKRLGYyIIexzVFCH0OdS+qomi37heuLIfbvBYohwMFIPeI3htpNpkiylxYZjQ409vddUteWPVXB2&#10;6Yseyx1+tLvVZ2NMdv49ZkrNnsbtG4hAY3iI7+6DjvPTZJnB/zvxBr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mb8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lYgcMA&#10;AADeAAAADwAAAGRycy9kb3ducmV2LnhtbERPyW7CMBC9I/UfrKnUGzgFEULAoBapEleWA8fBHpLQ&#10;eJzGLgS+vq6ExG2e3jrzZWdrcaHWV44VvA8SEMTamYoLBfvdVz8D4QOywdoxKbiRh+XipTfH3Lgr&#10;b+iyDYWIIexzVFCG0ORSel2SRT9wDXHkTq61GCJsC2lavMZwW8thkqTSYsWxocSGViXp7+2vVbCu&#10;jjRO9Wlqs0+9Odx/wmhyNkq9vXYfMxCBuvAUP9xrE+cPk3QM/+/EG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7lYg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o/IcUA&#10;AADeAAAADwAAAGRycy9kb3ducmV2LnhtbERP0WoCMRB8F/yHsELfNOk9HO3VKCoILa1CbdHX5bJe&#10;jl42xyU9z79vhIJvszs7Mzvz5eAa0VMXas8aHmcKBHHpTc2Vhu+v7fQJRIjIBhvPpOFKAZaL8WiO&#10;hfEX/qT+ECuRTDgUqMHG2BZShtKSwzDzLXHizr5zGNPYVdJ0eEnmrpGZUrl0WHNKsNjSxlL5c/h1&#10;GnrcX9XJrnfPb/VHme3Xx3eT9vphMqxeQEQa4v34X/1q0vuZynO41UkY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Sj8h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tFIMMA&#10;AADeAAAADwAAAGRycy9kb3ducmV2LnhtbERPPU/DMBDdkfofrKvERh0yFBTqVhVSUccSGDoe8TVO&#10;G99FtmkCvx4jIbHd0/u81WbyvbpSiJ2wgftFAYq4Edtxa+D9bXf3CComZIu9MBn4ogib9exmhZWV&#10;kV/pWqdW5RCOFRpwKQ2V1rFx5DEuZCDO3EmCx5RhaLUNOOZw3+uyKJbaY8e5weFAz46aS/3pDYwv&#10;zce5PB2t+w6D7OqDnMtejLmdT9snUImm9C/+c+9tnl8Wywf4fSf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tFI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zBRccA&#10;AADeAAAADwAAAGRycy9kb3ducmV2LnhtbESPQW/CMAyF70j7D5En7QbpegBUCIjBkKZp0wSDu2m8&#10;tlviVE0G5d/Ph0ncbL3n9z7Pl7136kxdbAIbeBxloIjLYBuuDBw+t8MpqJiQLbrAZOBKEZaLu8Ec&#10;CxsuvKPzPlVKQjgWaKBOqS20jmVNHuMotMSifYXOY5K1q7Tt8CLh3uk8y8baY8PSUGNL65rKn/2v&#10;N7D92Ljv/H23Ouq0fp6c3PT1afNmzMN9v5qBStSnm/n/+sUKfp6NhVfekRn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swUX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a5SsYA&#10;AADeAAAADwAAAGRycy9kb3ducmV2LnhtbERPTWvCQBC9C/0PyxR6Ed2oVNLUVaRQTKGCRqHXMTtN&#10;gtnZkN0m8d93CwVv83ifs9oMphYdta6yrGA2jUAQ51ZXXCg4n94nMQjnkTXWlknBjRxs1g+jFSba&#10;9nykLvOFCCHsElRQet8kUrq8JINuahviwH3b1qAPsC2kbrEP4aaW8yhaSoMVh4YSG3orKb9mP0ZB&#10;d/i8FGnnmo9rPHbPi8tut9dfSj09DttXEJ4Gfxf/u1Md5s+j5Qv8vRNu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9a5S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n4F8gA&#10;AADeAAAADwAAAGRycy9kb3ducmV2LnhtbESPQU/DMAyF70j8h8iTuLFkFbBRlk0MCYkLEhsc2M1r&#10;TFutcUoStsKvx4dJu9ny83vvmy8H36kDxdQGtjAZG1DEVXAt1xY+3p+vZ6BSRnbYBSYLv5Rgubi8&#10;mGPpwpHXdNjkWokJpxItNDn3pdapashjGoeeWG5fIXrMssZau4hHMfedLoy50x5bloQGe3pqqNpv&#10;fryF1f1s9f12w69/692Wtp+7/W0RjbVXo+HxAVSmIZ/Fp+8XJ/ULMxUAwZEZ9OI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GWfgXyAAAAN4AAAAPAAAAAAAAAAAAAAAAAJgCAABk&#10;cnMvZG93bnJldi54bWxQSwUGAAAAAAQABAD1AAAAjQMAAAAA&#10;" fillcolor="black" stroked="f"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ZTjMYA&#10;AADeAAAADwAAAGRycy9kb3ducmV2LnhtbERPS2vCQBC+C/6HZQq96cZArURXqbYFoXrwcfA4zU6T&#10;JdnZkN1q7K93hYK3+fieM1t0thZnar1xrGA0TEAQ504bLhQcD5+DCQgfkDXWjknBlTws5v3eDDPt&#10;Lryj8z4UIoawz1BBGUKTSenzkiz6oWuII/fjWoshwraQusVLDLe1TJNkLC0ajg0lNrQqKa/2v1bB&#10;6WtsJjtD6ffmb/mhNy/VcvteKfX81L1NQQTqwkP8717rOD9NXkdwfyfe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NZTj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agycQA&#10;AADeAAAADwAAAGRycy9kb3ducmV2LnhtbERPTU8CMRC9m/gfmiHxBi17ELJSCNEYvXgQMF4n23G7&#10;7na6tgUWfj0lIfE2L+9zFqvBdeJAITaeNUwnCgRx5U3DtYbd9nU8BxETssHOM2k4UYTV8v5ugaXx&#10;R/6kwybVIodwLFGDTakvpYyVJYdx4nvizP344DBlGGppAh5zuOtkodSjdNhwbrDY07Olqt3snYaw&#10;/n5pz7z/atX54xTffoe/OVqtH0bD+glEoiH9i2/ud5PnF2pWwPWdfINc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WoMn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uzGcQA&#10;AADeAAAADwAAAGRycy9kb3ducmV2LnhtbERP20oDMRB9F/yHMEJfxCZuweratIggFFqEXj5g3Iy7&#10;i8lk2Yzttl/fCELf5nCuM1sMwasD9amNbOFxbEARV9G1XFvY7z4enkElQXboI5OFEyVYzG9vZli6&#10;eOQNHbZSqxzCqUQLjUhXap2qhgKmceyIM/cd+4CSYV9r1+MxhwevC2OedMCWc0ODHb03VP1sf4MF&#10;X3z5l9U0reW012tzDrK5/3TWju6Gt1dQQoNcxf/upcvzCzOdwN87+QY9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rsxn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JqN8QA&#10;AADeAAAADwAAAGRycy9kb3ducmV2LnhtbERPTWsCMRC9F/ofwgi9adalaFmNYivCXjx0tXgdN+Nm&#10;MZksm1S3/fVNodDbPN7nLNeDs+JGfWg9K5hOMhDEtdctNwqOh934BUSIyBqtZ1LwRQHWq8eHJRba&#10;3/mdblVsRArhUKACE2NXSBlqQw7DxHfEibv43mFMsG+k7vGewp2VeZbNpMOWU4PBjt4M1dfq0ynY&#10;Vp3Nj6V5DaeP/flsy+8dnbZKPY2GzQJEpCH+i//cpU7z82z+DL/vp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Sajf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t9msEA&#10;AADeAAAADwAAAGRycy9kb3ducmV2LnhtbERPS4vCMBC+C/sfwizsTZMVVqVrFFkUBE++DnsbkrGt&#10;NpPSRFv/vREEb/PxPWc671wlbtSE0rOG74ECQWy8LTnXcNiv+hMQISJbrDyThjsFmM8+elPMrG95&#10;S7ddzEUK4ZChhiLGOpMymIIchoGviRN38o3DmGCTS9tgm8JdJYdKjaTDklNDgTX9FWQuu6vTcF7J&#10;jTcKzfFwbNd2/L8cUaW0/vrsFr8gInXxLX651zbNH6rxDzzfSTfI2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bfZrBAAAA3g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EQisQA&#10;AADeAAAADwAAAGRycy9kb3ducmV2LnhtbERPTWvCQBC9F/oflhG81Y0pWIlugi0UitJDVUqPY3ZM&#10;QrKzYXfV+O+7guBtHu9zlsVgOnEm5xvLCqaTBARxaXXDlYL97vNlDsIHZI2dZVJwJQ9F/vy0xEzb&#10;C//QeRsqEUPYZ6igDqHPpPRlTQb9xPbEkTtaZzBE6CqpHV5iuOlkmiQzabDh2FBjTx81le32ZBT8&#10;nTZ8/H5dr9x7+LXDzrfpYd4qNR4NqwWIQEN4iO/uLx3np8nbDG7vxBtk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hEIr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BgY8YA&#10;AADeAAAADwAAAGRycy9kb3ducmV2LnhtbERPTWsCMRC9F/wPYYTeauLSVt0aRQuFXgrV9qC3cTPd&#10;XdxMtkmqW3+9EQRv83ifM513thEH8qF2rGE4UCCIC2dqLjV8f709jEGEiGywcUwa/inAfNa7m2Ju&#10;3JFXdFjHUqQQDjlqqGJscylDUZHFMHAtceJ+nLcYE/SlNB6PKdw2MlPqWVqsOTVU2NJrRcV+/Wc1&#10;LCfj5e/nI3+cVrstbTe7/VPmldb3/W7xAiJSF2/iq/vdpPmZGo3g8k66Qc7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bBgY8YAAADeAAAADwAAAAAAAAAAAAAAAACYAgAAZHJz&#10;L2Rvd25yZXYueG1sUEsFBgAAAAAEAAQA9QAAAIsDAAAAAA==&#10;" fillcolor="black" stroked="f"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n/u8YA&#10;AADeAAAADwAAAGRycy9kb3ducmV2LnhtbESPQUsDMRCF74L/IYzgzWatoLI2LUtBFE/bqnidbqab&#10;pZvJksR0/ffOQfA2w3vz3jerzexHVSimIbCB20UFirgLduDewMf7880jqJSRLY6BycAPJdisLy9W&#10;WNtw5h2Vfe6VhHCq0YDLeaq1Tp0jj2kRJmLRjiF6zLLGXtuIZwn3o15W1b32OLA0OJxo66g77b+9&#10;gXLYts1d+Spu9xabPob25fPQGnN9NTdPoDLN+d/8d/1qBX9ZPQivvCMz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n/u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keKcQA&#10;AADeAAAADwAAAGRycy9kb3ducmV2LnhtbERPTWvCQBC9C/6HZYTedKMHW6OriGhpe6mNgh6H7JgN&#10;ZmdDdhujv75bKPQ2j/c5i1VnK9FS40vHCsajBARx7nTJhYLjYTd8AeEDssbKMSm4k4fVst9bYKrd&#10;jb+ozUIhYgj7FBWYEOpUSp8bsuhHriaO3MU1FkOETSF1g7cYbis5SZKptFhybDBY08ZQfs2+rQI/&#10;3mxPH/Yxa8+vhj+zdzPdF0app0G3noMI1IV/8Z/7Tcf5k+R5Br/vxBv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5Hin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B7A27" w:rsidRDefault="009B7A27" w:rsidP="009B7A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B7A27" w:rsidRPr="0066767B" w:rsidRDefault="009B7A27" w:rsidP="009B7A2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66767B">
        <w:rPr>
          <w:rFonts w:ascii="Times New Roman" w:eastAsia="Calibri" w:hAnsi="Times New Roman" w:cs="Times New Roman"/>
          <w:b/>
        </w:rPr>
        <w:t>Р</w:t>
      </w:r>
      <w:proofErr w:type="gramEnd"/>
      <w:r w:rsidRPr="0066767B">
        <w:rPr>
          <w:rFonts w:ascii="Times New Roman" w:eastAsia="Calibri" w:hAnsi="Times New Roman" w:cs="Times New Roman"/>
          <w:b/>
        </w:rPr>
        <w:t>ІШЕННЯ</w:t>
      </w:r>
    </w:p>
    <w:p w:rsidR="009B7A27" w:rsidRPr="0066767B" w:rsidRDefault="009B7A27" w:rsidP="009B7A2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</w:rPr>
        <w:t xml:space="preserve">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9B7A27" w:rsidRPr="0066767B" w:rsidRDefault="009B7A27" w:rsidP="009B7A27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9B7A27" w:rsidRPr="0066767B" w:rsidRDefault="009B7A27" w:rsidP="009B7A27">
      <w:pPr>
        <w:spacing w:after="0" w:line="240" w:lineRule="auto"/>
        <w:rPr>
          <w:rFonts w:ascii="Times New Roman" w:eastAsia="Calibri" w:hAnsi="Times New Roman" w:cs="Times New Roman"/>
        </w:rPr>
      </w:pPr>
    </w:p>
    <w:p w:rsidR="009B7A27" w:rsidRDefault="009B7A27" w:rsidP="009B7A27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27</w:t>
      </w:r>
      <w:r w:rsidRPr="0066767B">
        <w:rPr>
          <w:rFonts w:ascii="Times New Roman" w:eastAsia="Calibri" w:hAnsi="Times New Roman" w:cs="Times New Roman"/>
          <w:sz w:val="24"/>
        </w:rPr>
        <w:t>.0</w:t>
      </w:r>
      <w:r>
        <w:rPr>
          <w:rFonts w:ascii="Times New Roman" w:eastAsia="Calibri" w:hAnsi="Times New Roman" w:cs="Times New Roman"/>
          <w:sz w:val="24"/>
          <w:lang w:val="uk-UA"/>
        </w:rPr>
        <w:t>1</w:t>
      </w:r>
      <w:r w:rsidRPr="0066767B">
        <w:rPr>
          <w:rFonts w:ascii="Times New Roman" w:eastAsia="Calibri" w:hAnsi="Times New Roman" w:cs="Times New Roman"/>
          <w:sz w:val="24"/>
        </w:rPr>
        <w:t xml:space="preserve">.2021р.     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</w:t>
      </w:r>
      <w:r w:rsidRPr="0066767B">
        <w:rPr>
          <w:rFonts w:ascii="Times New Roman" w:eastAsia="Calibri" w:hAnsi="Times New Roman" w:cs="Times New Roman"/>
          <w:sz w:val="24"/>
        </w:rPr>
        <w:t xml:space="preserve">            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      №____</w:t>
      </w:r>
    </w:p>
    <w:p w:rsidR="009B7A27" w:rsidRPr="003F2ADE" w:rsidRDefault="009B7A27" w:rsidP="009B7A27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</w:p>
    <w:p w:rsidR="009B7A27" w:rsidRPr="00902511" w:rsidRDefault="009B7A27" w:rsidP="009B7A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25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надання дозволу на розробку технічної </w:t>
      </w:r>
    </w:p>
    <w:p w:rsidR="009B7A27" w:rsidRPr="00902511" w:rsidRDefault="009B7A27" w:rsidP="009B7A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25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 із землеустрою  щодо проведення</w:t>
      </w:r>
    </w:p>
    <w:p w:rsidR="009B7A27" w:rsidRPr="00902511" w:rsidRDefault="009B7A27" w:rsidP="009B7A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25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інвентаризації земель  на території </w:t>
      </w:r>
      <w:proofErr w:type="spellStart"/>
      <w:r w:rsidRPr="009025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Крупецької</w:t>
      </w:r>
      <w:proofErr w:type="spellEnd"/>
      <w:r w:rsidRPr="009025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9B7A27" w:rsidRPr="00902511" w:rsidRDefault="009B7A27" w:rsidP="009B7A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25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сільської ради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(бувша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Лисиченкська</w:t>
      </w:r>
      <w:proofErr w:type="spellEnd"/>
      <w:r w:rsidRPr="009025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сільська рада),</w:t>
      </w:r>
    </w:p>
    <w:p w:rsidR="009B7A27" w:rsidRPr="00902511" w:rsidRDefault="009B7A27" w:rsidP="009B7A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25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як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межах та за межами  сіл Лисиче,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Потереба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</w:p>
    <w:p w:rsidR="009B7A27" w:rsidRPr="00902511" w:rsidRDefault="009B7A27" w:rsidP="009B7A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Дідова Гора </w:t>
      </w:r>
      <w:r w:rsidRPr="009025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9B7A27" w:rsidRPr="00902511" w:rsidRDefault="009B7A27" w:rsidP="009B7A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B7A27" w:rsidRPr="00D2213E" w:rsidRDefault="009B7A27" w:rsidP="009B7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Pr="00D221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формування земельних ділянок, занесення інформації про них до Державного земельного кадастру, визначення їх угідь та встановлення кількісних характеристик,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2F6ADA">
        <w:rPr>
          <w:rFonts w:ascii="Times New Roman" w:eastAsia="Times New Roman" w:hAnsi="Times New Roman" w:cs="Times New Roman"/>
          <w:lang w:val="uk-UA"/>
        </w:rPr>
        <w:t>ідповідно до пункту 34 частини 1 статті 26,  статті 42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lang w:val="uk-UA"/>
        </w:rPr>
        <w:t>, керуючись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Земельним  кодексом  України,  Законом </w:t>
      </w:r>
      <w:r w:rsidRPr="00D221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 «Про землеустрій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</w:t>
      </w:r>
      <w:r w:rsidRPr="00AE4C4B">
        <w:rPr>
          <w:rFonts w:ascii="Times New Roman" w:eastAsia="Times New Roman" w:hAnsi="Times New Roman" w:cs="Times New Roman"/>
          <w:lang w:val="uk-UA"/>
        </w:rPr>
        <w:t xml:space="preserve">врахувавши пропозицію  </w:t>
      </w:r>
      <w:r w:rsidRPr="00AE4C4B">
        <w:rPr>
          <w:rFonts w:ascii="Times New Roman" w:hAnsi="Times New Roman" w:cs="Times New Roman"/>
          <w:lang w:val="uk-UA"/>
        </w:rPr>
        <w:t>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rFonts w:ascii="Times New Roman" w:hAnsi="Times New Roman" w:cs="Times New Roman"/>
          <w:lang w:val="uk-UA"/>
        </w:rPr>
        <w:t>,</w:t>
      </w:r>
      <w:r w:rsidRPr="00D221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 </w:t>
      </w:r>
    </w:p>
    <w:p w:rsidR="009B7A27" w:rsidRDefault="009B7A27" w:rsidP="009B7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221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И Р І Ш И Л А: </w:t>
      </w:r>
    </w:p>
    <w:p w:rsidR="009B7A27" w:rsidRDefault="009B7A27" w:rsidP="009B7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B7A27" w:rsidRPr="0048367E" w:rsidRDefault="009B7A27" w:rsidP="009B7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1.</w:t>
      </w:r>
      <w:r w:rsidRPr="00D221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на розробку технічної документації із землеустрою щодо проведення інвентаризації земель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території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(бувша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Лисиченська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сільська рада), як в межах та за межами сіл  </w:t>
      </w:r>
      <w:r w:rsidRPr="00624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Лисиче, </w:t>
      </w:r>
      <w:proofErr w:type="spellStart"/>
      <w:r w:rsidRPr="00624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Потереба</w:t>
      </w:r>
      <w:proofErr w:type="spellEnd"/>
      <w:r w:rsidRPr="00624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Дідова Гора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9B7A27" w:rsidRDefault="009B7A27" w:rsidP="009B7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2.Крупецькій </w:t>
      </w:r>
      <w:r w:rsidRPr="00D221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сільській раді замовити розробку технічної документації із  землеустрою щодо проведення інвентаризації земель  у  суб’єкта господарювання, що має відповідну ліцензію на здійснення відповідного виду робіт.</w:t>
      </w:r>
    </w:p>
    <w:p w:rsidR="009B7A27" w:rsidRPr="00D2213E" w:rsidRDefault="009B7A27" w:rsidP="009B7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3.Розроблену т</w:t>
      </w:r>
      <w:r w:rsidRPr="00AE4C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ехнічну документації надати на розгляд та затвердження сесії сільської  ради.</w:t>
      </w:r>
    </w:p>
    <w:p w:rsidR="009B7A27" w:rsidRDefault="009B7A27" w:rsidP="009B7A27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uk-UA"/>
        </w:rPr>
        <w:t xml:space="preserve">          4</w:t>
      </w:r>
      <w:r w:rsidRPr="00AE4C4B">
        <w:rPr>
          <w:rFonts w:ascii="Times New Roman" w:hAnsi="Times New Roman" w:cs="Times New Roman"/>
          <w:lang w:val="uk-UA"/>
        </w:rPr>
        <w:t xml:space="preserve"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04531B">
        <w:rPr>
          <w:rFonts w:ascii="Times New Roman" w:hAnsi="Times New Roman" w:cs="Times New Roman"/>
          <w:lang w:val="uk-UA"/>
        </w:rPr>
        <w:t>(Денисюк Т.В.).</w:t>
      </w:r>
    </w:p>
    <w:p w:rsidR="009B7A27" w:rsidRPr="009B7A27" w:rsidRDefault="009B7A27" w:rsidP="009B7A27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p w:rsidR="00D16343" w:rsidRPr="009B7A27" w:rsidRDefault="009B7A27" w:rsidP="009B7A2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Сільський  голова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val="uk-UA"/>
        </w:rPr>
        <w:t>Валерій    МИХАЛЮК</w:t>
      </w:r>
    </w:p>
    <w:sectPr w:rsidR="00D16343" w:rsidRPr="009B7A27" w:rsidSect="009B7A27">
      <w:pgSz w:w="12240" w:h="15840"/>
      <w:pgMar w:top="1440" w:right="1440" w:bottom="85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28A" w:rsidRDefault="0095528A">
      <w:pPr>
        <w:spacing w:after="0" w:line="240" w:lineRule="auto"/>
      </w:pPr>
      <w:r>
        <w:separator/>
      </w:r>
    </w:p>
  </w:endnote>
  <w:endnote w:type="continuationSeparator" w:id="0">
    <w:p w:rsidR="0095528A" w:rsidRDefault="00955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28A" w:rsidRDefault="0095528A">
      <w:pPr>
        <w:spacing w:after="0" w:line="240" w:lineRule="auto"/>
      </w:pPr>
      <w:r>
        <w:separator/>
      </w:r>
    </w:p>
  </w:footnote>
  <w:footnote w:type="continuationSeparator" w:id="0">
    <w:p w:rsidR="0095528A" w:rsidRDefault="009552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A27"/>
    <w:rsid w:val="0095528A"/>
    <w:rsid w:val="009B7A27"/>
    <w:rsid w:val="00D1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A27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A27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2021-01-18T12:06:00Z</dcterms:created>
  <dcterms:modified xsi:type="dcterms:W3CDTF">2021-01-18T12:06:00Z</dcterms:modified>
</cp:coreProperties>
</file>