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7FA" w:rsidRPr="00DE6ED3" w:rsidRDefault="00CC47FA" w:rsidP="00CC47FA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840" name="Группа 125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84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4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5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0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64AtWlR3AABgWQQADgAAAAAAAAAAAAAA&#10;AAAuAgAAZHJzL2Uyb0RvYy54bWxQSwECLQAUAAYACAAAACEAntNkbd0AAAAGAQAADwAAAAAAAAAA&#10;AAAAAACueQAAZHJzL2Rvd25yZXYueG1sUEsFBgAAAAAEAAQA8wAAAL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Cv1MMA&#10;AADeAAAADwAAAGRycy9kb3ducmV2LnhtbERPS2vCQBC+F/oflil4q5vEUkPqRkRUchCKr/uQHZPQ&#10;7GzIrib+e7dQ6G0+vucslqNpxZ1611hWEE8jEMSl1Q1XCs6n7XsKwnlkja1lUvAgB8v89WWBmbYD&#10;H+h+9JUIIewyVFB732VSurImg25qO+LAXW1v0AfYV1L3OIRw08okij6lwYZDQ40drWsqf443o8DO&#10;dsX+UiWH2Ybnnlff6fUy7pWavI2rLxCeRv8v/nMXOsxP0o8Yft8JN8j8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Cv1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aDAMcA&#10;AADeAAAADwAAAGRycy9kb3ducmV2LnhtbERPTWsCMRC9F/ofwhR6kZrtUtRujSLC2upB0BZ6HTbT&#10;zdbNZEmibv31TUHobR7vc6bz3rbiRD40jhU8DjMQxJXTDdcKPt7LhwmIEJE1to5JwQ8FmM9ub6ZY&#10;aHfmHZ32sRYphEOBCkyMXSFlqAxZDEPXESfuy3mLMUFfS+3xnMJtK/MsG0mLDacGgx0tDVWH/dEq&#10;+C635nM5vqz84HlHl0G5eW3XI6Xu7/rFC4hIffwXX91vOs3PJ08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Ggw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mCmsYA&#10;AADeAAAADwAAAGRycy9kb3ducmV2LnhtbESP0WrCQBBF3wv+wzKCL0U31VIkuoYgKiUvQe0HDNkx&#10;G8zOhuzWxL/vFgp9m+HeuefONhttKx7U+8axgrdFAoK4crrhWsHX9Thfg/ABWWPrmBQ8yUO2m7xs&#10;MdVu4DM9LqEWMYR9igpMCF0qpa8MWfQL1xFH7eZ6iyGufS11j0MMt61cJsmHtNhwJBjsaG+oul++&#10;bYSUKyyL23A9nkYc8FAYfs3PSs2mY74BEWgM/+a/608d6y/X7y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mCm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QP1MQA&#10;AADeAAAADwAAAGRycy9kb3ducmV2LnhtbERPTUvDQBC9C/0Pywje7MYQa4ndllIVpODBKoi3ITtN&#10;gtnZZXds4r/vCoK3ebzPWW0mN6gTxdR7NnAzL0ARN9723Bp4f3u6XoJKgmxx8EwGfijBZj27WGFt&#10;/civdDpIq3IIpxoNdCKh1jo1HTlMcx+IM3f00aFkGFttI4453A26LIqFdthzbugw0K6j5uvw7Qy8&#10;jI9hf7e4PYbPWJU6PVj52IkxV5fT9h6U0CT/4j/3s83zy2VVwe87+Qa9P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0D9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y/dcYA&#10;AADeAAAADwAAAGRycy9kb3ducmV2LnhtbESP3WrCQBCF7wu+wzJCb0rdaH+Q6BqCGCm5EbUPMGTH&#10;bDA7G7KrSd/eLRR6N8M5c74z62y0rbhT7xvHCuazBARx5XTDtYLvc/G6BOEDssbWMSn4IQ/ZZvK0&#10;xlS7gY90P4VaxBD2KSowIXSplL4yZNHPXEcctYvrLYa49rXUPQ4x3LZykSSf0mLDkWCwo62h6nq6&#10;2Qg5vOGhvAznYj/igLvS8Et+VOp5OuYrEIHG8G/+u/7Ssf5i+f4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y/d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o0OMQA&#10;AADeAAAADwAAAGRycy9kb3ducmV2LnhtbERPTUvDQBC9C/0Pywi92Y2hxhK7LaVWEMGDVRBvQ3aa&#10;BLOzy+7YxH/vCoK3ebzPWW8nN6gzxdR7NnC9KEARN9723Bp4e324WoFKgmxx8EwGvinBdjO7WGNt&#10;/cgvdD5Kq3IIpxoNdCKh1jo1HTlMCx+IM3fy0aFkGFttI4453A26LIpKO+w5N3QYaN9R83n8cgae&#10;x0N4uq1uTuEjLkud7q2878WY+eW0uwMlNMm/+M/9aPP8crW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qND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OMSsUA&#10;AADeAAAADwAAAGRycy9kb3ducmV2LnhtbERP22oCMRB9L/gPYYS+SM1We5HVKFUIChZKbaGvw2bc&#10;XdxMliR11783BaFvczjXWax624gz+VA7VvA4zkAQF87UXCr4/tIPMxAhIhtsHJOCCwVYLQd3C8yN&#10;6/iTzodYihTCIUcFVYxtLmUoKrIYxq4lTtzReYsxQV9K47FL4baRkyx7kRZrTg0VtrSpqDgdfq2C&#10;9UdXTv2oWPduf9z+PGtt9LtW6n7Yv81BROrjv/jm3pk0fzJ7eoW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4x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Sx8UA&#10;AADeAAAADwAAAGRycy9kb3ducmV2LnhtbESPQWvDMAyF74P+B6PBbquz0I2Q1i2lIzDGLmv7A0Ss&#10;xVljOdhumv376TDYTeI9vfdps5v9oCaKqQ9s4GlZgCJug+25M3A+NY8VqJSRLQ6BycAPJdhtF3cb&#10;rG248SdNx9wpCeFUowGX81hrnVpHHtMyjMSifYXoMcsaO20j3iTcD7osihftsWdpcDjSwVF7OV69&#10;gea9/JguVxubsJ9Xnp7dd/XqjHm4n/drUJnm/G/+u36zgl9WK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zFLH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C9o8UA&#10;AADeAAAADwAAAGRycy9kb3ducmV2LnhtbERP32vCMBB+H/g/hBP2IjOdbsNVo0whKDgYc4O9Hs3Z&#10;FptLSTJb/3szEPZ2H9/PW6x624gz+VA7VvA4zkAQF87UXCr4/tIPMxAhIhtsHJOCCwVYLQd3C8yN&#10;6/iTzodYihTCIUcFVYxtLmUoKrIYxq4lTtzReYsxQV9K47FL4baRkyx7kRZrTg0VtrSpqDgdfq2C&#10;9UdXTv2oWPduf9z+PGtt9LtW6n7Yv81BROrjv/jm3pk0fzJ7eoW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sL2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IHMUA&#10;AADeAAAADwAAAGRycy9kb3ducmV2LnhtbESPQWvDMAyF74P+B6PBbquzsI6Q1i2lIzDGLmv7A0Ss&#10;xVljOdhumv376TDYTUJP771vs5v9oCaKqQ9s4GlZgCJug+25M3A+NY8VqJSRLQ6BycAPJdhtF3cb&#10;rG248SdNx9wpMeFUowGX81hrnVpHHtMyjMRy+wrRY5Y1dtpGvIm5H3RZFC/aY8+S4HCkg6P2crx6&#10;A817+TFdrjY2YT8/e1q57+rVGfNwP+/XoDLN+V/89/1mpX5ZrQR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Y8g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Hzb8IA&#10;AADeAAAADwAAAGRycy9kb3ducmV2LnhtbERP22rCQBB9L/gPywi+NZvYRkJ0FSlY6mOjHzBkxySY&#10;nY3ZbS5/7xYKfZvDuc7uMJlWDNS7xrKCJIpBEJdWN1wpuF5OrxkI55E1tpZJwUwODvvFyw5zbUf+&#10;pqHwlQgh7HJUUHvf5VK6siaDLrIdceButjfoA+wrqXscQ7hp5TqON9Jgw6Ghxo4+airvxY9R8D6P&#10;n48ivccnbSg5v3Vn9mWq1Go5HbcgPE3+X/zn/tJh/jpLE/h9J9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4fNv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7t8QA&#10;AADeAAAADwAAAGRycy9kb3ducmV2LnhtbERPS2vCQBC+F/oflin01mwMVGyaVaSSUjzVmPY8ZCcP&#10;zM6G7Ebjv+8KBW/z8T0n28ymF2caXWdZwSKKQRBXVnfcKCiP+csKhPPIGnvLpOBKDjbrx4cMU20v&#10;fKBz4RsRQtilqKD1fkildFVLBl1kB+LA1XY06AMcG6lHvIRw08skjpfSYMehocWBPlqqTsVkFEzL&#10;36Tkeq+/i931822Xb538aZR6fpq37yA8zf4u/nd/6TA/Wb0mcHsn3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xe7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JuMcYA&#10;AADeAAAADwAAAGRycy9kb3ducmV2LnhtbERPTWvCQBC9F/wPywi91U3VhjS6SlsQbA+KWg/exuw0&#10;iWZnY3ar8d+7QqG3ebzPGU9bU4kzNa60rOC5F4EgzqwuOVfwvZk9JSCcR9ZYWSYFV3IwnXQexphq&#10;e+EVndc+FyGEXYoKCu/rVEqXFWTQ9WxNHLgf2xj0ATa51A1eQripZD+KYmmw5NBQYE0fBWXH9a9R&#10;sF0m8evy/XN4+FrscWD0aafLWKnHbvs2AuGp9f/iP/dch/n95GUA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xJuM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Jh0cQA&#10;AADeAAAADwAAAGRycy9kb3ducmV2LnhtbERPTWvCQBC9F/oflhF6qxvTNISYVaqlWjxZFbwO2TEJ&#10;ZmdDdquxv94tFHqbx/ucYj6YVlyod41lBZNxBIK4tLrhSsFh//GcgXAeWWNrmRTcyMF89vhQYK7t&#10;lb/osvOVCCHsclRQe9/lUrqyJoNubDviwJ1sb9AH2FdS93gN4aaVcRSl0mDDoaHGjpY1lefdt1Hw&#10;kx5x69bx4v1Fe7ol2cputiulnkbD2xSEp8H/i//cnzrMj7PXBH7fCTf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CYd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t5MMA&#10;AADeAAAADwAAAGRycy9kb3ducmV2LnhtbERPzYrCMBC+L/gOYQRva2qxi1ajyKLgzbX6AEMzpsVm&#10;Upus1n36jbCwt/n4fme57m0j7tT52rGCyTgBQVw6XbNRcD7t3mcgfEDW2DgmBU/ysF4N3paYa/fg&#10;I92LYEQMYZ+jgiqENpfSlxVZ9GPXEkfu4jqLIcLOSN3hI4bbRqZJ8iEt1hwbKmzps6LyWnxbBTeX&#10;Zrovtni4budftTHT289xqtRo2G8WIAL14V/8597rOD+dZR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et5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VeMMA&#10;AADeAAAADwAAAGRycy9kb3ducmV2LnhtbERPyW7CMBC9I/UfrKnEDZyCSNMUgwoSEleWQ49Te0jS&#10;xuM0NhD4eoyExG2e3jrTeWdrcaLWV44VvA0TEMTamYoLBfvdapCB8AHZYO2YFFzIw3z20ptibtyZ&#10;N3TahkLEEPY5KihDaHIpvS7Joh+6hjhyB9daDBG2hTQtnmO4reUoSVJpseLYUGJDy5L03/ZoFayr&#10;H5qk+vBhs4XefF//w/j91yjVf+2+PkEE6sJT/HCvTZw/yiYp3N+JN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lVe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QJNMYA&#10;AADeAAAADwAAAGRycy9kb3ducmV2LnhtbERP0WrCQBB8L/gPxwp9qxcDtRo9RQuFSlWoir4uuTUX&#10;zO2F3DXGv+8Jhb7N7uzM7MwWna1ES40vHSsYDhIQxLnTJRcKjoePlzEIH5A1Vo5JwZ08LOa9pxlm&#10;2t34m9p9KEQ0YZ+hAhNCnUnpc0MW/cDVxJG7uMZiiGNTSN3gLZrbSqZJMpIWS44JBmt6N5Rf9z9W&#10;QYu7e3I2q+1kXW7ydLc6fem4V8/9bjkFEagL/8d/6k8d30/Hr2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QJN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ZC3MQA&#10;AADeAAAADwAAAGRycy9kb3ducmV2LnhtbESPQU/DMAyF70j8h8hI3FhKJdBUlk0IaYgjFA4cTeM1&#10;HY1dJWEt/Hp8QOJm6z2/93mzW+JoTpTyIOzgelWBIe7ED9w7eHvdX63B5ILscRQmB9+UYbc9P9tg&#10;42XmFzq1pTcawrlBB6GUqbE2d4Ei5pVMxKodJEUsuqbe+oSzhsfR1lV1ayMOrA0BJ3oI1H22X9HB&#10;/Nh9HOvDuw8/aZJ9+yzHehTnLi+W+zswhZbyb/67fvKKX69vlF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mQt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L3UMYA&#10;AADeAAAADwAAAGRycy9kb3ducmV2LnhtbERP22rCQBB9L/gPywi+1Y2B1jR1FesFiihF275Ps2OS&#10;dnc2ZLca/74rCH2bw7nOZNZZI07U+tqxgtEwAUFcOF1zqeDjfX2fgfABWaNxTAou5GE27d1NMNfu&#10;zHs6HUIpYgj7HBVUITS5lL6oyKIfuoY4ckfXWgwRtqXULZ5juDUyTZJHabHm2FBhQ4uKip/Dr1Ww&#10;flua73S3n3/KsFiNv0y2eVlulRr0u/kziEBd+Bff3K86zk+zhye4vh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L3U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J5MgA&#10;AADeAAAADwAAAGRycy9kb3ducmV2LnhtbESPT2vCQBDF74LfYZmCF6mbWpSQuooURIUW/FPodcxO&#10;k2B2NmTXmH77zqHgbYZ58977LVa9q1VHbag8G3iZJKCIc28rLgx8nTfPKagQkS3WnsnALwVYLYeD&#10;BWbW3/lI3SkWSkw4ZGigjLHJtA55SQ7DxDfEcvvxrcMoa1to2+JdzF2tp0ky1w4rloQSG3ovKb+e&#10;bs5Ad/i4FLsuNPtrOg6z18t2+2m/jRk99es3UJH6+BD/f++s1J+mcwEQHJ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8kn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KSYsUA&#10;AADeAAAADwAAAGRycy9kb3ducmV2LnhtbERPTWvCQBC9C/6HZQq96cZQJUZX0UKhl4LaHuptzE6T&#10;YHY23d1q9Ne7gtDbPN7nzJedacSJnK8tKxgNExDEhdU1lwq+Pt8GGQgfkDU2lknBhTwsF/3eHHNt&#10;z7yl0y6UIoawz1FBFUKbS+mLigz6oW2JI/djncEQoSuldniO4aaRaZJMpMGaY0OFLb1WVBx3f0bB&#10;epqtfzcv/HHdHva0/z4cx6lLlHp+6lYzEIG68C9+uN91nJ9mkxHc34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0pJixQAAAN4AAAAPAAAAAAAAAAAAAAAAAJgCAABkcnMv&#10;ZG93bnJldi54bWxQSwUGAAAAAAQABAD1AAAAigMAAAAA&#10;" fillcolor="black" stroked="f"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MCFcYA&#10;AADeAAAADwAAAGRycy9kb3ducmV2LnhtbERPS2vCQBC+C/6HZYTedNNAQ0hdpT4KhepB20OP0+w0&#10;WZKdDdlV0/76riB4m4/vOfPlYFtxpt4bxwoeZwkI4tJpw5WCz4/XaQ7CB2SNrWNS8EselovxaI6F&#10;dhc+0PkYKhFD2BeooA6hK6T0ZU0W/cx1xJH7cb3FEGFfSd3jJYbbVqZJkkmLhmNDjR2tayqb48kq&#10;+HrPTH4wlH7v/lZbvXtqVvtNo9TDZHh5BhFoCHfxzf2m4/w0z1K4vhNv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MCF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3KvMQA&#10;AADeAAAADwAAAGRycy9kb3ducmV2LnhtbERPS2sCMRC+F/wPYYTeNFsLsmyNIhWxlx7qg16HzXSz&#10;3c1kTaKu/vpGEHqbj+85s0VvW3EmH2rHCl7GGQji0umaKwX73XqUgwgRWWPrmBRcKcBiPniaYaHd&#10;hb/ovI2VSCEcClRgYuwKKUNpyGIYu444cT/OW4wJ+kpqj5cUbls5ybKptFhzajDY0buhstmerAK/&#10;/F41Nz4dmuz2eQ2b3/6Yo1Hqedgv30BE6uO/+OH+0Gn+JJ++wv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dyr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yg9cQA&#10;AADeAAAADwAAAGRycy9kb3ducmV2LnhtbERP22rCQBB9L/gPywi+lLrRB6Opq0ihUFAKXj5gmp0m&#10;wd3ZkJ1q9OvdQqFvczjXWa5779SFutgENjAZZ6CIy2Abrgycju8vc1BRkC26wGTgRhHWq8HTEgsb&#10;rryny0EqlUI4FmigFmkLrWNZk8c4Di1x4r5D51ES7CptO7ymcO/0NMtm2mPDqaHGlt5qKs+HH2/A&#10;Tb/cYpvHndxOepfdveyfP60xo2G/eQUl1Mu/+M/9YdP8SZ7P4PeddINe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coP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BENMUA&#10;AADeAAAADwAAAGRycy9kb3ducmV2LnhtbERPPW/CMBDdkfofrKvUDRwYGpRiUFuElKVDQyrWIz7i&#10;CPscxS6k/HpcqVK3e3qft9qMzooLDaHzrGA+y0AQN1533Cqo97vpEkSIyBqtZ1LwQwE264fJCgvt&#10;r/xJlyq2IoVwKFCBibEvpAyNIYdh5nvixJ384DAmOLRSD3hN4c7KRZY9S4cdpwaDPb0bas7Vt1Ow&#10;rXq7qEvzFg5fH8ejLW87OmyVenocX19ARBrjv/jPXeo0f57nO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QEQ0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picMYA&#10;AADeAAAADwAAAGRycy9kb3ducmV2LnhtbESPT2vDMAzF74N9B6NBb6vdHZqS1S2lrFDYaf1z6E3Y&#10;WpItlkPsNem3nw6F3iTe03s/LddjaNWV+tREtjCbGlDELvqGKwun4+51ASplZI9tZLJwowTr1fPT&#10;EksfB/6i6yFXSkI4lWihzrkrtU6upoBpGjti0b5jHzDL2lfa9zhIeGj1mzFzHbBhaaixo21N7vfw&#10;Fyz87PRndAbd+XQe9r64fMypNdZOXsbNO6hMY36Y79d7L/izohBeeU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pic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40jMQA&#10;AADeAAAADwAAAGRycy9kb3ducmV2LnhtbERPTWvCQBC9C/0PyxR6040W1EZXsYVCUTw0FvE4Zsck&#10;JDsbdleN/94VhN7m8T5nvuxMIy7kfGVZwXCQgCDOra64UPC3++5PQfiArLGxTApu5GG5eOnNMdX2&#10;yr90yUIhYgj7FBWUIbSplD4vyaAf2JY4cifrDIYIXSG1w2sMN40cJclYGqw4NpTY0ldJeZ2djYLD&#10;ecOn7ft65T7D3nY7X4+O01qpt9duNQMRqAv/4qf7R8f5w8nkAx7vx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+NI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w4RMkA&#10;AADeAAAADwAAAGRycy9kb3ducmV2LnhtbESPQU/CQBCF7yb+h82YeJMtRLRWFiImJlxIBD3IbeiO&#10;bUN3tu6uUPj1zIGE20zmzXvvm8x616o9hdh4NjAcZKCIS28brgx8f3085KBiQrbYeiYDR4owm97e&#10;TLCw/sAr2q9TpcSEY4EG6pS6QutY1uQwDnxHLLdfHxwmWUOlbcCDmLtWj7LsSTtsWBJq7Oi9pnK3&#10;/ncG5i/5/O/zkZen1XZDm5/tbjwKmTH3d/3bK6hEfbqKL98LK/WHz7kACI7Mo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kw4RMkAAADeAAAADwAAAAAAAAAAAAAAAACYAgAA&#10;ZHJzL2Rvd25yZXYueG1sUEsFBgAAAAAEAAQA9QAAAI4DAAAAAA==&#10;" fillcolor="black" stroked="f"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aWdcMA&#10;AADeAAAADwAAAGRycy9kb3ducmV2LnhtbERP30vDMBB+F/Y/hBN8c2kVdHTLRhkMh0/dVHy9Nbem&#10;2FxKkmX1vzeC4Nt9fD9vtZnsIBL50DtWUM4LEMSt0z13Ct7fdvcLECEiaxwck4JvCrBZz25WWGl3&#10;5QOlY+xEDuFQoQIT41hJGVpDFsPcjcSZOztvMWboO6k9XnO4HeRDUTxJiz3nBoMjbQ21X8eLVZBO&#10;26Z+TJ/JHF593XnXvHycGqXubqd6CSLSFP/Ff+69zvPL50U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aWd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hMC8UA&#10;AADeAAAADwAAAGRycy9kb3ducmV2LnhtbERPTWvCQBC9F/wPywje6iYerI2uItJK20ttFPQ4ZMds&#10;MDsbstsY/fXdQqG3ebzPWax6W4uOWl85VpCOExDEhdMVlwoO+9fHGQgfkDXWjknBjTysloOHBWba&#10;XfmLujyUIoawz1CBCaHJpPSFIYt+7BriyJ1dazFE2JZSt3iN4baWkySZSosVxwaDDW0MFZf82yrw&#10;6ebl+GHvz91pa/gzfzfTXWmUGg379RxEoD78i//cbzrOT59mE/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yEw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C47FA" w:rsidRPr="00DE6ED3" w:rsidRDefault="00CC47FA" w:rsidP="00CC47F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2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C47FA" w:rsidRDefault="00CC47FA" w:rsidP="00CC47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09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tQgGq9nU9vJEwaUho5og+P&#10;v26HUFmHH2e/GBYgKMOMkOFnrKVE2Zszim9H1YghJZ5RB6PBoOTQRTdaq27kFdJZ981u5MBo11h7&#10;EzcoL09kqFva5Ohh21s7DgnTgSdKYfS5DzFwBb+rQRl9LJZbGLsj2IquNSxqCDzsOETT9e8RHK/p&#10;e6QPMwZuJ8NWo+KfsN+Mqxlqy8IBYjm2uin6gYwLT4fri381ZUSoZwLuD57QOo9mXm1GPK/D18fz&#10;MzwGOLB55+pfNb+16Ftl3NsQxQsTNqzNDnazH5+1Z6IP0YjL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mkr+unt4AAAS&#10;WQQADgAAAAAAAAAAAAAAAAAuAgAAZHJzL2Uyb0RvYy54bWxQSwECLQAUAAYACAAAACEA386QMOIA&#10;AAANAQAADwAAAAAAAAAAAAAAAADVegAAZHJzL2Rvd25yZXYueG1sUEsFBgAAAAAEAAQA8wAAAOR7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C47FA" w:rsidRDefault="00CC47FA" w:rsidP="00CC47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C47FA" w:rsidRPr="00DE6ED3" w:rsidRDefault="00CC47FA" w:rsidP="00CC47F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CC47FA" w:rsidRPr="00DE6ED3" w:rsidRDefault="00CC47FA" w:rsidP="00CC47FA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CC47FA" w:rsidRPr="00DE6ED3" w:rsidRDefault="00CC47FA" w:rsidP="00CC47F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ІХ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CC47FA" w:rsidRPr="00DE6ED3" w:rsidRDefault="00CC47FA" w:rsidP="00CC47F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C47FA" w:rsidRPr="00DE6ED3" w:rsidRDefault="00CC47FA" w:rsidP="00CC47FA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C47FA" w:rsidRPr="00583DD8" w:rsidRDefault="00CC47FA" w:rsidP="00CC47F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.03.2021р.                         Крупець                                        </w:t>
      </w:r>
      <w:r>
        <w:rPr>
          <w:rFonts w:ascii="Times New Roman" w:eastAsia="Calibri" w:hAnsi="Times New Roman" w:cs="Times New Roman"/>
          <w:sz w:val="24"/>
        </w:rPr>
        <w:t>№_____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Pr="007774C9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CC47FA" w:rsidRPr="00E45DF9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Чулія А.В.</w:t>
      </w:r>
    </w:p>
    <w:p w:rsidR="00CC47FA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C47FA" w:rsidRPr="007909B8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Чулія А.В.,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CC47FA" w:rsidRPr="007909B8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CC47FA" w:rsidRPr="007909B8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C47FA" w:rsidRPr="00942C3B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r>
        <w:rPr>
          <w:rFonts w:ascii="Times New Roman" w:eastAsia="Calibri" w:hAnsi="Times New Roman" w:cs="Times New Roman"/>
          <w:sz w:val="24"/>
        </w:rPr>
        <w:t>Чулію Андрію Володимировичу</w:t>
      </w:r>
      <w:r w:rsidRPr="00AF1741">
        <w:rPr>
          <w:rFonts w:ascii="Times New Roman" w:eastAsia="Calibri" w:hAnsi="Times New Roman" w:cs="Times New Roman"/>
          <w:sz w:val="24"/>
        </w:rPr>
        <w:t>, який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3,2888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га,  кадастр</w:t>
      </w:r>
      <w:r>
        <w:rPr>
          <w:rFonts w:ascii="Times New Roman" w:eastAsia="Arial Unicode MS" w:hAnsi="Times New Roman" w:cs="Times New Roman"/>
          <w:sz w:val="24"/>
          <w:szCs w:val="24"/>
        </w:rPr>
        <w:t>овий номер: 6823984000:03:002:0109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Славутський  (Шепетівський)  район, за межами населеного пункту с.Крупець.</w:t>
      </w:r>
    </w:p>
    <w:p w:rsidR="00CC47FA" w:rsidRPr="007909B8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Чулію А.В.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CC47FA" w:rsidRPr="00DE6ED3" w:rsidRDefault="00CC47FA" w:rsidP="00CC47F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C47FA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CC47FA" w:rsidRPr="00DE6ED3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47E08" w:rsidRPr="00CC47FA" w:rsidRDefault="00CC47FA" w:rsidP="00CC47F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47E08" w:rsidRPr="00CC47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7FA"/>
    <w:rsid w:val="00171A2E"/>
    <w:rsid w:val="00304C90"/>
    <w:rsid w:val="00505B6D"/>
    <w:rsid w:val="00647E08"/>
    <w:rsid w:val="006D3977"/>
    <w:rsid w:val="007D6C18"/>
    <w:rsid w:val="00CC47F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2021-03-22T07:28:00Z</dcterms:created>
  <dcterms:modified xsi:type="dcterms:W3CDTF">2021-03-22T07:28:00Z</dcterms:modified>
</cp:coreProperties>
</file>