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685866958"/>
    <w:bookmarkEnd w:id="1"/>
    <w:p w:rsidR="00A24F98" w:rsidRPr="00EF19B8" w:rsidRDefault="00CB179E" w:rsidP="00A24F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object w:dxaOrig="9360" w:dyaOrig="125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27.75pt" o:ole="">
            <v:imagedata r:id="rId5" o:title=""/>
          </v:shape>
          <o:OLEObject Type="Embed" ProgID="Word.Document.12" ShapeID="_x0000_i1025" DrawAspect="Content" ObjectID="_1685885567" r:id="rId6">
            <o:FieldCodes>\s</o:FieldCodes>
          </o:OLEObject>
        </w:object>
      </w:r>
      <w:bookmarkEnd w:id="0"/>
    </w:p>
    <w:p w:rsidR="00222A87" w:rsidRDefault="00222A87"/>
    <w:sectPr w:rsidR="00222A8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F98"/>
    <w:rsid w:val="00222A87"/>
    <w:rsid w:val="00A24F98"/>
    <w:rsid w:val="00CB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F9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F9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45</TotalTime>
  <Pages>1</Pages>
  <Words>4</Words>
  <Characters>29</Characters>
  <Application>Microsoft Office Word</Application>
  <DocSecurity>0</DocSecurity>
  <Lines>1</Lines>
  <Paragraphs>1</Paragraphs>
  <ScaleCrop>false</ScaleCrop>
  <Company>SPecialiST RePack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2021-06-22T08:37:00Z</dcterms:created>
  <dcterms:modified xsi:type="dcterms:W3CDTF">2021-06-22T13:46:00Z</dcterms:modified>
</cp:coreProperties>
</file>