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2D" w:rsidRDefault="00BC6F2D" w:rsidP="00BC6F2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F2D" w:rsidRDefault="00BC6F2D" w:rsidP="00BC6F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6F2D" w:rsidRDefault="00BC6F2D" w:rsidP="00BC6F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C6F2D" w:rsidRDefault="00BC6F2D" w:rsidP="00BC6F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C6F2D" w:rsidRDefault="00BC6F2D" w:rsidP="00BC6F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6F2D" w:rsidRDefault="00BC6F2D" w:rsidP="00BC6F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C6F2D" w:rsidRPr="00F2698F" w:rsidRDefault="00BC6F2D" w:rsidP="00BC6F2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BC6F2D" w:rsidRPr="00F2698F" w:rsidRDefault="00BC6F2D" w:rsidP="00BC6F2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C6F2D" w:rsidRPr="00F2698F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</w:t>
      </w:r>
      <w:proofErr w:type="spellStart"/>
      <w:r w:rsidRPr="00F2698F">
        <w:rPr>
          <w:rFonts w:ascii="Times New Roman" w:eastAsia="Calibri" w:hAnsi="Times New Roman" w:cs="Times New Roman"/>
          <w:sz w:val="24"/>
          <w:lang w:eastAsia="en-US"/>
        </w:rPr>
        <w:t>Україні»,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BC6F2D" w:rsidRPr="00F2698F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C6F2D" w:rsidRPr="00F2698F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664B4" w:rsidRPr="004664B4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0,10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42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C6F2D" w:rsidRPr="00F2698F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C6F2D" w:rsidRPr="00F2698F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3. Даний дозвіл дійсний на протязі року з дня прийняття даного рішення.</w:t>
      </w:r>
    </w:p>
    <w:p w:rsidR="00BC6F2D" w:rsidRPr="00F2698F" w:rsidRDefault="00BC6F2D" w:rsidP="00BC6F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C6F2D" w:rsidRPr="00F2698F" w:rsidRDefault="00BC6F2D" w:rsidP="00BC6F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C6F2D" w:rsidRPr="00BC6F2D" w:rsidRDefault="00BC6F2D" w:rsidP="00BC6F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83ABE" w:rsidRPr="00BC6F2D" w:rsidRDefault="00BC6F2D" w:rsidP="00BC6F2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Валерій  МИХАЛЮК </w:t>
      </w:r>
    </w:p>
    <w:sectPr w:rsidR="00E83ABE" w:rsidRPr="00BC6F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2D"/>
    <w:rsid w:val="004664B4"/>
    <w:rsid w:val="00BC6F2D"/>
    <w:rsid w:val="00E8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2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C6F2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C6F2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C6F2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2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C6F2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C6F2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C6F2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2021-07-07T06:11:00Z</dcterms:created>
  <dcterms:modified xsi:type="dcterms:W3CDTF">2021-07-07T08:03:00Z</dcterms:modified>
</cp:coreProperties>
</file>