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62" w:rsidRPr="00B623A8" w:rsidRDefault="00DF4862" w:rsidP="00DF486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F19BAB" wp14:editId="48EDC1D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38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38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862" w:rsidRDefault="00DF4862" w:rsidP="00DF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CK2XE0uHgA&#10;AF9ZBAAOAAAAAAAAAAAAAAAAAC4CAABkcnMvZTJvRG9jLnhtbFBLAQItABQABgAIAAAAIQCyHUyb&#10;4AAAAAoBAAAPAAAAAAAAAAAAAAAAABJ7AABkcnMvZG93bnJldi54bWxQSwUGAAAAAAQABADzAAAA&#10;H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51IMQA&#10;AADeAAAADwAAAGRycy9kb3ducmV2LnhtbERPS2vCQBC+F/wPywi91Y2mtCFmFRFbcggUrd6H7OSB&#10;2dmQ3Sbpv+8WCr3Nx/ecbD+bTow0uNaygvUqAkFcWt1yreD6+faUgHAeWWNnmRR8k4P9bvGQYart&#10;xGcaL74WIYRdigoa7/tUSlc2ZNCtbE8cuMoOBn2AQy31gFMIN53cRNGLNNhyaGiwp2ND5f3yZRTY&#10;+D0vbvXmHJ/41fPhI6luc6HU43I+bEF4mv2/+M+d6zA/jpNn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+dSD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ZiGMcA&#10;AADeAAAADwAAAGRycy9kb3ducmV2LnhtbERPS0sDMRC+C/6HMIKX0mZrsY+1aSmFVetB6AN6HTbj&#10;ZnUzWZLYrv31Rih4m4/vOfNlZxtxIh9qxwqGgwwEcel0zZWCw77oT0GEiKyxcUwKfijAcnF7M8dc&#10;uzNv6bSLlUghHHJUYGJscylDachiGLiWOHEfzluMCfpKao/nFG4b+ZBlY2mx5tRgsKW1ofJr920V&#10;fBbv5rieXJ59b7alS694e2k2Y6Xu77rVE4hIXfwXX92vOs0fjaaP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2Yh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dYbsYA&#10;AADeAAAADwAAAGRycy9kb3ducmV2LnhtbESPzWrDMBCE74W8g9hCLiWRG0MITpRgQl2KLyY/D7BY&#10;G8vUWhlLjd23rwqB3HaZ2flmd4fJduJOg28dK3hfJiCIa6dbbhRcL8ViA8IHZI2dY1LwSx4O+9nL&#10;DjPtRj7R/RwaEUPYZ6jAhNBnUvrakEW/dD1x1G5usBjiOjRSDzjGcNvJVZKspcWWI8FgT0dD9ff5&#10;x0ZIlWJV3sZL8TnhiB+l4bf8pNT8dcq3IAJN4Wl+XH/pWD9NN2v4fyfOIP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dYb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/oz8UA&#10;AADeAAAADwAAAGRycy9kb3ducmV2LnhtbERPTUsDMRC9C/0PYQRvbdZW27I2LaUqiODBKpTehs10&#10;d3EzCcnYXf+9EQre5vE+Z7UZXKfOFFPr2cDtpABFXHnbcm3g8+N5vASVBNli55kM/FCCzXp0tcLS&#10;+p7f6byXWuUQTiUaaERCqXWqGnKYJj4QZ+7ko0PJMNbaRuxzuOv0tCjm2mHLuaHBQLuGqq/9tzPw&#10;1j+F18X8/hSO8W6q06OVw06Mubketg+ghAb5F1/cLzbPn82WC/h7J9+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+j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ph8UA&#10;AADeAAAADwAAAGRycy9kb3ducmV2LnhtbESPzWrDMAzH74O9g1Fhl7E6XWCULE4pox2jl9K0DyBi&#10;NQ6N5RB7Tfb202Gwm4T+Hz+Vm9n36k5j7AIbWC0zUMRNsB23Bi7n/csaVEzIFvvAZOCHImyqx4cS&#10;CxsmPtG9Tq2SEI4FGnApDYXWsXHkMS7DQCy3axg9JlnHVtsRJwn3vX7NsjftsWNpcDjQh6PmVn97&#10;KTnmeDxcp/P+c8YJdwfHz9uTMU+LefsOKtGc/sV/7i8r+Hm+Fl55R2bQ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Gm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zZJsUA&#10;AADeAAAADwAAAGRycy9kb3ducmV2LnhtbERPTUsDMRC9C/6HMII3m7XV2q5Ni1QFEXpoLZTehs10&#10;d3EzCcnYXf+9EQRv83ifs1gNrlNniqn1bOB2VIAirrxtuTaw/3i9mYFKgmyx80wGvinBanl5scDS&#10;+p63dN5JrXIIpxINNCKh1DpVDTlMIx+IM3fy0aFkGGttI/Y53HV6XBRT7bDl3NBgoHVD1efuyxnY&#10;9C/h/WF6fwrHeDfW6dnKYS3GXF8NT4+ghAb5F/+532yeP5nM5v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7Nk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7j8cA&#10;AADeAAAADwAAAGRycy9kb3ducmV2LnhtbESPT0vDQBDF74LfYRnBi9iNBoum3RYrLAoK0j/gdchO&#10;k9DsbNhdm/jtnYPgbYZ58977LdeT79WZYuoCG7ibFaCI6+A6bgwc9vb2EVTKyA77wGTghxKsV5cX&#10;S6xcGHlL511ulJhwqtBAm/NQaZ3qljymWRiI5XYM0WOWNTbaRRzF3Pf6vijm2mPHktDiQC8t1afd&#10;tzew+RybMt7Umym8H1+/Hqx19sMac301PS9AZZryv/jv+81J/bJ8Eg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K+4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YU68MA&#10;AADeAAAADwAAAGRycy9kb3ducmV2LnhtbERP22oCMRB9L/gPYYS+1azaiq5GEctCKX3x8gHDZtys&#10;biZLEtf1702h0Lc5nOusNr1tREc+1I4VjEcZCOLS6ZorBadj8TYHESKyxsYxKXhQgM168LLCXLs7&#10;76k7xEqkEA45KjAxtrmUoTRkMYxcS5y4s/MWY4K+ktrjPYXbRk6ybCYt1pwaDLa0M1ReDzeroPie&#10;/HTXm/aF2/bvlj7MZf5plHod9tsliEh9/Bf/ub90mj+dLsbw+066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YU6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TAY8UA&#10;AADeAAAADwAAAGRycy9kb3ducmV2LnhtbERP32vCMBB+H+x/CDfwRWY6y2TrjDKFoDBBdIO9Hs3Z&#10;ljWXkkTb/feLIOztPr6fN18OthUX8qFxrOBpkoEgLp1puFLw9akfX0CEiGywdUwKfinAcnF/N8fC&#10;uJ4PdDnGSqQQDgUqqGPsCilDWZPFMHEdceJOzluMCfpKGo99CretnGbZTFpsODXU2NG6pvLneLYK&#10;Vvu+yv24XA3u47T5ftba6J1WavQwvL+BiDTEf/HNvTVpfp6/TuH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lMB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vB8MA&#10;AADeAAAADwAAAGRycy9kb3ducmV2LnhtbERP3WrCMBS+H/gO4Qy8m+nsJlqNIkphjN3Y7QEOzbGp&#10;NiclibV7+2Uw2N35+H7PZjfaTgzkQ+tYwfMsA0FcO91yo+Drs3xagggRWWPnmBR8U4DddvKwwUK7&#10;O59oqGIjUgiHAhWYGPtCylAbshhmridO3Nl5izFB30jt8Z7CbSfnWbaQFltODQZ7Ohiqr9XNKijf&#10;5x/D9aZ96fbji6VXc1kejVLTx3G/BhFpjP/iP/ebTvPzfJXD7zvp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gvB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8pm8AA&#10;AADeAAAADwAAAGRycy9kb3ducmV2LnhtbERPzYrCMBC+L/gOYQRva+pWRatRFkHRo9UHGJqxLTaT&#10;2kRb394Igrf5+H5nue5MJR7UuNKygtEwAkGcWV1yruB82v7OQDiPrLGyTAqe5GC96v0sMdG25SM9&#10;Up+LEMIuQQWF93UipcsKMuiGtiYO3MU2Bn2ATS51g20IN5X8i6KpNFhyaCiwpk1B2TW9GwXjZ7u7&#10;pZNrtNWGRoe4PrDPJkoN+t3/AoSnzn/FH/deh/lxPB/D+51wg1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88pm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ar8MA&#10;AADeAAAADwAAAGRycy9kb3ducmV2LnhtbERPS4vCMBC+C/sfwizsTdNVlLWaiqy4iCftquehmT6w&#10;mZQmav33RhC8zcf3nPmiM7W4Uusqywq+BxEI4szqigsFh/91/weE88gaa8uk4E4OFslHb46xtjfe&#10;0zX1hQgh7GJUUHrfxFK6rCSDbmAb4sDltjXoA2wLqVu8hXBTy2EUTaTBikNDiQ39lpSd04tRcJmc&#10;hgfOt3qXru5/09V66eSxUOrrs1vOQHjq/Fv8cm90mD8aTcfwfCfcI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Gar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y0xcYA&#10;AADeAAAADwAAAGRycy9kb3ducmV2LnhtbERPTWvCQBC9F/wPywjemo2mBE1dRQWh7aFSq4fexuyY&#10;RLOzMbvV9N+7hUJv83ifM513phZXal1lWcEwikEQ51ZXXCjYfa4fxyCcR9ZYWyYFP+RgPus9TDHT&#10;9sYfdN36QoQQdhkqKL1vMildXpJBF9mGOHBH2xr0AbaF1C3eQrip5SiOU2mw4tBQYkOrkvLz9tso&#10;2G/G6WSzfH06vb0fMDH68qWrVKlBv1s8g/DU+X/xn/tFh/lJMknh951w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y0x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GysUA&#10;AADeAAAADwAAAGRycy9kb3ducmV2LnhtbERPS2vCQBC+C/6HZYTe6kZT1Mas0gdV8RTTQq9DdkyC&#10;2dmQ3Wrsr+8KBW/z8T0nXfemEWfqXG1ZwWQcgSAurK65VPD1+fG4AOE8ssbGMim4koP1ajhIMdH2&#10;wgc6574UIYRdggoq79tESldUZNCNbUscuKPtDPoAu1LqDi8h3DRyGkUzabDm0FBhS28VFaf8xyj4&#10;nX1j5rbT1/dYe7o+LTZ2n22Uehj1L0sQnnp/F/+7dzrMj+PnOdze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YbK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97FsYA&#10;AADeAAAADwAAAGRycy9kb3ducmV2LnhtbESPzW7CQAyE75V4h5WRuJUNP0UlsCCEqNRbS+ABrKy7&#10;ich6Q3aBtE9fHyr1ZmvGM5/X29436k5drAMbmIwzUMRlsDU7A+fT2/MrqJiQLTaBycA3RdhuBk9r&#10;zG148JHuRXJKQjjmaKBKqc21jmVFHuM4tMSifYXOY5K1c9p2+JBw3+hpli20x5qlocKW9hWVl+Lm&#10;DVzD9MX2xQE/LoflZ+3c/PpznBszGva7FahEffo3/12/W8GfzZbCK+/ID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97F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+4ZsQA&#10;AADeAAAADwAAAGRycy9kb3ducmV2LnhtbERPyU7DMBC9I/EP1lTi1jpt1CUhblWQkHrtcuhxsCcL&#10;xOMQmzb06zFSJW7z9NYpNoNtxYV63zhWMJ0kIIi1Mw1XCk7Ht/EKhA/IBlvHpOCHPGzWjw8F5sZd&#10;eU+XQ6hEDGGfo4I6hC6X0uuaLPqJ64gjV7reYoiwr6Tp8RrDbStnSbKQFhuODTV29FqT/jx8WwW7&#10;5p3mC11mdvWi9+fbV0iXH0app9GwfQYRaAj/4rt7Z+L8NM0y+Hsn3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fuG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zsUA&#10;AADeAAAADwAAAGRycy9kb3ducmV2LnhtbERPTUsDMRC9C/6HMEJvNrGVUtemxQqC0g9oFb0Om3Gz&#10;uJksm7jd/vvOQfA2M+9j3lushtConrpUR7ZwNzagiMvoaq4sfLy/3M5BpYzssIlMFs6UYLW8vlpg&#10;4eKJD9Qfc6XEhFOBFnzObaF1Kj0FTOPYEgv2HbuAWdau0q7Dk5iHRk+MmemANcsHjy09eyp/jr/B&#10;Qo/7s/ny693DW70tJ/v158bJ3Y5uhqdHUJmG/E/+U786iT+9N1JA6sgM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LD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XKz8MA&#10;AADeAAAADwAAAGRycy9kb3ducmV2LnhtbERPTUvDQBC9C/0PyxS82U1TEYndllKo9KjRg8cxO82m&#10;ZmfC7tpEf70rCN7m8T5nvZ18ry4UYidsYLkoQBE3YjtuDby+HG7uQcWEbLEXJgNfFGG7mV2tsbIy&#10;8jNd6tSqHMKxQgMupaHSOjaOPMaFDMSZO0nwmDIMrbYBxxzue10WxZ322HFucDjQ3lHzUX96A+Nj&#10;834uT2/WfYdBDvWTnMtejLmeT7sHUImm9C/+cx9tnr+6LZ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XKz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9Er8UA&#10;AADeAAAADwAAAGRycy9kb3ducmV2LnhtbERP22oCMRB9L/gPYQTfatZVqmyNYr1AKUrx0vfpZrq7&#10;Npksm6jbvzeFQt/mcK4znbfWiCs1vnKsYNBPQBDnTldcKDgdN48TED4gazSOScEPeZjPOg9TzLS7&#10;8Z6uh1CIGMI+QwVlCHUmpc9Lsuj7riaO3JdrLIYIm0LqBm8x3BqZJsmTtFhxbCixpmVJ+ffhYhVs&#10;3lfmnO72iw8Zluvxp5m8vay2SvW67eIZRKA2/Iv/3K86zh+OkhR+34k3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D0S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U8oMUA&#10;AADeAAAADwAAAGRycy9kb3ducmV2LnhtbERPTWvCQBC9C/6HZYReRDc1VSS6ihRECy3UKHgds2MS&#10;zM6G7Dam/75bELzN433Oct2ZSrTUuNKygtdxBII4s7rkXMHpuB3NQTiPrLGyTAp+ycF61e8tMdH2&#10;zgdqU5+LEMIuQQWF93UipcsKMujGtiYO3NU2Bn2ATS51g/cQbio5iaKZNFhyaCiwpveCslv6YxS0&#10;35+XfN+6+uM2H7ppfNntvvRZqZdBt1mA8NT5p/jh3uswP36LYvh/J9w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tTy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aycYA&#10;AADeAAAADwAAAGRycy9kb3ducmV2LnhtbERPTU8CMRC9k/gfmjHxxrbiYmClECEx8WIi6AFuw3bc&#10;3bCdLm2F1V9vSUi8zcv7nNmit604kQ+NYw33mQJBXDrTcKXh8+NlOAERIrLB1jFp+KEAi/nNYIaF&#10;cWde02kTK5FCOBSooY6xK6QMZU0WQ+Y64sR9OW8xJugraTyeU7ht5UipR2mx4dRQY0ermsrD5ttq&#10;WE4ny+N7zm+/6/2Odtv9YTzySuu72/75CUSkPv6Lr+5Xk+Y/5CqHyzvpBj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DaycYAAADeAAAADwAAAAAAAAAAAAAAAACYAgAAZHJz&#10;L2Rvd25yZXYueG1sUEsFBgAAAAAEAAQA9QAAAIsDAAAAAA==&#10;" fillcolor="black" stroked="f"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9xUsYA&#10;AADeAAAADwAAAGRycy9kb3ducmV2LnhtbERPS2sCMRC+F/ofwhS81axPZGuUWlsQqgcfB4/Tzbgb&#10;djNZNlFXf30jFHqbj+8503lrK3GhxhvHCnrdBARx5rThXMFh//U6AeEDssbKMSm4kYf57Plpiql2&#10;V97SZRdyEUPYp6igCKFOpfRZQRZ919XEkTu5xmKIsMmlbvAaw20l+0kylhYNx4YCa/ooKCt3Z6vg&#10;+D02k62h/s/6vvjU61G52CxLpTov7fsbiEBt+Bf/uVc6zh8MkxE83o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9xU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+CF8QA&#10;AADeAAAADwAAAGRycy9kb3ducmV2LnhtbERPTWsCMRC9F/ofwhR600RbRFajSKW0lx5qK16HzbhZ&#10;dzPZJlFXf31TEHqbx/uc+bJ3rThRiLVnDaOhAkFcelNzpeH763UwBRETssHWM2m4UITl4v5ujoXx&#10;Z/6k0yZVIodwLFCDTakrpIylJYdx6DvizO19cJgyDJU0Ac853LVyrNREOqw5N1js6MVS2WyOTkNY&#10;7dbNlY/bRl0/LvHt0P9M0Wr9+NCvZiAS9elffHO/mzz/6VlN4O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/gh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Rx8QA&#10;AADeAAAADwAAAGRycy9kb3ducmV2LnhtbERP20oDMRB9F/yHMIW+iE2s0uratEihULAUevmAcTPu&#10;Lk0my2Zst369EQTf5nCuM1v0waszdamJbOFhZEARl9E1XFk4Hlb3z6CSIDv0kcnClRIs5rc3Myxc&#10;vPCOznupVA7hVKCFWqQttE5lTQHTKLbEmfuMXUDJsKu06/CSw4PXY2MmOmDDuaHGlpY1laf9V7Dg&#10;xx/+5X2aNnI96o35DrK72zprh4P+7RWUUC//4j/32uX5j09mCr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Ckc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1E78cA&#10;AADeAAAADwAAAGRycy9kb3ducmV2LnhtbESPT0/DMAzF70h8h8hI3Fi6gRAqy6b90aReOFCGdvUa&#10;r6mWOFUTtsKnxwckbrbe83s/z5dj8OpCQ+oiG5hOClDETbQdtwb2H7uHF1ApI1v0kcnANyVYLm5v&#10;5ljaeOV3utS5VRLCqUQDLue+1Do1jgKmSeyJRTvFIWCWdWi1HfAq4cHrWVE864AdS4PDnjaOmnP9&#10;FQxs697P9pVbp8Pn2/Hoq58dHbbG3N+Nq1dQmcb8b/67rqzgPz4VwivvyAx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NRO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TQsQA&#10;AADeAAAADwAAAGRycy9kb3ducmV2LnhtbERPS2sCMRC+F/ofwhS81aRVtN2alSIKgqf6OPQ2JNPd&#10;bTeTZRN3139vhIK3+fies1gOrhYdtaHyrOFlrEAQG28rLjQcD5vnNxAhIlusPZOGCwVY5o8PC8ys&#10;7/mLun0sRArhkKGGMsYmkzKYkhyGsW+IE/fjW4cxwbaQtsU+hbtavio1kw4rTg0lNrQqyfztz07D&#10;70buvFFoTsdTv7Xz7/WMaqX16Gn4/AARaYh38b97a9P8yVS9w+2ddIP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EU0L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+fZccA&#10;AADeAAAADwAAAGRycy9kb3ducmV2LnhtbESPQWvCQBCF70L/wzJCb7pRi0jqKrZQKC09GEV6HLNj&#10;EpKdDburpv++cyj0NsO8ee996+3gOnWjEBvPBmbTDBRx6W3DlYHj4W2yAhUTssXOMxn4oQjbzcNo&#10;jbn1d97TrUiVEhOOORqoU+pzrWNZk8M49T2x3C4+OEyyhkrbgHcxd52eZ9lSO2xYEmrs6bWmsi2u&#10;zsD39ZMvX4uPXXhJJz8cYjs/r1pjHsfD7hlUoiH9i/++363UXzzNBEBw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Pn2X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7vjMYA&#10;AADeAAAADwAAAGRycy9kb3ducmV2LnhtbERPTWsCMRC9C/6HMEJvml1ri65G0YLQi1BtD/U2bsbd&#10;xc1km0Td+usboeBtHu9zZovW1OJCzleWFaSDBARxbnXFhYKvz3V/DMIHZI21ZVLwSx4W825nhpm2&#10;V97SZRcKEUPYZ6igDKHJpPR5SQb9wDbEkTtaZzBE6AqpHV5juKnlMElepcGKY0OJDb2VlJ92Z6Ng&#10;NRmvfj5GvLltD3vafx9OL0OXKPXUa5dTEIHa8BD/u991nP88Sl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7vjMYAAADeAAAADwAAAAAAAAAAAAAAAACYAgAAZHJz&#10;L2Rvd25yZXYueG1sUEsFBgAAAAAEAAQA9QAAAIsDAAAAAA==&#10;" fillcolor="black" stroked="f"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6UcQA&#10;AADeAAAADwAAAGRycy9kb3ducmV2LnhtbERPS0sDMRC+C/0PYQRvNttWpGyblqVQFE/bh3idbqab&#10;xc1kSWK6/nsjCN7m43vOejvaXiTyoXOsYDYtQBA3TnfcKjif9o9LECEia+wdk4JvCrDdTO7WWGp3&#10;4wOlY2xFDuFQogIT41BKGRpDFsPUDcSZuzpvMWboW6k93nK47eW8KJ6lxY5zg8GBdoaaz+OXVZAu&#10;u7papI9kDm++ar2rX94vtVIP92O1AhFpjP/iP/erzvMXT7M5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6el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qbw8UA&#10;AADeAAAADwAAAGRycy9kb3ducmV2LnhtbERPTWvCQBC9F/oflin0VjfRIpq6ioiVthc1CnocstNs&#10;MDsbsmtM++u7hUJv83ifM1v0thYdtb5yrCAdJCCIC6crLhUcD69PExA+IGusHZOCL/KwmN/fzTDT&#10;7sZ76vJQihjCPkMFJoQmk9IXhiz6gWuII/fpWoshwraUusVbDLe1HCbJWFqsODYYbGhlqLjkV6vA&#10;p6v16cN+T7vzxvA2fzfjXWmUenzoly8gAvXhX/znftNx/ug5HcH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pv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4862" w:rsidRDefault="00DF4862" w:rsidP="00DF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4862" w:rsidRDefault="00DF4862" w:rsidP="00DF486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F4862" w:rsidRPr="004A7D10" w:rsidRDefault="00DF4862" w:rsidP="00DF48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4862" w:rsidRDefault="00DF4862" w:rsidP="00DF486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№21</w:t>
      </w:r>
    </w:p>
    <w:p w:rsidR="00DF4862" w:rsidRDefault="00DF4862" w:rsidP="00DF486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4862" w:rsidRPr="0060655C" w:rsidRDefault="00DF4862" w:rsidP="00DF486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DF4862" w:rsidRPr="0060655C" w:rsidRDefault="00DF4862" w:rsidP="00DF486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DF4862" w:rsidRPr="0060655C" w:rsidRDefault="00DF4862" w:rsidP="00DF486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proofErr w:type="gram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</w:t>
      </w:r>
      <w:proofErr w:type="gram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овалінській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С.П.</w:t>
      </w:r>
    </w:p>
    <w:p w:rsidR="00DF4862" w:rsidRPr="0060655C" w:rsidRDefault="00DF4862" w:rsidP="00DF486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4862" w:rsidRPr="0060655C" w:rsidRDefault="00DF4862" w:rsidP="00DF48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овалінської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DF4862" w:rsidRPr="0060655C" w:rsidRDefault="00DF4862" w:rsidP="00DF48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F4862" w:rsidRPr="0060655C" w:rsidRDefault="00DF4862" w:rsidP="00DF48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Св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ітлані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Павлівні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0,1107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F4862" w:rsidRPr="0060655C" w:rsidRDefault="00DF4862" w:rsidP="00DF486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Св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ітлані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Павлівні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809B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809B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0,1107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6823984000:01:004:0012, 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район,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F4862" w:rsidRPr="0060655C" w:rsidRDefault="00DF4862" w:rsidP="00DF486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DF4862" w:rsidRPr="00DF4862" w:rsidRDefault="00DF4862" w:rsidP="00DF486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енисюк Т.В.)</w:t>
      </w:r>
    </w:p>
    <w:p w:rsidR="00DF4862" w:rsidRPr="0060655C" w:rsidRDefault="00DF4862" w:rsidP="00DF48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34725" w:rsidRPr="00DF4862" w:rsidRDefault="00DF4862" w:rsidP="00DF486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34725" w:rsidRPr="00DF486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91" w:rsidRDefault="00F54991">
      <w:pPr>
        <w:spacing w:after="0" w:line="240" w:lineRule="auto"/>
      </w:pPr>
      <w:r>
        <w:separator/>
      </w:r>
    </w:p>
  </w:endnote>
  <w:endnote w:type="continuationSeparator" w:id="0">
    <w:p w:rsidR="00F54991" w:rsidRDefault="00F54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91" w:rsidRDefault="00F54991">
      <w:pPr>
        <w:spacing w:after="0" w:line="240" w:lineRule="auto"/>
      </w:pPr>
      <w:r>
        <w:separator/>
      </w:r>
    </w:p>
  </w:footnote>
  <w:footnote w:type="continuationSeparator" w:id="0">
    <w:p w:rsidR="00F54991" w:rsidRDefault="00F54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62"/>
    <w:rsid w:val="000809B6"/>
    <w:rsid w:val="00622CF2"/>
    <w:rsid w:val="00934725"/>
    <w:rsid w:val="00DF4862"/>
    <w:rsid w:val="00F5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6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486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F486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486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6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486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F486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486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2020-12-24T17:09:00Z</dcterms:created>
  <dcterms:modified xsi:type="dcterms:W3CDTF">2020-12-24T18:48:00Z</dcterms:modified>
</cp:coreProperties>
</file>