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76D" w:rsidRDefault="00F95DC2" w:rsidP="006207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2076D" w:rsidRDefault="0062076D" w:rsidP="0062076D"/>
    <w:p w:rsidR="0062076D" w:rsidRDefault="0062076D" w:rsidP="0062076D"/>
    <w:p w:rsidR="0062076D" w:rsidRDefault="0062076D" w:rsidP="006207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2076D" w:rsidRDefault="0062076D" w:rsidP="006207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2076D" w:rsidRDefault="0062076D" w:rsidP="006207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2076D" w:rsidRDefault="0062076D" w:rsidP="006207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2076D" w:rsidRDefault="0062076D" w:rsidP="006207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76D" w:rsidRDefault="0062076D" w:rsidP="006207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2076D" w:rsidRDefault="0062076D" w:rsidP="006207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076D" w:rsidRDefault="0062076D" w:rsidP="006207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2076D" w:rsidRPr="00B21EB6" w:rsidRDefault="0062076D" w:rsidP="0062076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35</w:t>
      </w:r>
    </w:p>
    <w:p w:rsidR="0062076D" w:rsidRPr="004A1A91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2076D" w:rsidRPr="004A1A91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2076D" w:rsidRPr="004A1A91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2076D" w:rsidRPr="004A1A91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Денисюк Р.В.</w:t>
      </w:r>
    </w:p>
    <w:p w:rsidR="0062076D" w:rsidRPr="004A1A91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Денисюк  Р.В.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Денисюк Розі Василівні, яка зареєстрована за адресою: </w:t>
      </w:r>
      <w:r w:rsidR="00F95DC2" w:rsidRPr="00F95DC2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bookmarkStart w:id="0" w:name="_GoBack"/>
      <w:bookmarkEnd w:id="0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проекту із землеустрою щодо відведення земельної ділянки для передачі її у власність, орієнтовною площею 0,20 га, для будівництва і обслуговування житлового будинку, господарських будівель та споруд, земельна ділянка розташована в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Стригани, по  вулиця Ганни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Охман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proofErr w:type="gramEnd"/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. Денисюк Р.В.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2076D" w:rsidRPr="004A1A91" w:rsidRDefault="0062076D" w:rsidP="0062076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076D" w:rsidRPr="004A1A91" w:rsidRDefault="0062076D" w:rsidP="0062076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2076D" w:rsidRPr="004A1A91" w:rsidRDefault="0062076D" w:rsidP="006207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822373" w:rsidRPr="0062076D" w:rsidRDefault="0062076D" w:rsidP="0062076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822373" w:rsidRPr="0062076D" w:rsidSect="00822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076D"/>
    <w:rsid w:val="00171A2E"/>
    <w:rsid w:val="00304C90"/>
    <w:rsid w:val="00505B6D"/>
    <w:rsid w:val="0062076D"/>
    <w:rsid w:val="006D3977"/>
    <w:rsid w:val="007D6C18"/>
    <w:rsid w:val="00822373"/>
    <w:rsid w:val="00D1641A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6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2020-03-16T12:50:00Z</dcterms:created>
  <dcterms:modified xsi:type="dcterms:W3CDTF">2020-03-17T06:32:00Z</dcterms:modified>
</cp:coreProperties>
</file>