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BC" w:rsidRDefault="007469BC" w:rsidP="007469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469BC" w:rsidRDefault="007469BC" w:rsidP="007469BC"/>
    <w:p w:rsidR="007469BC" w:rsidRDefault="007469BC" w:rsidP="007469BC"/>
    <w:p w:rsidR="007469BC" w:rsidRDefault="007469BC" w:rsidP="00746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69BC" w:rsidRDefault="007469BC" w:rsidP="00746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69BC" w:rsidRDefault="007469BC" w:rsidP="00746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69BC" w:rsidRDefault="007469BC" w:rsidP="00746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69BC" w:rsidRDefault="007469BC" w:rsidP="007469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9BC" w:rsidRDefault="007469BC" w:rsidP="00746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469BC" w:rsidRDefault="007469BC" w:rsidP="007469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69BC" w:rsidRDefault="007469BC" w:rsidP="007469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469BC" w:rsidRPr="000472C6" w:rsidRDefault="007469BC" w:rsidP="007469B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469BC" w:rsidRPr="00400000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469BC" w:rsidRPr="00400000" w:rsidRDefault="007469BC" w:rsidP="007469B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7469BC" w:rsidRPr="00400000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7469BC" w:rsidRPr="00400000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469BC" w:rsidRPr="00400000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Колежнюк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А.Т.</w:t>
      </w:r>
    </w:p>
    <w:p w:rsidR="007469BC" w:rsidRPr="00400000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469BC" w:rsidRPr="00400000" w:rsidRDefault="007469BC" w:rsidP="007469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Колежнюка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А.Т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та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</w:t>
      </w:r>
      <w:r>
        <w:rPr>
          <w:rFonts w:ascii="Times New Roman" w:hAnsi="Times New Roman" w:cs="Times New Roman"/>
          <w:sz w:val="24"/>
          <w:szCs w:val="24"/>
        </w:rPr>
        <w:t>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469BC" w:rsidRPr="00400000" w:rsidRDefault="007469BC" w:rsidP="007469B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469BC" w:rsidRPr="00400000" w:rsidRDefault="007469BC" w:rsidP="007469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Колежнюку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Анатолію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Трохимовичу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D5AE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пункту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7469BC" w:rsidRPr="00400000" w:rsidRDefault="007469BC" w:rsidP="007469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469BC" w:rsidRPr="00400000" w:rsidRDefault="007469BC" w:rsidP="007469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469BC" w:rsidRPr="007469BC" w:rsidRDefault="007469BC" w:rsidP="007469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469BC" w:rsidRPr="00400000" w:rsidRDefault="007469BC" w:rsidP="007469B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324F" w:rsidRPr="007469BC" w:rsidRDefault="007469BC" w:rsidP="007469B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E7324F" w:rsidRPr="007469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BC"/>
    <w:rsid w:val="00171A2E"/>
    <w:rsid w:val="00304C90"/>
    <w:rsid w:val="00505B6D"/>
    <w:rsid w:val="006D3977"/>
    <w:rsid w:val="007469BC"/>
    <w:rsid w:val="007D6C18"/>
    <w:rsid w:val="00AD5AE8"/>
    <w:rsid w:val="00D1641A"/>
    <w:rsid w:val="00E7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2020-05-29T14:03:00Z</dcterms:created>
  <dcterms:modified xsi:type="dcterms:W3CDTF">2020-05-29T14:34:00Z</dcterms:modified>
</cp:coreProperties>
</file>