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D54" w:rsidRPr="00C92EA5" w:rsidRDefault="00775D54" w:rsidP="00775D54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ПРОЄ</w:t>
      </w:r>
      <w:r w:rsidRPr="00C92EA5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КТ</w:t>
      </w:r>
    </w:p>
    <w:p w:rsidR="00775D54" w:rsidRPr="00C92EA5" w:rsidRDefault="00775D54" w:rsidP="00775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0" b="0"/>
                <wp:wrapNone/>
                <wp:docPr id="1" name="Группа 10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D54" w:rsidRDefault="00775D54" w:rsidP="00775D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5D54" w:rsidRPr="00E77963" w:rsidRDefault="00775D54" w:rsidP="00775D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D54" w:rsidRDefault="00775D54" w:rsidP="00775D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5D54" w:rsidRDefault="00775D54" w:rsidP="00775D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D54" w:rsidRDefault="00775D54" w:rsidP="00775D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5D54" w:rsidRDefault="00775D54" w:rsidP="00775D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D54" w:rsidRDefault="00775D54" w:rsidP="00775D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5D54" w:rsidRDefault="00775D54" w:rsidP="00775D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D54" w:rsidRDefault="00775D54" w:rsidP="00775D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5D54" w:rsidRDefault="00775D54" w:rsidP="00775D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D54" w:rsidRDefault="00775D54" w:rsidP="00775D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5D54" w:rsidRDefault="00775D54" w:rsidP="00775D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D54" w:rsidRDefault="00775D54" w:rsidP="00775D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5D54" w:rsidRDefault="00775D54" w:rsidP="00775D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D54" w:rsidRDefault="00775D54" w:rsidP="00775D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5D54" w:rsidRDefault="00775D54" w:rsidP="00775D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D54" w:rsidRDefault="00775D54" w:rsidP="00775D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5D54" w:rsidRDefault="00775D54" w:rsidP="00775D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D54" w:rsidRDefault="00775D54" w:rsidP="00775D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5D54" w:rsidRDefault="00775D54" w:rsidP="00775D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D54" w:rsidRDefault="00775D54" w:rsidP="00775D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D54" w:rsidRDefault="00775D54" w:rsidP="00775D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D54" w:rsidRDefault="00775D54" w:rsidP="00775D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D54" w:rsidRDefault="00775D54" w:rsidP="00775D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D54" w:rsidRDefault="00775D54" w:rsidP="00775D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D54" w:rsidRDefault="00775D54" w:rsidP="00775D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D54" w:rsidRDefault="00775D54" w:rsidP="00775D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D54" w:rsidRDefault="00775D54" w:rsidP="00775D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D54" w:rsidRDefault="00775D54" w:rsidP="00775D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D54" w:rsidRDefault="00775D54" w:rsidP="00775D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315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75D54" w:rsidRDefault="00775D54" w:rsidP="00775D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75D54" w:rsidRPr="00E77963" w:rsidRDefault="00775D54" w:rsidP="00775D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75D54" w:rsidRDefault="00775D54" w:rsidP="00775D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75D54" w:rsidRDefault="00775D54" w:rsidP="00775D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75D54" w:rsidRDefault="00775D54" w:rsidP="00775D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75D54" w:rsidRDefault="00775D54" w:rsidP="00775D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75D54" w:rsidRDefault="00775D54" w:rsidP="00775D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75D54" w:rsidRDefault="00775D54" w:rsidP="00775D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75D54" w:rsidRDefault="00775D54" w:rsidP="00775D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75D54" w:rsidRDefault="00775D54" w:rsidP="00775D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75D54" w:rsidRDefault="00775D54" w:rsidP="00775D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75D54" w:rsidRDefault="00775D54" w:rsidP="00775D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75D54" w:rsidRDefault="00775D54" w:rsidP="00775D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75D54" w:rsidRDefault="00775D54" w:rsidP="00775D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75D54" w:rsidRDefault="00775D54" w:rsidP="00775D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75D54" w:rsidRDefault="00775D54" w:rsidP="00775D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75D54" w:rsidRDefault="00775D54" w:rsidP="00775D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75D54" w:rsidRDefault="00775D54" w:rsidP="00775D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75D54" w:rsidRDefault="00775D54" w:rsidP="00775D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75D54" w:rsidRDefault="00775D54" w:rsidP="00775D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v:textbox>
                    <w:txbxContent>
                      <w:p w:rsidR="00775D54" w:rsidRDefault="00775D54" w:rsidP="00775D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75D54" w:rsidRDefault="00775D54" w:rsidP="00775D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75D54" w:rsidRDefault="00775D54" w:rsidP="00775D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75D54" w:rsidRDefault="00775D54" w:rsidP="00775D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75D54" w:rsidRDefault="00775D54" w:rsidP="00775D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75D54" w:rsidRDefault="00775D54" w:rsidP="00775D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75D54" w:rsidRDefault="00775D54" w:rsidP="00775D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v:textbox>
                    <w:txbxContent>
                      <w:p w:rsidR="00775D54" w:rsidRDefault="00775D54" w:rsidP="00775D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75D54" w:rsidRDefault="00775D54" w:rsidP="00775D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75D54" w:rsidRDefault="00775D54" w:rsidP="00775D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75D54" w:rsidRPr="00C92EA5" w:rsidRDefault="00775D54" w:rsidP="00775D5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5D54" w:rsidRPr="00C92EA5" w:rsidRDefault="00775D54" w:rsidP="00775D5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5D54" w:rsidRPr="00C92EA5" w:rsidRDefault="00775D54" w:rsidP="00775D5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5D54" w:rsidRDefault="00775D54" w:rsidP="00775D5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775D54" w:rsidRPr="00C92EA5" w:rsidRDefault="00775D54" w:rsidP="00775D5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775D54" w:rsidRPr="00C92EA5" w:rsidRDefault="00775D54" w:rsidP="00775D5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75D54" w:rsidRPr="00C92EA5" w:rsidRDefault="00775D54" w:rsidP="00775D5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75D54" w:rsidRPr="00C92EA5" w:rsidRDefault="00775D54" w:rsidP="00775D5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75D54" w:rsidRPr="00C92EA5" w:rsidRDefault="00775D54" w:rsidP="00775D5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5D54" w:rsidRPr="00C92EA5" w:rsidRDefault="00775D54" w:rsidP="00775D5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775D54" w:rsidRPr="00C92EA5" w:rsidRDefault="00775D54" w:rsidP="00775D5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5D54" w:rsidRPr="00C92EA5" w:rsidRDefault="00775D54" w:rsidP="00775D5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775D54" w:rsidRPr="00C92EA5" w:rsidRDefault="00775D54" w:rsidP="00775D5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75D54" w:rsidRPr="00C92EA5" w:rsidRDefault="00775D54" w:rsidP="00775D5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22.04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775D54" w:rsidRPr="00C92EA5" w:rsidRDefault="00775D54" w:rsidP="00775D54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775D54" w:rsidRPr="00C92EA5" w:rsidRDefault="00775D54" w:rsidP="00775D54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775D54" w:rsidRPr="00C92EA5" w:rsidRDefault="00775D54" w:rsidP="00775D5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проє</w:t>
      </w:r>
      <w:r w:rsidRPr="00C92EA5">
        <w:rPr>
          <w:rFonts w:ascii="Times New Roman" w:eastAsia="Calibri" w:hAnsi="Times New Roman" w:cs="Times New Roman"/>
          <w:b/>
          <w:sz w:val="24"/>
        </w:rPr>
        <w:t>кту</w:t>
      </w:r>
      <w:proofErr w:type="spellEnd"/>
      <w:r w:rsidRPr="00C92EA5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775D54" w:rsidRPr="00C92EA5" w:rsidRDefault="00775D54" w:rsidP="00775D5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775D54" w:rsidRPr="0040408C" w:rsidRDefault="00775D54" w:rsidP="00775D5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Ковалінському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О.Б.</w:t>
      </w:r>
    </w:p>
    <w:p w:rsidR="00775D54" w:rsidRDefault="00775D54" w:rsidP="00775D5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775D54" w:rsidRPr="00C92EA5" w:rsidRDefault="00775D54" w:rsidP="00775D5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775D54" w:rsidRPr="00C92EA5" w:rsidRDefault="00775D54" w:rsidP="00775D5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ро</w:t>
      </w:r>
      <w:r>
        <w:rPr>
          <w:rFonts w:ascii="Times New Roman" w:eastAsia="Calibri" w:hAnsi="Times New Roman" w:cs="Times New Roman"/>
          <w:sz w:val="24"/>
        </w:rPr>
        <w:t xml:space="preserve">зглянувши   заяву   </w:t>
      </w:r>
      <w:proofErr w:type="spellStart"/>
      <w:r>
        <w:rPr>
          <w:rFonts w:ascii="Times New Roman" w:eastAsia="Calibri" w:hAnsi="Times New Roman" w:cs="Times New Roman"/>
          <w:sz w:val="24"/>
        </w:rPr>
        <w:t>Ковалінського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О.Б.</w:t>
      </w:r>
      <w:r w:rsidRPr="00C92EA5">
        <w:rPr>
          <w:rFonts w:ascii="Times New Roman" w:eastAsia="Calibri" w:hAnsi="Times New Roman" w:cs="Times New Roman"/>
          <w:sz w:val="24"/>
        </w:rPr>
        <w:t xml:space="preserve"> сільська рада </w:t>
      </w:r>
    </w:p>
    <w:p w:rsidR="00775D54" w:rsidRPr="00C92EA5" w:rsidRDefault="00775D54" w:rsidP="00775D5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>ВИРІШИЛА:</w:t>
      </w:r>
    </w:p>
    <w:p w:rsidR="00775D54" w:rsidRPr="00C92EA5" w:rsidRDefault="00775D54" w:rsidP="00775D5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775D54" w:rsidRPr="00C92EA5" w:rsidRDefault="00775D54" w:rsidP="00775D5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775D54" w:rsidRDefault="00775D54" w:rsidP="00775D54">
      <w:pPr>
        <w:tabs>
          <w:tab w:val="left" w:pos="2160"/>
        </w:tabs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1</w:t>
      </w:r>
      <w:r w:rsidRPr="002B46B1">
        <w:rPr>
          <w:rFonts w:ascii="Times New Roman" w:eastAsia="Calibri" w:hAnsi="Times New Roman" w:cs="Times New Roman"/>
          <w:color w:val="FF0000"/>
          <w:sz w:val="24"/>
        </w:rPr>
        <w:t xml:space="preserve">. </w:t>
      </w:r>
      <w:r w:rsidRPr="002B46B1">
        <w:rPr>
          <w:rFonts w:ascii="Times New Roman" w:eastAsia="Calibri" w:hAnsi="Times New Roman" w:cs="Times New Roman"/>
          <w:sz w:val="24"/>
        </w:rPr>
        <w:t>Надати</w:t>
      </w:r>
      <w:r w:rsidRPr="002B46B1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Ковалінського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Олега Борисовича,  який зареєстрований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A5060C">
        <w:rPr>
          <w:rFonts w:ascii="Times New Roman" w:eastAsia="Calibri" w:hAnsi="Times New Roman" w:cs="Times New Roman"/>
          <w:sz w:val="24"/>
        </w:rPr>
        <w:t>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 дозвіл на розробку </w:t>
      </w:r>
      <w:proofErr w:type="spellStart"/>
      <w:r>
        <w:rPr>
          <w:rFonts w:ascii="Times New Roman" w:eastAsia="Calibri" w:hAnsi="Times New Roman" w:cs="Times New Roman"/>
          <w:sz w:val="24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орієнтовною </w:t>
      </w:r>
      <w:r w:rsidRPr="00C92EA5">
        <w:rPr>
          <w:rFonts w:ascii="Times New Roman" w:eastAsia="Calibri" w:hAnsi="Times New Roman" w:cs="Times New Roman"/>
          <w:sz w:val="24"/>
        </w:rPr>
        <w:t xml:space="preserve">площею </w:t>
      </w:r>
      <w:r>
        <w:rPr>
          <w:rFonts w:ascii="Times New Roman" w:eastAsia="Calibri" w:hAnsi="Times New Roman" w:cs="Times New Roman"/>
          <w:sz w:val="24"/>
        </w:rPr>
        <w:t>0,1800</w:t>
      </w:r>
      <w:r w:rsidRPr="00C92EA5">
        <w:rPr>
          <w:rFonts w:ascii="Times New Roman" w:eastAsia="Calibri" w:hAnsi="Times New Roman" w:cs="Times New Roman"/>
          <w:sz w:val="24"/>
        </w:rPr>
        <w:t>га,</w:t>
      </w:r>
      <w:r>
        <w:rPr>
          <w:rFonts w:ascii="Times New Roman" w:eastAsia="Calibri" w:hAnsi="Times New Roman" w:cs="Times New Roman"/>
          <w:sz w:val="24"/>
        </w:rPr>
        <w:t xml:space="preserve"> за рахунок земель комунальної власності </w:t>
      </w:r>
      <w:r w:rsidRPr="00A7261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 землі запасу, кадастровий номер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6823984000:01:017:0018,</w:t>
      </w:r>
      <w:r w:rsidRPr="00C92EA5">
        <w:rPr>
          <w:rFonts w:ascii="Times New Roman" w:eastAsia="Calibri" w:hAnsi="Times New Roman" w:cs="Times New Roman"/>
          <w:sz w:val="24"/>
        </w:rPr>
        <w:t xml:space="preserve"> для ведення </w:t>
      </w:r>
      <w:r>
        <w:rPr>
          <w:rFonts w:ascii="Times New Roman" w:eastAsia="Calibri" w:hAnsi="Times New Roman" w:cs="Times New Roman"/>
          <w:sz w:val="24"/>
        </w:rPr>
        <w:t>особистого селянського господарства</w:t>
      </w:r>
      <w:r w:rsidRPr="00C92EA5">
        <w:rPr>
          <w:rFonts w:ascii="Times New Roman" w:eastAsia="Calibri" w:hAnsi="Times New Roman" w:cs="Times New Roman"/>
          <w:sz w:val="24"/>
        </w:rPr>
        <w:t xml:space="preserve">, яка розташована </w:t>
      </w:r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Хмельницька область,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Шепетівський </w:t>
      </w:r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район,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на території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Крупецької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сільської ради, в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с.Крупець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775D54" w:rsidRPr="00C92EA5" w:rsidRDefault="00775D54" w:rsidP="00775D5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Ковалінському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О.Б. розробити </w:t>
      </w:r>
      <w:proofErr w:type="spellStart"/>
      <w:r>
        <w:rPr>
          <w:rFonts w:ascii="Times New Roman" w:eastAsia="Calibri" w:hAnsi="Times New Roman" w:cs="Times New Roman"/>
          <w:sz w:val="24"/>
        </w:rPr>
        <w:t>проє</w:t>
      </w:r>
      <w:r w:rsidRPr="00C92EA5">
        <w:rPr>
          <w:rFonts w:ascii="Times New Roman" w:eastAsia="Calibri" w:hAnsi="Times New Roman" w:cs="Times New Roman"/>
          <w:sz w:val="24"/>
        </w:rPr>
        <w:t>кт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775D54" w:rsidRPr="00C92EA5" w:rsidRDefault="00775D54" w:rsidP="00775D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2E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775D54" w:rsidRPr="00775D54" w:rsidRDefault="00775D54" w:rsidP="00775D5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75D54" w:rsidRPr="00C92EA5" w:rsidRDefault="00775D54" w:rsidP="00775D5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708C2" w:rsidRPr="00775D54" w:rsidRDefault="00775D54" w:rsidP="00775D5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C92EA5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2708C2" w:rsidRPr="00775D54" w:rsidSect="00775D54">
      <w:pgSz w:w="12240" w:h="15840"/>
      <w:pgMar w:top="1440" w:right="1440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D54"/>
    <w:rsid w:val="00171A2E"/>
    <w:rsid w:val="002708C2"/>
    <w:rsid w:val="00304C90"/>
    <w:rsid w:val="00505B6D"/>
    <w:rsid w:val="006D3977"/>
    <w:rsid w:val="00775D54"/>
    <w:rsid w:val="007D6C18"/>
    <w:rsid w:val="00A5060C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C3BBA"/>
  <w15:docId w15:val="{394A810E-40EF-4475-A995-1DD632C9D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5D54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283</Words>
  <Characters>1616</Characters>
  <Application>Microsoft Office Word</Application>
  <DocSecurity>0</DocSecurity>
  <Lines>13</Lines>
  <Paragraphs>3</Paragraphs>
  <ScaleCrop>false</ScaleCrop>
  <Company>Microsoft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2021-04-14T12:10:00Z</dcterms:created>
  <dcterms:modified xsi:type="dcterms:W3CDTF">2021-04-15T12:18:00Z</dcterms:modified>
</cp:coreProperties>
</file>