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B3A" w:rsidRPr="00F2698F" w:rsidRDefault="00AB0B3A" w:rsidP="00AB0B3A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13CA83" wp14:editId="5E4CD2F0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201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20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C13CA83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6aC1ncAACFZBAAOAAAAZHJzL2Uyb0RvYy54bWzsfW1uJjmS3n8DvsML/RygWsn8zsLULGa6&#10;ugYGxvYA8/oAKklVEqzSW5bUXTVeLGDAR/BF9gZ7hd0b+QkyyCSljIic6p5F22AP0KlphSLJCJIZ&#10;jK/nt//w9dPd4afrh8fb0/2bM/ddc3a4vr88Xd3ef3xz9t+O717NZ4fHp4v7q4u70/31m7O/Xj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" fillcolor="black" stroked="f"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" fillcolor="black" stroked="f"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B0B3A" w:rsidRPr="00F2698F" w:rsidRDefault="00AB0B3A" w:rsidP="00AB0B3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AB0B3A" w:rsidRPr="00F2698F" w:rsidRDefault="00AB0B3A" w:rsidP="00AB0B3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AB0B3A" w:rsidRPr="00F2698F" w:rsidRDefault="00AB0B3A" w:rsidP="00AB0B3A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AB0B3A" w:rsidRPr="00F2698F" w:rsidRDefault="00AB0B3A" w:rsidP="00AB0B3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AB0B3A" w:rsidRPr="00F2698F" w:rsidRDefault="00AB0B3A" w:rsidP="00AB0B3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44528BD" wp14:editId="2C38B58D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322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32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B3A" w:rsidRDefault="00AB0B3A" w:rsidP="00AB0B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44528BD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Cqe3D2&#10;f3YAADlZBAAOAAAAAAAAAAAAAAAAAC4CAABkcnMvZTJvRG9jLnhtbFBLAQItABQABgAIAAAAIQDf&#10;zpAw4gAAAA0BAAAPAAAAAAAAAAAAAAAAANl4AABkcnMvZG93bnJldi54bWxQSwUGAAAAAAQABADz&#10;AAAA6H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gfaxQAAANw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cz+D2TjoBc/wAAAP//AwBQSwECLQAUAAYACAAAACEA2+H2y+4AAACFAQAAEwAAAAAAAAAA&#10;AAAAAAAAAAAAW0NvbnRlbnRfVHlwZXNdLnhtbFBLAQItABQABgAIAAAAIQBa9CxbvwAAABUBAAAL&#10;AAAAAAAAAAAAAAAAAB8BAABfcmVscy8ucmVsc1BLAQItABQABgAIAAAAIQCL2gfaxQAAANw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" fillcolor="black" stroked="f"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" fillcolor="black" stroked="f"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0B3A" w:rsidRDefault="00AB0B3A" w:rsidP="00AB0B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B0B3A" w:rsidRPr="00F2698F" w:rsidRDefault="00AB0B3A" w:rsidP="00AB0B3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AB0B3A" w:rsidRPr="00F2698F" w:rsidRDefault="00AB0B3A" w:rsidP="00AB0B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B0B3A" w:rsidRPr="00F2698F" w:rsidRDefault="00AB0B3A" w:rsidP="00AB0B3A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B0B3A" w:rsidRPr="00F2698F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Климчуку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В.А.</w:t>
      </w:r>
    </w:p>
    <w:p w:rsidR="00AB0B3A" w:rsidRPr="00F2698F" w:rsidRDefault="00AB0B3A" w:rsidP="00AB0B3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AB0B3A" w:rsidRPr="00F2698F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Климчука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В.А.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AB0B3A" w:rsidRPr="00F2698F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AB0B3A" w:rsidRPr="00F2698F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B0B3A" w:rsidRPr="00F2698F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Володимиру Анатолійовичу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A3FA8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eastAsia="Calibri" w:hAnsi="Times New Roman" w:cs="Times New Roman"/>
          <w:sz w:val="24"/>
          <w:lang w:eastAsia="en-US"/>
        </w:rPr>
        <w:t>), площею 0,25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00 га,  для будівництва та обслуговування  житлового будинку, господарських будівель і споруд (присадибна ділянка),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вул.Лісна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4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B0B3A" w:rsidRPr="00F2698F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2.Климчуку В.А.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B0B3A" w:rsidRPr="00F2698F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3. Даний дозвіл дійсний на протязі року з дня прийняття даного рішення.</w:t>
      </w:r>
    </w:p>
    <w:p w:rsidR="00AB0B3A" w:rsidRPr="00F2698F" w:rsidRDefault="00AB0B3A" w:rsidP="00AB0B3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B0B3A" w:rsidRPr="00F2698F" w:rsidRDefault="00AB0B3A" w:rsidP="00AB0B3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B0B3A" w:rsidRPr="00F2698F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B0B3A" w:rsidRPr="00F2698F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B0B3A" w:rsidRPr="00F2698F" w:rsidRDefault="00AB0B3A" w:rsidP="00AB0B3A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9007B" w:rsidRPr="00AB0B3A" w:rsidRDefault="00AB0B3A" w:rsidP="00AB0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69007B" w:rsidRPr="00AB0B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B3A"/>
    <w:rsid w:val="0069007B"/>
    <w:rsid w:val="009A3FA8"/>
    <w:rsid w:val="00AB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3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3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263</Words>
  <Characters>1502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2021-06-22T06:33:00Z</dcterms:created>
  <dcterms:modified xsi:type="dcterms:W3CDTF">2021-06-22T12:46:00Z</dcterms:modified>
</cp:coreProperties>
</file>