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FFD" w:rsidRPr="00D815F3" w:rsidRDefault="00903FFD" w:rsidP="00903FF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903FFD" w:rsidRPr="001869AA" w:rsidRDefault="00903FFD" w:rsidP="00903FFD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661" name="Группа 11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66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9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599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iLGcMA&#10;AADeAAAADwAAAGRycy9kb3ducmV2LnhtbERPTWvCQBC9C/0Pywi96cYIqaSuEootOQRErfchOybB&#10;7GzIrjH9964g9DaP9znr7WhaMVDvGssKFvMIBHFpdcOVgt/T92wFwnlkja1lUvBHDrabt8kaU23v&#10;fKDh6CsRQtilqKD2vkuldGVNBt3cdsSBu9jeoA+wr6Tu8R7CTSvjKEqkwYZDQ40dfdVUXo83o8Au&#10;f/LiXMWH5Y4/PGf71eU8Fkq9T8fsE4Sn0f+LX+5ch/mLJInh+U64QW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iLG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CcIcYA&#10;AADeAAAADwAAAGRycy9kb3ducmV2LnhtbERPS2sCMRC+F/wPYYRepGZtYVu3RhFh7eNQ0Aq9Dpvp&#10;ZutmsiRRt/56IxR6m4/vObNFb1txJB8axwom4wwEceV0w7WC3Wd59wQiRGSNrWNS8EsBFvPBzQwL&#10;7U68oeM21iKFcChQgYmxK6QMlSGLYew64sR9O28xJuhrqT2eUrht5X2W5dJiw6nBYEcrQ9V+e7AK&#10;fsoP87V6PK/9aLqh86h8f2nfcqVuh/3yGUSkPv6L/9yvOs2f5PkDXN9JN8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CcI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qgVMYA&#10;AADeAAAADwAAAGRycy9kb3ducmV2LnhtbESP0WrCQBBF3wv9h2UKvhTdpC1BUlcRqVJ8ERM/YMiO&#10;2dDsbMiuSfx7t1Do2wz3zj13VpvJtmKg3jeOFaSLBARx5XTDtYJLuZ8vQfiArLF1TAru5GGzfn5a&#10;Ya7dyGcailCLGMI+RwUmhC6X0leGLPqF64ijdnW9xRDXvpa6xzGG21a+JUkmLTYcCQY72hmqfoqb&#10;jZDTO56O17HcHyYc8eto+HV7Vmr2Mm0/QQSawr/57/pbx/ppln3A7ztxBr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qgV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IQ9cQA&#10;AADeAAAADwAAAGRycy9kb3ducmV2LnhtbERPTUsDMRC9C/6HMEJvNtvSrmVtWqS2IIIHq1C8DZvp&#10;7uJmEpKxu/57Iwje5vE+Z70dXa8uFFPn2cBsWoAirr3tuDHw/na4XYFKgmyx90wGvinBdnN9tcbK&#10;+oFf6XKURuUQThUaaEVCpXWqW3KYpj4QZ+7so0PJMDbaRhxyuOv1vChK7bDj3NBioF1L9efxyxl4&#10;Gfbh+a5cnsNHXMx1erRy2okxk5vx4R6U0Cj/4j/3k83zZ2W5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yEP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SbuMUA&#10;AADeAAAADwAAAGRycy9kb3ducmV2LnhtbESP3YrCMBCF74V9hzCCN7KmrlCk21Rk0UW8EX8eYGjG&#10;pthMShNtfXsjLOzdDOfM+c7kq8E24kGdrx0rmM8SEMSl0zVXCi7n7ecShA/IGhvHpOBJHlbFxyjH&#10;TLuej/Q4hUrEEPYZKjAhtJmUvjRk0c9cSxy1q+sshrh2ldQd9jHcNvIrSVJpseZIMNjSj6Hydrrb&#10;CDks8LC/9uft74A9bvaGp+ujUpPxsP4GEWgI/+a/652O9edpmsL7nTiDL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JJu4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wrGcQA&#10;AADeAAAADwAAAGRycy9kb3ducmV2LnhtbERPTUsDMRC9C/6HMEJvNttSt2VtWqS2IIIHq1C8DZvp&#10;7uJmEpKxu/57Iwje5vE+Z70dXa8uFFPn2cBsWoAirr3tuDHw/na4XYFKgmyx90wGvinBdnN9tcbK&#10;+oFf6XKURuUQThUaaEVCpXWqW3KYpj4QZ+7so0PJMDbaRhxyuOv1vChK7bDj3NBioF1L9efxyxl4&#10;GfbheVnencNHXMx1erRy2okxk5vx4R6U0Cj/4j/3k83zZ2W5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sKx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aigscA&#10;AADeAAAADwAAAGRycy9kb3ducmV2LnhtbESPQUvDQBCF70L/wzKCF2k3VQwldltaYVFQENuC1yE7&#10;TYLZ2bC7NvHfOwfB2wzvzXvfrLeT79WFYuoCG1guClDEdXAdNwZORztfgUoZ2WEfmAz8UILtZna1&#10;xsqFkT/ocsiNkhBOFRpocx4qrVPdkse0CAOxaOcQPWZZY6NdxFHCfa/viqLUHjuWhhYHemqp/jp8&#10;ewP797G5j7f1fgqv5+fPB2udfbPG3FxPu0dQmab8b/67fnGCvyxL4ZV3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2ooL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pN5sIA&#10;AADeAAAADwAAAGRycy9kb3ducmV2LnhtbERP3WrCMBS+H/gO4Qi7m6kyi1ajiFKQsZu5PcChOTbV&#10;5qQksda3X4TB7s7H93vW28G2oicfGscKppMMBHHldMO1gp/v8m0BIkRkja1jUvCgANvN6GWNhXZ3&#10;/qL+FGuRQjgUqMDE2BVShsqQxTBxHXHizs5bjAn6WmqP9xRuWznLslxabDg1GOxob6i6nm5WQfkx&#10;++yvN+1LtxveLc3NZXEwSr2Oh90KRKQh/ov/3Eed5k/zfAnPd9IN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Ck3m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k4WcgA&#10;AADeAAAADwAAAGRycy9kb3ducmV2LnhtbESPT0sDMRDF74LfIYzgRWy2ilW2TYsVgoKF0j/gddhM&#10;d5duJksSu+u3dw6CtxnmzXvvt1iNvlMXiqkNbGA6KUARV8G1XBs4Huz9C6iUkR12gcnADyVYLa+v&#10;Fli6MPCOLvtcKzHhVKKBJue+1DpVDXlMk9ATy+0Uoscsa6y1iziIue/0Q1HMtMeWJaHBnt4aqs77&#10;b29gvR3qx3hXrcfweXr/erLW2Y015vZmfJ2DyjTmf/Hf94eT+tPZswAIjs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62ThZ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XXPcIA&#10;AADeAAAADwAAAGRycy9kb3ducmV2LnhtbERP3WrCMBS+H/gO4QjezbTinFSjiFKQsZs5H+DQHJtq&#10;c1KSWOvbL4PB7s7H93vW28G2oicfGscK8mkGgrhyuuFawfm7fF2CCBFZY+uYFDwpwHYzelljod2D&#10;v6g/xVqkEA4FKjAxdoWUoTJkMUxdR5y4i/MWY4K+ltrjI4XbVs6ybCEtNpwaDHa0N1TdTneroPyY&#10;ffa3u/al2w1zS2/mujwYpSbjYbcCEWmI/+I/91Gn+fniPYf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pdc9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nXosEA&#10;AADeAAAADwAAAGRycy9kb3ducmV2LnhtbERP24rCMBB9F/yHMIJvmtbbLt1GEUHRx+3uBwzNbFva&#10;TGoTbf17Iwj7NodznXQ3mEbcqXOVZQXxPAJBnFtdcaHg9+c4+wThPLLGxjIpeJCD3XY8SjHRtudv&#10;ume+ECGEXYIKSu/bREqXl2TQzW1LHLg/2xn0AXaF1B32Idw0chFFG2mw4tBQYkuHkvI6uxkFq0d/&#10;umbrOjpqQ/Fl2V7Y52ulppNh/wXC0+D/xW/3WYf58eZjAa93wg1y+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u516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dklsQA&#10;AADeAAAADwAAAGRycy9kb3ducmV2LnhtbERPS2vCQBC+F/oflin01my0kNrUVaSSIp40tT0P2TEJ&#10;zc6G7JrHv3cFobf5+J6zXI+mET11rrasYBbFIIgLq2suFZy+s5cFCOeRNTaWScFEDtarx4clptoO&#10;fKQ+96UIIexSVFB536ZSuqIigy6yLXHgzrYz6APsSqk7HEK4aeQ8jhNpsObQUGFLnxUVf/nFKLgk&#10;v/MTn/f6kG+nr/dttnHyp1Tq+WncfIDwNPp/8d2902H+LHl7hds74Qa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3ZJ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FM/8YA&#10;AADeAAAADwAAAGRycy9kb3ducmV2LnhtbERPS2vCQBC+F/oflil4qxsfRBtdxRaEtgfFaA+9TbNj&#10;kjY7G7Nbjf/eFQRv8/E9ZzpvTSWO1LjSsoJeNwJBnFldcq5gt10+j0E4j6yxskwKzuRgPnt8mGKi&#10;7Yk3dEx9LkIIuwQVFN7XiZQuK8ig69qaOHB72xj0ATa51A2eQripZD+KYmmw5NBQYE1vBWV/6b9R&#10;8LUexy/r14/h7+fqBwdGH751GSvVeWoXExCeWn8X39zvOszvxaMhXN8JN8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nFM/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R+8MQA&#10;AADeAAAADwAAAGRycy9kb3ducmV2LnhtbERPS2vCQBC+F/wPywje6kZto0RXUUutePIFXofsmASz&#10;syG71eivdwsFb/PxPWcya0wprlS7wrKCXjcCQZxaXXCm4Hj4fh+BcB5ZY2mZFNzJwWzaeptgou2N&#10;d3Td+0yEEHYJKsi9rxIpXZqTQde1FXHgzrY26AOsM6lrvIVwU8p+FMXSYMGhIceKljmll/2vUfCI&#10;T7h1P/3F10B7un+MVnazXSnVaTfzMQhPjX+J/91rHeb34uEn/L0Tbp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EfvD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+JKcMA&#10;AADeAAAADwAAAGRycy9kb3ducmV2LnhtbERPzYrCMBC+C/sOYRa8aaq4Xa1GWRYFb2p3H2BoxrTY&#10;TGoTtfr0G0HY23x8v7NYdbYWV2p95VjBaJiAIC6crtgo+P3ZDKYgfEDWWDsmBXfysFq+9RaYaXfj&#10;A13zYEQMYZ+hgjKEJpPSFyVZ9EPXEEfu6FqLIcLWSN3iLYbbWo6TJJUWK44NJTb0XVJxyi9WwdmN&#10;P3SXr3F3Ws/2lTGT8+MwUar/3n3NQQTqwr/45d7qOH+UfqbwfCfe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+JK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9KWcQA&#10;AADeAAAADwAAAGRycy9kb3ducmV2LnhtbERPyW7CMBC9I/UfrKnUGzhQNaFpDAKkSlyhPfQ4tSdL&#10;G49DbCDt12MkJG7z9NYploNtxYl63zhWMJ0kIIi1Mw1XCj4/3sdzED4gG2wdk4I/8rBcPIwKzI07&#10;845O+1CJGMI+RwV1CF0updc1WfQT1xFHrnS9xRBhX0nT4zmG21bOkiSVFhuODTV2tKlJ/+6PVsG2&#10;+aaXVJevdr7Wu6//Q3jOfoxST4/D6g1EoCHcxTf31sT50zTL4PpOvEE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fSl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En/MUA&#10;AADeAAAADwAAAGRycy9kb3ducmV2LnhtbERPS2vCQBC+F/oflin0Vjd60BpdpRYKLW0FH+h1yI7Z&#10;YHY2ZLcx/nvnUPA2873mm/my97XqqI1VYAPDQQaKuAi24tLAfvfx8goqJmSLdWAycKUIy8Xjwxxz&#10;Gy68oW6bSiUhHHM04FJqcq1j4chjHISGWLhTaD0mWdtS2xYvEu5rPcqysfZYsVxw2NC7o+K8/fMG&#10;Olxfs6Nb/U6/qp9itF4dvq3g5vmpf5uBStSnu/jf/Wml/nA8kb7yjsy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YSf8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Bd/cMA&#10;AADeAAAADwAAAGRycy9kb3ducmV2LnhtbERPPU/DMBDdkfofrKvERp1mKBDqVqhSESOEDoxHfI1T&#10;4rvIdpvAr8dISGz39D5vvZ18ry4UYidsYLkoQBE3YjtuDRze9jd3oGJCttgLk4EvirDdzK7WWFkZ&#10;+ZUudWpVDuFYoQGX0lBpHRtHHuNCBuLMHSV4TBmGVtuAYw73vS6LYqU9dpwbHA60c9R81mdvYHxq&#10;Pk7l8d267zDIvn6RU9mLMdfz6fEBVKIp/Yv/3M82z1+ubu/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Bd/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nzL8UA&#10;AADeAAAADwAAAGRycy9kb3ducmV2LnhtbERP22oCMRB9L/Qfwgh9q1ml1WVrFOsFpChFq+/Tzbi7&#10;bTJZNlHXv28Kgm9zONcZTVprxJkaXzlW0OsmIIhzpysuFOy/ls8pCB+QNRrHpOBKHibjx4cRZtpd&#10;eEvnXShEDGGfoYIyhDqT0uclWfRdVxNH7ugaiyHCppC6wUsMt0b2k2QgLVYcG0qsaVZS/rs7WQXL&#10;z7n56W+204MMs8Xw26Qf7/O1Uk+ddvoGIlAb7uKbe6Xj/N5r+gL/78Qb5Pg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KfMv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OLIMUA&#10;AADeAAAADwAAAGRycy9kb3ducmV2LnhtbERPTWvCQBC9F/wPywhepG60REJ0FSkUFVrQWPA6Zsck&#10;mJ0N2TWm/75bEHqbx/uc5bo3teiodZVlBdNJBII4t7riQsH36eM1AeE8ssbaMin4IQfr1eBliam2&#10;Dz5Sl/lChBB2KSoovW9SKV1ekkE3sQ1x4K62NegDbAupW3yEcFPLWRTNpcGKQ0OJDb2XlN+yu1HQ&#10;HT4vxa5zzf6WjF38dtluv/RZqdGw3yxAeOr9v/jp3ukwfxonMfy9E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k4s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1rSsUA&#10;AADeAAAADwAAAGRycy9kb3ducmV2LnhtbERPS2sCMRC+F/ofwhS81ayisq5G0UKhF8HXQW/jZtxd&#10;3EzWJNW1v94UCr3Nx/ec6bw1tbiR85VlBb1uAoI4t7riQsF+9/megvABWWNtmRQ8yMN89voyxUzb&#10;O2/otg2FiCHsM1RQhtBkUvq8JIO+axviyJ2tMxgidIXUDu8x3NSynyQjabDi2FBiQx8l5Zftt1Gw&#10;HKfL63rAq5/N6UjHw+ky7LtEqc5bu5iACNSGf/Gf+0vH+b1hOoLfd+IN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WtKxQAAAN4AAAAPAAAAAAAAAAAAAAAAAJgCAABkcnMv&#10;ZG93bnJldi54bWxQSwUGAAAAAAQABAD1AAAAigMAAAAA&#10;" fillcolor="black" stroked="f"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LA0cYA&#10;AADeAAAADwAAAGRycy9kb3ducmV2LnhtbERPTWvCQBC9F/wPywi91Y2CGqKrVG2hUD1oPXgcs9Nk&#10;SXY2ZLea9te7gtDbPN7nzJedrcWFWm8cKxgOEhDEudOGCwXHr/eXFIQPyBprx6TglzwsF72nOWba&#10;XXlPl0MoRAxhn6GCMoQmk9LnJVn0A9cQR+7btRZDhG0hdYvXGG5rOUqSibRoODaU2NC6pLw6/FgF&#10;p8+JSfeGRuft3+pNb8fVareplHrud68zEIG68C9+uD90nD8cp1O4vxNv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LA0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85kccA&#10;AADeAAAADwAAAGRycy9kb3ducmV2LnhtbESPQU/DMAyF70j7D5GRdmPpkEBVWTZNTAguOzBAXK3G&#10;a7o2Tkmyrduvxwckbrbe83ufF6vR9+pEMbWBDcxnBSjiOtiWGwOfHy93JaiUkS32gcnAhRKslpOb&#10;BVY2nPmdTrvcKAnhVKEBl/NQaZ1qRx7TLAzEou1D9JhljY22Ec8S7nt9XxSP2mPL0uBwoGdHdbc7&#10;egNx/b3prnz86orr9pJeD+NPic6Y6e24fgKVacz/5r/rNyv484dSeOUdmUE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vOZH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IqQcQA&#10;AADeAAAADwAAAGRycy9kb3ducmV2LnhtbERP22oCMRB9L/gPYQRfSs0qWHVrFBEKQqWg9QPGzbi7&#10;NJksm6mu/XpTKPg2h3OdxarzTl2ojXVgA6NhBoq4CLbm0sDx6/1lBioKskUXmAzcKMJq2XtaYG7D&#10;lfd0OUipUgjHHA1UIk2udSwq8hiHoSFO3Dm0HiXBttS2xWsK906Ps+xVe6w5NVTY0Kai4vvw4w24&#10;8cnNP6ZxJ7ej3mW/XvbPn9aYQb9bv4ES6uQh/ndvbZo/mszm8PdOukEv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SKk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FUW8cA&#10;AADeAAAADwAAAGRycy9kb3ducmV2LnhtbESPQU/DMAyF70j7D5EncWPpJoGgLJvYpkm9cKAb2tVr&#10;TFOROFUTtsKvxwckbrb8/N77lusxeHWhIXWRDcxnBSjiJtqOWwPHw/7uEVTKyBZ9ZDLwTQnWq8nN&#10;Eksbr/xGlzq3Skw4lWjA5dyXWqfGUcA0iz2x3D7iEDDLOrTaDngV8+D1oigedMCOJcFhT1tHzWf9&#10;FQzs6t4vjpXbpNP76/nsq589nXbG3E7Hl2dQmcb8L/77rqzUn98/CYDgyAx6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hVFv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hD9sQA&#10;AADeAAAADwAAAGRycy9kb3ducmV2LnhtbERPyWrDMBC9F/IPYgq9NZILTVI3sgmlgUBOzXLIbZAm&#10;tlNrZCw1dv++ChRym8dbZ1mOrhVX6kPjWUM2VSCIjbcNVxoO+/XzAkSIyBZbz6ThlwKUxeRhibn1&#10;A3/RdRcrkUI45KihjrHLpQymJodh6jvixJ197zAm2FfS9jikcNfKF6Vm0mHDqaHGjj5qMt+7H6fh&#10;spZbbxSa4+E4bOz89DmjVmn99Diu3kFEGuNd/O/e2DQ/e33L4PZOukE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oQ/b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Iu5sQA&#10;AADeAAAADwAAAGRycy9kb3ducmV2LnhtbERPTWvCQBC9C/0PywjedGOkYqOrWEEQSw/VUjyO2TEJ&#10;yc6G3VXTf98tCN7m8T5nsepMI27kfGVZwXiUgCDOra64UPB93A5nIHxA1thYJgW/5GG1fOktMNP2&#10;zl90O4RCxBD2GSooQ2gzKX1ekkE/si1x5C7WGQwRukJqh/cYbhqZJslUGqw4NpTY0qakvD5cjYLT&#10;9YMvn5P92r2HH9sdfZ2eZ7VSg363noMI1IWn+OHe6Th//PqWwv878Qa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SLub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NeD8UA&#10;AADeAAAADwAAAGRycy9kb3ducmV2LnhtbERPS2sCMRC+F/ofwgjealatoqtRaqHQi+DroLdxM+4u&#10;bibbJNW1v74RBG/z8T1nOm9MJS7kfGlZQbeTgCDOrC45V7Dbfr2NQPiArLGyTApu5GE+e32ZYqrt&#10;ldd02YRcxBD2KSooQqhTKX1WkEHfsTVx5E7WGQwRulxqh9cYbirZS5KhNFhybCiwps+CsvPm1yhY&#10;jEeLn9U7L//WxwMd9sfzoOcSpdqt5mMCIlATnuKH+1vH+d3BuA/3d+IN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g14PxQAAAN4AAAAPAAAAAAAAAAAAAAAAAJgCAABkcnMv&#10;ZG93bnJldi54bWxQSwUGAAAAAAQABAD1AAAAigMAAAAA&#10;" fillcolor="black" stroked="f"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zN0cQA&#10;AADeAAAADwAAAGRycy9kb3ducmV2LnhtbERPS0sDMRC+C/0PYQrebLa+0LVpWQqieNpWS6/TzXSz&#10;dDNZkpiu/94IQm/z8T1nsRptLxL50DlWMJ8VIIgbpztuFXx9vt48gQgRWWPvmBT8UIDVcnK1wFK7&#10;M28obWMrcgiHEhWYGIdSytAYshhmbiDO3NF5izFD30rt8ZzDbS9vi+JRWuw4NxgcaG2oOW2/rYJ0&#10;WNfVXdons/nwVetd/bY71EpdT8fqBUSkMV7E/+53nefPH57v4e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czd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wsQ8UA&#10;AADeAAAADwAAAGRycy9kb3ducmV2LnhtbERPTWvCQBC9F/wPywi91U0KikZXEanS9lIbBT0O2TEb&#10;zM6G7Dam/fXdgtDbPN7nLFa9rUVHra8cK0hHCQjiwumKSwXHw/ZpCsIHZI21Y1LwTR5Wy8HDAjPt&#10;bvxJXR5KEUPYZ6jAhNBkUvrCkEU/cg1x5C6utRgibEupW7zFcFvL5ySZSIsVxwaDDW0MFdf8yyrw&#10;6ebl9G5/Zt15Z/gjfzOTfWmUehz26zmIQH34F9/drzrOT8ezMfy9E2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PCxD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03FFD" w:rsidRPr="00D815F3" w:rsidRDefault="00903FFD" w:rsidP="00903FF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903FFD" w:rsidRPr="001869AA" w:rsidRDefault="00903FFD" w:rsidP="00903FF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03FFD" w:rsidRPr="001869AA" w:rsidRDefault="00903FFD" w:rsidP="00903FF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03FFD" w:rsidRPr="001869AA" w:rsidRDefault="00903FFD" w:rsidP="00903FF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03FFD" w:rsidRPr="00D815F3" w:rsidRDefault="00903FFD" w:rsidP="00903FF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903FFD" w:rsidRPr="001869AA" w:rsidRDefault="00903FFD" w:rsidP="00903FF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903FFD" w:rsidRPr="001869AA" w:rsidRDefault="00903FFD" w:rsidP="00903FFD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903FFD" w:rsidRPr="001869AA" w:rsidRDefault="00903FFD" w:rsidP="00903FF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903FFD" w:rsidRPr="001869AA" w:rsidRDefault="00903FFD" w:rsidP="00903FF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903FFD" w:rsidRPr="001869AA" w:rsidRDefault="00903FFD" w:rsidP="00903FF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16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FFD" w:rsidRDefault="00903FFD" w:rsidP="00903F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630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TlVZNPngAABJZBAAO&#10;AAAAAAAAAAAAAAAAAC4CAABkcnMvZTJvRG9jLnhtbFBLAQItABQABgAIAAAAIQDfzpAw4gAAAA0B&#10;AAAPAAAAAAAAAAAAAAAAAJh6AABkcnMvZG93bnJldi54bWxQSwUGAAAAAAQABADzAAAAp3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03FFD" w:rsidRDefault="00903FFD" w:rsidP="00903F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03FFD" w:rsidRDefault="00903FFD" w:rsidP="00903FFD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903FFD" w:rsidRPr="001869AA" w:rsidRDefault="00903FFD" w:rsidP="00903FFD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903FFD" w:rsidRDefault="00903FFD" w:rsidP="00903FFD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903FFD" w:rsidRPr="001869AA" w:rsidRDefault="00903FFD" w:rsidP="00903FFD">
      <w:pPr>
        <w:spacing w:after="0" w:line="240" w:lineRule="auto"/>
        <w:jc w:val="center"/>
        <w:rPr>
          <w:rFonts w:ascii="Times New Roman" w:hAnsi="Times New Roman"/>
        </w:rPr>
      </w:pPr>
    </w:p>
    <w:p w:rsidR="00903FFD" w:rsidRPr="004C78CD" w:rsidRDefault="00903FFD" w:rsidP="00903FFD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903FFD" w:rsidRPr="008E2C07" w:rsidRDefault="00903FFD" w:rsidP="00903FFD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903FFD" w:rsidRPr="008E2C07" w:rsidRDefault="00903FFD" w:rsidP="00903FF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903FFD" w:rsidRPr="008E2C07" w:rsidRDefault="00903FFD" w:rsidP="00903FF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903FFD" w:rsidRPr="008E2C07" w:rsidRDefault="00903FFD" w:rsidP="00903FF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903FFD" w:rsidRPr="008E2C07" w:rsidRDefault="00903FFD" w:rsidP="00903FF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Шарпіта</w:t>
      </w:r>
      <w:proofErr w:type="spellEnd"/>
      <w:r>
        <w:rPr>
          <w:rFonts w:ascii="Times New Roman" w:hAnsi="Times New Roman"/>
          <w:b/>
          <w:sz w:val="24"/>
        </w:rPr>
        <w:t xml:space="preserve"> Г.В.</w:t>
      </w:r>
    </w:p>
    <w:p w:rsidR="00903FFD" w:rsidRPr="008E2C07" w:rsidRDefault="00903FFD" w:rsidP="00903FF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903FFD" w:rsidRPr="008E2C07" w:rsidRDefault="00903FFD" w:rsidP="00903FF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903FFD" w:rsidRPr="008E2C07" w:rsidRDefault="00903FFD" w:rsidP="00903FF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 </w:t>
      </w:r>
      <w:proofErr w:type="spellStart"/>
      <w:r>
        <w:rPr>
          <w:rFonts w:ascii="Times New Roman" w:hAnsi="Times New Roman"/>
          <w:sz w:val="24"/>
          <w:lang w:val="ru-RU"/>
        </w:rPr>
        <w:t>Шарпіта</w:t>
      </w:r>
      <w:proofErr w:type="spellEnd"/>
      <w:r>
        <w:rPr>
          <w:rFonts w:ascii="Times New Roman" w:hAnsi="Times New Roman"/>
          <w:sz w:val="24"/>
          <w:lang w:val="ru-RU"/>
        </w:rPr>
        <w:t xml:space="preserve"> Г.В.,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903FFD" w:rsidRPr="008E2C07" w:rsidRDefault="00903FFD" w:rsidP="00903FF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903FFD" w:rsidRPr="008E2C07" w:rsidRDefault="00903FFD" w:rsidP="00903FF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903FFD" w:rsidRPr="008E2C07" w:rsidRDefault="00903FFD" w:rsidP="00903FF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903FFD" w:rsidRPr="008E2C07" w:rsidRDefault="00903FFD" w:rsidP="00903FF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 w:rsidRPr="008E2C07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Шарпіта</w:t>
      </w:r>
      <w:proofErr w:type="spellEnd"/>
      <w:r>
        <w:rPr>
          <w:rFonts w:ascii="Times New Roman" w:hAnsi="Times New Roman"/>
          <w:sz w:val="24"/>
        </w:rPr>
        <w:t xml:space="preserve"> Геннадію Володимировичу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який  зареєстрований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C97E55">
        <w:rPr>
          <w:rFonts w:ascii="Times New Roman" w:hAnsi="Times New Roman"/>
          <w:sz w:val="24"/>
          <w:lang w:val="en-US"/>
        </w:rPr>
        <w:t>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0,0619</w:t>
      </w:r>
      <w:r w:rsidRPr="008E2C07">
        <w:rPr>
          <w:rFonts w:ascii="Times New Roman" w:hAnsi="Times New Roman"/>
          <w:sz w:val="24"/>
          <w:lang w:val="ru-RU"/>
        </w:rPr>
        <w:t xml:space="preserve">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>,</w:t>
      </w:r>
      <w:r>
        <w:rPr>
          <w:rFonts w:ascii="Times New Roman" w:hAnsi="Times New Roman"/>
          <w:sz w:val="24"/>
          <w:lang w:val="ru-RU"/>
        </w:rPr>
        <w:t xml:space="preserve"> за </w:t>
      </w:r>
      <w:proofErr w:type="spellStart"/>
      <w:r>
        <w:rPr>
          <w:rFonts w:ascii="Times New Roman" w:hAnsi="Times New Roman"/>
          <w:sz w:val="24"/>
          <w:lang w:val="ru-RU"/>
        </w:rPr>
        <w:t>рахунок</w:t>
      </w:r>
      <w:proofErr w:type="spellEnd"/>
      <w:r>
        <w:rPr>
          <w:rFonts w:ascii="Times New Roman" w:hAnsi="Times New Roman"/>
          <w:sz w:val="24"/>
          <w:lang w:val="ru-RU"/>
        </w:rPr>
        <w:t xml:space="preserve"> земель запасу </w:t>
      </w:r>
      <w:proofErr w:type="spellStart"/>
      <w:r>
        <w:rPr>
          <w:rFonts w:ascii="Times New Roman" w:hAnsi="Times New Roman"/>
          <w:sz w:val="24"/>
          <w:lang w:val="ru-RU"/>
        </w:rPr>
        <w:t>сільськогосподарського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призначення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(</w:t>
      </w:r>
      <w:proofErr w:type="spellStart"/>
      <w:r>
        <w:rPr>
          <w:rFonts w:ascii="Times New Roman" w:hAnsi="Times New Roman"/>
          <w:sz w:val="24"/>
          <w:lang w:val="ru-RU"/>
        </w:rPr>
        <w:t>кадастровий</w:t>
      </w:r>
      <w:proofErr w:type="spellEnd"/>
      <w:r>
        <w:rPr>
          <w:rFonts w:ascii="Times New Roman" w:hAnsi="Times New Roman"/>
          <w:sz w:val="24"/>
          <w:lang w:val="ru-RU"/>
        </w:rPr>
        <w:t xml:space="preserve"> номер 6823984000:03:013:0067),</w:t>
      </w:r>
      <w:r w:rsidRPr="008E2C07">
        <w:rPr>
          <w:rFonts w:ascii="Times New Roman" w:hAnsi="Times New Roman"/>
          <w:sz w:val="24"/>
          <w:lang w:val="ru-RU"/>
        </w:rPr>
        <w:t xml:space="preserve">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ради, за межами </w:t>
      </w:r>
      <w:proofErr w:type="spellStart"/>
      <w:r>
        <w:rPr>
          <w:rFonts w:ascii="Times New Roman" w:hAnsi="Times New Roman"/>
          <w:sz w:val="24"/>
          <w:lang w:val="ru-RU"/>
        </w:rPr>
        <w:t>населеного</w:t>
      </w:r>
      <w:proofErr w:type="spellEnd"/>
      <w:r>
        <w:rPr>
          <w:rFonts w:ascii="Times New Roman" w:hAnsi="Times New Roman"/>
          <w:sz w:val="24"/>
          <w:lang w:val="ru-RU"/>
        </w:rPr>
        <w:t xml:space="preserve"> пункту 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>Крупець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903FFD" w:rsidRPr="008E2C07" w:rsidRDefault="00903FFD" w:rsidP="00903FF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Шарпіта</w:t>
      </w:r>
      <w:proofErr w:type="spellEnd"/>
      <w:r>
        <w:rPr>
          <w:rFonts w:ascii="Times New Roman" w:hAnsi="Times New Roman"/>
          <w:sz w:val="24"/>
        </w:rPr>
        <w:t xml:space="preserve"> Г.В.</w:t>
      </w:r>
      <w:r w:rsidRPr="008E2C07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розробити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903FFD" w:rsidRPr="008E2C07" w:rsidRDefault="00903FFD" w:rsidP="00903FF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03FFD" w:rsidRPr="008E2C07" w:rsidRDefault="00903FFD" w:rsidP="00903FF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903FFD" w:rsidRPr="008E2C07" w:rsidRDefault="00903FFD" w:rsidP="00903FF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903FFD" w:rsidRPr="008E2C07" w:rsidRDefault="00903FFD" w:rsidP="00903FF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F169B4" w:rsidRPr="00903FFD" w:rsidRDefault="00903FFD" w:rsidP="00903FF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F169B4" w:rsidRPr="00903FF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FFD"/>
    <w:rsid w:val="00171A2E"/>
    <w:rsid w:val="00304C90"/>
    <w:rsid w:val="00505B6D"/>
    <w:rsid w:val="006D3977"/>
    <w:rsid w:val="007D6C18"/>
    <w:rsid w:val="00903FFD"/>
    <w:rsid w:val="00C97E55"/>
    <w:rsid w:val="00D1641A"/>
    <w:rsid w:val="00F16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FFD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FFD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244</Words>
  <Characters>1392</Characters>
  <Application>Microsoft Office Word</Application>
  <DocSecurity>0</DocSecurity>
  <Lines>11</Lines>
  <Paragraphs>3</Paragraphs>
  <ScaleCrop>false</ScaleCrop>
  <Company>Microsoft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2020-11-17T16:17:00Z</dcterms:created>
  <dcterms:modified xsi:type="dcterms:W3CDTF">2020-11-18T07:00:00Z</dcterms:modified>
</cp:coreProperties>
</file>