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D54" w:rsidRDefault="00145D54" w:rsidP="0014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223.65pt;margin-top:0;width:34.4pt;height:48.3pt;z-index:25167667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">
                <v:shape id="Freeform 20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8/lsEA&#10;AADbAAAADwAAAGRycy9kb3ducmV2LnhtbERPTWvCQBC9C/6HZQRvujGC2tRVSqVS8KSx4nHITpNg&#10;djbsbmP6791Cwds83uest71pREfO15YVzKYJCOLC6ppLBef8Y7IC4QOyxsYyKfglD9vNcLDGTNs7&#10;H6k7hVLEEPYZKqhCaDMpfVGRQT+1LXHkvq0zGCJ0pdQO7zHcNDJNkoU0WHNsqLCl94qK2+nHKDh0&#10;6eJy3e9MPi/TpSvmX7u0bpQaj/q3VxCB+vAU/7s/dZz/An+/x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fP5b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1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3/0cAA&#10;AADbAAAADwAAAGRycy9kb3ducmV2LnhtbERPy4rCMBTdC/5DuIIb0bQuVDpGGQTBBwi2gttLc6et&#10;09yUJmr9e7MQXB7Oe7nuTC0e1LrKsoJ4EoEgzq2uuFBwybbjBQjnkTXWlknBixysV/3eEhNtn3ym&#10;R+oLEULYJaig9L5JpHR5SQbdxDbEgfuzrUEfYFtI3eIzhJtaTqNoJg1WHBpKbGhTUv6f3o0CmaV7&#10;v59XZhQfrqcutrfNMb8pNRx0vz8gPHX+K/64d1rBNKwPX8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3/0c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lo8UA&#10;AADbAAAADwAAAGRycy9kb3ducmV2LnhtbESPQWsCMRSE7wX/Q3iCl1KzihVdjWIFi3gQ1Pb+3Dx3&#10;Vzcv2yTVbX+9EQo9DjPzDTOdN6YSV3K+tKyg101AEGdWl5wr+DisXkYgfEDWWFkmBT/kYT5rPU0x&#10;1fbGO7ruQy4ihH2KCooQ6lRKnxVk0HdtTRy9k3UGQ5Qul9rhLcJNJftJMpQGS44LBda0LCi77L+N&#10;gtWaLuPP+ut98Ote89H5uN28HZ6V6rSbxQREoCb8h//aa62g34PH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mWjxQAAANs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3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dVMIA&#10;AADbAAAADwAAAGRycy9kb3ducmV2LnhtbESPT4vCMBTE7wt+h/AEb2tqwUWqqYiiCJ5WRa/P5vWP&#10;Ni+libb77TcLCx6HmfkNs1j2phYval1lWcFkHIEgzqyuuFBwPm0/ZyCcR9ZYWyYFP+RgmQ4+Fpho&#10;2/E3vY6+EAHCLkEFpfdNIqXLSjLoxrYhDl5uW4M+yLaQusUuwE0t4yj6kgYrDgslNrQuKXscn0ZB&#10;dJjWt/zC/ey62WWPe7flrpooNRr2qzkIT71/h//be60gjuHvS/g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Z1U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eT8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vRf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ReT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5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gu8MA&#10;AADbAAAADwAAAGRycy9kb3ducmV2LnhtbESPT4vCMBTE78J+h/AW9qaps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ygu8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PY8QA&#10;AADbAAAADwAAAGRycy9kb3ducmV2LnhtbESPQWvCQBSE7wX/w/IEb3Vjx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7j2P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7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aNgMYA&#10;AADbAAAADwAAAGRycy9kb3ducmV2LnhtbESPQWvCQBSE7wX/w/KEXkrdKEUkdRNEFBT0UCuNvT2y&#10;zySYfRuz25j667uFQo/DzHzDzNPe1KKj1lWWFYxHEQji3OqKCwXH9/XzDITzyBpry6TgmxykyeBh&#10;jrG2N36j7uALESDsYlRQet/EUrq8JINuZBvi4J1ta9AH2RZSt3gLcFPLSRRNpcGKw0KJDS1Lyi+H&#10;L6PghbrTYnf/3H+critvz0/Z1o0zpR6H/eIVhKfe/4f/2hutYDKF3y/hB8jk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aNg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0j8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fwG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I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9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8ac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IwN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vG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9ecYA&#10;AADbAAAADwAAAGRycy9kb3ducmV2LnhtbESPQWvCQBSE74X+h+UVvNVNtVQbXaVYtIVCwSj1+si+&#10;ZlOzb9PsalJ/vVsQPA4z8w0znXe2EkdqfOlYwUM/AUGcO11yoWC7Wd6PQfiArLFyTAr+yMN8dnsz&#10;xVS7ltd0zEIhIoR9igpMCHUqpc8NWfR9VxNH79s1FkOUTSF1g22E20oOkuRJWiw5LhisaWEo32cH&#10;q2D3OPx05i1zh/Z1ddqvf0c/X4sPpXp33csERKAuXMOX9rtWMHiG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f9ec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1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Z2MAA&#10;AADbAAAADwAAAGRycy9kb3ducmV2LnhtbERPTWvCQBC9C/6HZYTedNOWSoiuUksVqSe1vQ/ZMQlm&#10;Z2N2G7f/vnMo9Ph438t1cq0aqA+NZwOPswwUceltw5WBz/N2moMKEdli65kM/FCA9Wo8WmJh/Z2P&#10;NJxipSSEQ4EG6hi7QutQ1uQwzHxHLNzF9w6jwL7Stse7hLtWP2XZXDtsWBpq7OitpvJ6+nYGnj9e&#10;bju7qd6HNt+Fw/6yTU36MuZhkl4XoCKl+C/+c++t+GS9fJEfo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OZ2M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99mcQA&#10;AADbAAAADwAAAGRycy9kb3ducmV2LnhtbESPwWrDMBBE74X+g9hCbrXsBtLYjRJMSyBQcqjTQ4+L&#10;tbVMrJWxVNv5+yoQyHGYmTfMZjfbTow0+NaxgixJQRDXTrfcKPg+7Z/XIHxA1tg5JgUX8rDbPj5s&#10;sNBu4i8aq9CICGFfoAITQl9I6WtDFn3ieuLo/brBYohyaKQecIpw28mXNF1Jiy3HBYM9vRuqz9Wf&#10;VfCTH/NsNh/p5/haHkLNiOdxpdTiaS7fQASawz18ax+0gmUG1y/xB8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/fZn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3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Sg8QA&#10;AADbAAAADwAAAGRycy9kb3ducmV2LnhtbESPT4vCMBTE7wt+h/AEb5paQdauUURQvHjw/x4fzdu2&#10;a/NSm6jVT28WhD0OM/MbZjxtTCluVLvCsoJ+LwJBnFpdcKZgv1t0P0E4j6yxtEwKHuRgOml9jDHR&#10;9s4bum19JgKEXYIKcu+rREqX5mTQ9WxFHLwfWxv0QdaZ1DXeA9yUMo6ioTRYcFjIsaJ5Tul5ezUK&#10;Tv31c1QNmkP87S+r33h5SRfHoVKddjP7AuGp8f/hd3ulFQxi+PsSf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30oP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idfMIA&#10;AADbAAAADwAAAGRycy9kb3ducmV2LnhtbESPUWvCMBSF34X9h3AHe9N0OtyoRinKwOGT3X7Apbm2&#10;dc1NSKKt/94Igo+Hc853OMv1YDpxIR9aywreJxkI4srqlmsFf7/f4y8QISJr7CyTgisFWK9eRkvM&#10;te35QJcy1iJBOOSooInR5VKGqiGDYWIdcfKO1huMSfpaao99gptOTrNsLg22nBYadLRpqPovz0YB&#10;eve5daXsD/PTHnenn4I+bKHU2+tQLEBEGuIz/GjvtILZDO5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6J18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5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ZPMYA&#10;AADbAAAADwAAAGRycy9kb3ducmV2LnhtbESPQWvCQBSE70L/w/IKvemmK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UZPM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KzFcUA&#10;AADbAAAADwAAAGRycy9kb3ducmV2LnhtbESPQWsCMRSE74L/ITyht5rVUmlXo4ggKrSF2oIen5vn&#10;7uLmZU3iuv57Uyh4HGbmG2Yya00lGnK+tKxg0E9AEGdWl5wr+P1ZPr+B8AFZY2WZFNzIw2za7Uww&#10;1fbK39RsQy4ihH2KCooQ6lRKnxVk0PdtTRy9o3UGQ5Qul9rhNcJNJYdJMpIGS44LBda0KCg7bS9G&#10;wdd5dPlodvvVwbXL+lxtFp/6vVTqqdfOxyACteER/m+vtYKXV/j7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8rMV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7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pxPsMA&#10;AADbAAAADwAAAGRycy9kb3ducmV2LnhtbESP3YrCMBSE7wXfIRzBuzVdZVW6RhHBH2RBrD7AoTnb&#10;lG1OShO1+vQbQfBymJlvmNmitZW4UuNLxwo+BwkI4tzpkgsF59P6YwrCB2SNlWNScCcPi3m3M8NU&#10;uxsf6ZqFQkQI+xQVmBDqVEqfG7LoB64mjt6vayyGKJtC6gZvEW4rOUySsbRYclwwWNPKUP6XXawC&#10;TuT68JNXWm4e58l+a7L91yVTqt9rl98gArXhHX61d1rBaAzPL/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pxPs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kMcYA&#10;AADbAAAADwAAAGRycy9kb3ducmV2LnhtbESPW2vCQBSE3wv+h+UIfasbL60aXcXaCta3xkLJ2yF7&#10;csHs2ZDdauqvd4VCH4eZ+YZZrjtTizO1rrKsYDiIQBBnVldcKPg67p5mIJxH1lhbJgW/5GC96j0s&#10;Mdb2wp90TnwhAoRdjApK75tYSpeVZNANbEMcvNy2Bn2QbSF1i5cAN7UcRdGLNFhxWCixoW1J2Sn5&#10;MQqSPE31K79PPmbPbns4jK/z792bUo/9brMA4anz/+G/9l4rGE/h/iX8AL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SkMc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9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aKbwA&#10;AADbAAAADwAAAGRycy9kb3ducmV2LnhtbERPSwrCMBDdC94hjOBOUy2IVKOIKLhw4e8AQzM21WZS&#10;m6j19mYhuHy8/3zZ2kq8qPGlYwWjYQKCOHe65ELB5bwdTEH4gKyxckwKPuRhueh25php9+YjvU6h&#10;EDGEfYYKTAh1JqXPDVn0Q1cTR+7qGoshwqaQusF3DLeVHCfJRFosOTYYrGltKL+fnlbB+LK6ra+H&#10;dH97pAlvrGk3z6NRqt9rVzMQgdrwF//cO60gjWPjl/gD5O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KKlopvAAAANsAAAAPAAAAAAAAAAAAAAAAAJgCAABkcnMvZG93bnJldi54&#10;bWxQSwUGAAAAAAQABAD1AAAAg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0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shape id="Freeform 41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1wL8A&#10;AADbAAAADwAAAGRycy9kb3ducmV2LnhtbERPy6rCMBDdC/5DGMGNaFoRkWoUEQW9G/EFLodmbIvN&#10;pDSx1r+/WQguD+e9WLWmFA3VrrCsIB5FIIhTqwvOFFwvu+EMhPPIGkvLpOBDDlbLbmeBibZvPlFz&#10;9pkIIewSVJB7XyVSujQng25kK+LAPWxt0AdYZ1LX+A7hppTjKJpKgwWHhhwr2uSUPs8vo+BPps3g&#10;MKH4mDX35/Y4u5npKVaq32vXcxCeWv8Tf917rWAS1ocv4QfI5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1/XAvwAAANsAAAAPAAAAAAAAAAAAAAAAAJgCAABkcnMvZG93bnJl&#10;di54bWxQSwUGAAAAAAQABAD1AAAAhA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2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IGsQA&#10;AADbAAAADwAAAGRycy9kb3ducmV2LnhtbESP3WrCQBSE7wt9h+UUvKsbRYtNXUVKhQpC8ecBDrvH&#10;JJg9G7JHE/v0rlDo5TAz3zDzZe9rdaU2VoENjIYZKGIbXMWFgeNh/ToDFQXZYR2YDNwownLx/DTH&#10;3IWOd3TdS6EShGOOBkqRJtc62pI8xmFoiJN3Cq1HSbIttGuxS3Bf63GWvWmPFaeFEhv6LMme9xdv&#10;YHyxYv375nf7dZTpz6HpsulsZczgpV99gBLq5T/81/52BiYjeHxJP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ziBr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3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Tx8UA&#10;AADbAAAADwAAAGRycy9kb3ducmV2LnhtbESPQWsCMRSE7wX/Q3gFbzXbrZSyNUoRLQprRdtLb4/k&#10;uVm6eVk2Udd/b4SCx2FmvmEms9414kRdqD0reB5lIIi1NzVXCn6+l09vIEJENth4JgUXCjCbDh4m&#10;WBh/5h2d9rESCcKhQAU2xraQMmhLDsPIt8TJO/jOYUyyq6Tp8JzgrpF5lr1KhzWnBYstzS3pv/3R&#10;KdCfL+ViXf5afcy3m6r+2pZud1Bq+Nh/vIOI1Md7+L+9MgrGO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VPH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4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5Ja8IA&#10;AADbAAAADwAAAGRycy9kb3ducmV2LnhtbESPzarCMBSE94LvEI7gTlN/EKlGEUHQjaBX0eWhObbF&#10;5qQ0sa336W8E4S6HmfmGWa5bU4iaKpdbVjAaRiCIE6tzThVcfnaDOQjnkTUWlknBmxysV93OEmNt&#10;Gz5RffapCBB2MSrIvC9jKV2SkUE3tCVx8B62MuiDrFKpK2wC3BRyHEUzaTDnsJBhSduMkuf5ZRSU&#10;5vd6uR+OdTS64Vg3W26eM1aq32s3CxCeWv8f/rb3WsF0Ap8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/klr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5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ME7sEA&#10;AADbAAAADwAAAGRycy9kb3ducmV2LnhtbESPQYvCMBSE7wv+h/AEb2vqIqLVKCK4eBK0QvX2aJ5t&#10;sXkpTdTqrzeC4HGY+WaY2aI1lbhR40rLCgb9CARxZnXJuYJDsv4dg3AeWWNlmRQ8yMFi3vmZYazt&#10;nXd02/tchBJ2MSoovK9jKV1WkEHXtzVx8M62MeiDbHKpG7yHclPJvygaSYMlh4UCa1oVlF32V6Ng&#10;eJwsk5ROz0v6b1O5SbZ2u74q1eu2yykIT63/hj/0RgduCO8v4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DBO7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6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C+cUA&#10;AADbAAAADwAAAGRycy9kb3ducmV2LnhtbESPQWvCQBSE74X+h+UJ3upGq0GiqxSloBQKTQten9nX&#10;JE32bdxdNf77bkHocZiZb5jlujetuJDztWUF41ECgriwuuZSwdfn69MchA/IGlvLpOBGHtarx4cl&#10;Ztpe+YMueShFhLDPUEEVQpdJ6YuKDPqR7Yij922dwRClK6V2eI1w08pJkqTSYM1xocKONhUVTX42&#10;Ck7P2+bdHQ8/x7f9/JY2xWki96lSw0H/sgARqA//4Xt7pxVMZ/D3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0L5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7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<v:shape id="Freeform 48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3PMUA&#10;AADbAAAADwAAAGRycy9kb3ducmV2LnhtbESP3WoCMRSE7wt9h3AKvSmarRSrq1GKWKh0YfHnAY6b&#10;4+5icrIkqW7f3hSEXg4z8w0zX/bWiAv50DpW8DrMQBBXTrdcKzjsPwcTECEiazSOScEvBVguHh/m&#10;mGt35S1ddrEWCcIhRwVNjF0uZagashiGriNO3sl5izFJX0vt8Zrg1shRlo2lxZbTQoMdrRqqzrsf&#10;q2A9OvryiN+myva1KTZl8TItC6Wen/qPGYhIffwP39tfWsHbO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Tc8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9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7HJcEA&#10;AADbAAAADwAAAGRycy9kb3ducmV2LnhtbERPy4rCMBTdD/gP4QruNFUHcapRVCgMCONjZjHLa3Nt&#10;is1NbaJ2/t4shFkeznu+bG0l7tT40rGC4SABQZw7XXKh4Oc7609B+ICssXJMCv7Iw3LReZtjqt2D&#10;D3Q/hkLEEPYpKjAh1KmUPjdk0Q9cTRy5s2sshgibQuoGHzHcVnKUJBNpseTYYLCmjaH8crxZBVbi&#10;76mYZPnXarzdbT/K9f6aGaV63XY1AxGoDf/il/tTK3iPY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+xyX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45D54" w:rsidRDefault="00145D54" w:rsidP="0014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5D54" w:rsidRDefault="00145D54" w:rsidP="0014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5D54" w:rsidRDefault="00145D54" w:rsidP="00145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45D54" w:rsidRDefault="00145D54" w:rsidP="00145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45D54" w:rsidRDefault="00145D54" w:rsidP="00145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45D54" w:rsidRDefault="00145D54" w:rsidP="00145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45D54" w:rsidRDefault="00145D54" w:rsidP="00145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D54" w:rsidRDefault="00145D54" w:rsidP="0014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45D54" w:rsidRDefault="00145D54" w:rsidP="0014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5D54" w:rsidRDefault="00145D54" w:rsidP="0014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45D54" w:rsidRDefault="00145D54" w:rsidP="00145D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-8744585</wp:posOffset>
                </wp:positionV>
                <wp:extent cx="45085" cy="94615"/>
                <wp:effectExtent l="0" t="4445" r="635" b="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688.55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-294640</wp:posOffset>
                </wp:positionV>
                <wp:extent cx="45085" cy="94615"/>
                <wp:effectExtent l="0" t="15240" r="10160" b="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23.2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-1012825</wp:posOffset>
                </wp:positionV>
                <wp:extent cx="45085" cy="94615"/>
                <wp:effectExtent l="3810" t="1905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95pt;margin-top:-79.7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-1731645</wp:posOffset>
                </wp:positionV>
                <wp:extent cx="45085" cy="94615"/>
                <wp:effectExtent l="13335" t="16510" r="0" b="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136.3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0" t="0" r="1270" b="127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7.8pt;margin-top:-208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EQI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0" t="0" r="29845" b="2476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264.6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4445" t="0" r="0" b="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73.9pt;margin-top:-321.1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nF7NA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-4797425</wp:posOffset>
                </wp:positionV>
                <wp:extent cx="110490" cy="149225"/>
                <wp:effectExtent l="23495" t="0" r="0" b="2349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377.7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o9PLQ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-5434965</wp:posOffset>
                </wp:positionV>
                <wp:extent cx="55245" cy="69850"/>
                <wp:effectExtent l="0" t="0" r="9525" b="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54.6pt;margin-top:-427.95pt;width:4.35pt;height: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O7kQ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-6153150</wp:posOffset>
                </wp:positionV>
                <wp:extent cx="55245" cy="69850"/>
                <wp:effectExtent l="0" t="0" r="9525" b="1270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484.5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20fkAcAAG8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-6871335</wp:posOffset>
                </wp:positionV>
                <wp:extent cx="55245" cy="69215"/>
                <wp:effectExtent l="3175" t="0" r="0" b="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2.75pt;margin-top:-541.05pt;width:4.35pt;height: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eYnwcAAFQ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-7590155</wp:posOffset>
                </wp:positionV>
                <wp:extent cx="55245" cy="69215"/>
                <wp:effectExtent l="12700" t="0" r="0" b="63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597.65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-8495030</wp:posOffset>
                </wp:positionV>
                <wp:extent cx="118110" cy="179705"/>
                <wp:effectExtent l="0" t="0" r="0" b="444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1.15pt;margin-top:-668.9pt;width:9.3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wg4g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-9213850</wp:posOffset>
                </wp:positionV>
                <wp:extent cx="118110" cy="179705"/>
                <wp:effectExtent l="33020" t="0" r="0" b="85090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725.5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733Q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YDkzI/&#10;p2N/S2a/H3/rGGF//KVd/aunBwv1hL/0ZBM8nX5t1xSnojiOk7dNd2BPQhu8Oeq/XKmv34ZgRf80&#10;pjCGBFrRI5OXeeSaXlS3F+fVSz/8tW5doOr1l344K7emT473te/9IwXZHPYk4o+LoCiDU2CKNPE6&#10;X42MMLJFFGwDW9jvrKywKmIQKhZGNk9AKGL32qs8B6FSYWSzAoTKhFVuQKhcGNkM9Ypezm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-897255</wp:posOffset>
                </wp:positionV>
                <wp:extent cx="73660" cy="360045"/>
                <wp:effectExtent l="0" t="0" r="0" b="8255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44.8pt;margin-top:-70.65pt;width:5.8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HwBggAAI0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-1615440</wp:posOffset>
                </wp:positionV>
                <wp:extent cx="73660" cy="360045"/>
                <wp:effectExtent l="0" t="0" r="28575" b="3111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127.2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-2334260</wp:posOffset>
                </wp:positionV>
                <wp:extent cx="73660" cy="360680"/>
                <wp:effectExtent l="3175" t="0" r="0" b="63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74pt;margin-top:-183.8pt;width:5.8pt;height:2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mWNJQ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145D54" w:rsidRDefault="00145D54" w:rsidP="00145D5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145D54" w:rsidRDefault="00145D54" w:rsidP="00145D5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45D54" w:rsidRDefault="00145D54" w:rsidP="00145D5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45D54" w:rsidRDefault="00145D54" w:rsidP="00145D5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45D54" w:rsidRDefault="00145D54" w:rsidP="00145D5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В.Й.</w:t>
      </w:r>
    </w:p>
    <w:p w:rsidR="00145D54" w:rsidRDefault="00145D54" w:rsidP="00145D5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45D54" w:rsidRDefault="00145D54" w:rsidP="00145D5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В.Й.,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45D54" w:rsidRDefault="00145D54" w:rsidP="00145D5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45D54" w:rsidRDefault="00145D54" w:rsidP="00145D5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Вадиму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27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0,5788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03:018:0338).</w:t>
      </w:r>
      <w:proofErr w:type="gramEnd"/>
    </w:p>
    <w:p w:rsidR="00145D54" w:rsidRDefault="00145D54" w:rsidP="00145D5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В.Й.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145D54" w:rsidRDefault="00145D54" w:rsidP="00145D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45D54" w:rsidRDefault="00145D54" w:rsidP="00145D5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45D54" w:rsidRDefault="00145D54" w:rsidP="00145D5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45D54" w:rsidRDefault="00145D54" w:rsidP="00145D5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45D54" w:rsidRDefault="00145D54" w:rsidP="00145D5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45D54" w:rsidRDefault="00145D54" w:rsidP="00145D5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p w:rsidR="00BC46A8" w:rsidRDefault="00BC46A8"/>
    <w:sectPr w:rsidR="00BC46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54"/>
    <w:rsid w:val="00027654"/>
    <w:rsid w:val="00145D54"/>
    <w:rsid w:val="00171A2E"/>
    <w:rsid w:val="00304C90"/>
    <w:rsid w:val="00505B6D"/>
    <w:rsid w:val="006D3977"/>
    <w:rsid w:val="007D6C18"/>
    <w:rsid w:val="00BC46A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2020-07-21T14:23:00Z</dcterms:created>
  <dcterms:modified xsi:type="dcterms:W3CDTF">2020-07-21T14:49:00Z</dcterms:modified>
</cp:coreProperties>
</file>