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C51" w:rsidRDefault="00D36C51" w:rsidP="00D36C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6C51" w:rsidRDefault="00D36C51" w:rsidP="00D36C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6C51" w:rsidRDefault="00D36C51" w:rsidP="00D36C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6C51" w:rsidRDefault="00D36C51" w:rsidP="00D36C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36C51" w:rsidRDefault="00D36C51" w:rsidP="00D36C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36C51" w:rsidRDefault="00D36C51" w:rsidP="00D36C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36C51" w:rsidRDefault="00D36C51" w:rsidP="00D36C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№90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36C51" w:rsidRPr="00EB4539" w:rsidRDefault="00D36C51" w:rsidP="00D36C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36C51" w:rsidRPr="00EB4539" w:rsidRDefault="00D36C51" w:rsidP="00D36C5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п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Земба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М.В.</w:t>
      </w: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22, 116, 118, 121, 122 Земельного кодексу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Земби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М.В., 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D36C51" w:rsidRPr="00F23833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Надати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Зембі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Михайлу Вікторовичу, який зареєстрований за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3F7F12" w:rsidRPr="003F7F12"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  <w:r w:rsidR="003F7F12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</w:t>
      </w:r>
      <w:bookmarkStart w:id="0" w:name="_GoBack"/>
      <w:bookmarkEnd w:id="0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проєкту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0,5000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га, для ведення особистого селянського господарства,  яка розташована в Хмельницька область, Шепетівський район,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Зембі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М.В.,  розробити </w:t>
      </w:r>
      <w:proofErr w:type="spellStart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36C51" w:rsidRPr="00EB4539" w:rsidRDefault="00D36C51" w:rsidP="00D36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36C51" w:rsidRPr="00EB4539" w:rsidRDefault="00D36C51" w:rsidP="00D36C5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C51" w:rsidRPr="00EB4539" w:rsidRDefault="00D36C51" w:rsidP="00D36C5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C51" w:rsidRPr="00EB4539" w:rsidRDefault="00D36C51" w:rsidP="00D36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C51" w:rsidRPr="00EB4539" w:rsidRDefault="00D36C51" w:rsidP="00D36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C51" w:rsidRPr="00EB4539" w:rsidRDefault="00D36C51" w:rsidP="00D36C5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D36C51" w:rsidRPr="00EB4539" w:rsidRDefault="00D36C51" w:rsidP="00D36C5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C50E3B" w:rsidRDefault="00C50E3B"/>
    <w:sectPr w:rsidR="00C50E3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C51"/>
    <w:rsid w:val="003F7F12"/>
    <w:rsid w:val="00C50E3B"/>
    <w:rsid w:val="00D3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36C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36C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36C5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36C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36C5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36C5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239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2021-07-26T12:59:00Z</dcterms:created>
  <dcterms:modified xsi:type="dcterms:W3CDTF">2021-07-27T07:37:00Z</dcterms:modified>
</cp:coreProperties>
</file>