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F7" w:rsidRPr="0066767B" w:rsidRDefault="008A3CF7" w:rsidP="008A3CF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A3CF7" w:rsidRPr="0066767B" w:rsidRDefault="008A3CF7" w:rsidP="008A3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A3CF7" w:rsidRPr="0066767B" w:rsidRDefault="008A3CF7" w:rsidP="008A3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DB921A" wp14:editId="4680A63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12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F7" w:rsidRDefault="008A3CF7" w:rsidP="008A3C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pKSozDx3AAAKWQQADgAAAAAAAAAAAAAAAAAuAgAAZHJzL2Uyb0RvYy54bWxQ&#10;SwECLQAUAAYACAAAACEAsh1Mm+AAAAAKAQAADwAAAAAAAAAAAAAAAACWeQAAZHJzL2Rvd25yZXYu&#10;eG1sUEsFBgAAAAAEAAQA8wAAAKN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ahfb4A&#10;AADcAAAADwAAAGRycy9kb3ducmV2LnhtbERPyQrCMBC9C/5DGMGbpiouVKOIqHgQpC73oRnbYjMp&#10;TdT69+YgeHy8fbFqTCleVLvCsoJBPwJBnFpdcKbgetn1ZiCcR9ZYWiYFH3KwWrZbC4y1fXNCr7PP&#10;RAhhF6OC3PsqltKlORl0fVsRB+5ua4M+wDqTusZ3CDelHEbRRBosODTkWNEmp/RxfhoFdrQ/HG/Z&#10;MBlteep5fZrdb81RqW6nWc9BeGr8X/xzH7SC8STMD2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hmoX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a+ccA&#10;AADcAAAADwAAAGRycy9kb3ducmV2LnhtbESPQWsCMRSE74X+h/AKvUjNWui2bo0iwlrrQdAKvT42&#10;r5utm5clibr665tCocdhZr5hJrPetuJEPjSOFYyGGQjiyumGawX7j/LhBUSIyBpbx6TgQgFm09ub&#10;CRbanXlLp12sRYJwKFCBibErpAyVIYth6Dri5H05bzEm6WupPZ4T3LbyMctyabHhtGCwo4Wh6rA7&#10;WgXf5cZ8Lp6vSz8Yb+k6KNdv7Xuu1P1dP38FEamP/+G/9koreMpH8HsmHQE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6mv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LRhs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6M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S0Yb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twsUA&#10;AADc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TAr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y3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fsacIA&#10;AADc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JdAz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+xp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QLcUA&#10;AADc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VC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hA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yS8UA&#10;AADcAAAADwAAAGRycy9kb3ducmV2LnhtbESPUWvCMBSF34X9h3AHexkzdcMyOqPoIDhwIOpgr5fm&#10;2pY1NyXJbP33RhB8PJxzvsOZLQbbihP50DhWMBlnIIhLZxquFPwc9Ms7iBCRDbaOScGZAizmD6MZ&#10;Fsb1vKPTPlYiQTgUqKCOsSukDGVNFsPYdcTJOzpvMSbpK2k89gluW/maZbm02HBaqLGjz5rKv/2/&#10;VbDa9tWbfy5Xg9sc179TrY3+1ko9PQ7LDxCRhngP39pfRsE0z+F6Jh0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3JL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zVcMA&#10;AADcAAAADwAAAGRycy9kb3ducmV2LnhtbESPUWvCMBSF3wX/Q7gD3zSdTCe1UcRRGGMvuv2AS3PX&#10;1DY3JYm1/vtlMPDxcM75DqfYj7YTA/nQOFbwvMhAEFdON1wr+P4q5xsQISJr7ByTgjsF2O+mkwJz&#10;7W58ouEca5EgHHJUYGLscylDZchiWLieOHk/zluMSfpaao+3BLedXGbZWlpsOC0Y7OloqGrPV6ug&#10;/Fh+Du1V+9IdxhdLK3PZvBmlZk/jYQsi0hgf4f/2u1awWr/C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szV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DosIA&#10;AADc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9SWv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GEOi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CvMMA&#10;AADc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XzxQpe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gCv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IP78A&#10;AADcAAAADwAAAGRycy9kb3ducmV2LnhtbERPzYrCMBC+C/sOYRa82VTXukttFFlQ1qPVBxiasS1t&#10;JrWJtr795iB4/Pj+s+1oWvGg3tWWFcyjGARxYXXNpYLLeT/7AeE8ssbWMil4koPt5mOSYartwCd6&#10;5L4UIYRdigoq77tUSldUZNBFtiMO3NX2Bn2AfSl1j0MIN61cxPFKGqw5NFTY0W9FRZPfjYLlczjc&#10;8qSJ99rQ/PjVHdkXiVLTz3G3BuFp9G/xy/2nFSTfYX44E46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8Eg/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ce0cUA&#10;AADcAAAADwAAAGRycy9kb3ducmV2LnhtbESPT2vCQBTE7wW/w/KE3uomgrZNswlBsUhPbaqeH9mX&#10;PzT7NmRXjd/eLRR6HGbmN0yaT6YXFxpdZ1lBvIhAEFdWd9woOHzvnl5AOI+ssbdMCm7kIM9mDykm&#10;2l75iy6lb0SAsEtQQev9kEjpqpYMuoUdiINX29GgD3JspB7xGuCml8soWkuDHYeFFgfatFT9lGej&#10;4Lw+LQ9cf+jPcnt7f93uCiePjVKP86l4A+Fp8v/hv/ZeK1g9x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x7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zntMcA&#10;AADcAAAADwAAAGRycy9kb3ducmV2LnhtbESPQWvCQBSE74L/YXmCN92obarRVbRQaHtQavXg7Zl9&#10;JtHs2zS71fTfdwtCj8PMfMPMFo0pxZVqV1hWMOhHIIhTqwvOFOw+X3pjEM4jaywtk4IfcrCYt1sz&#10;TLS98Qddtz4TAcIuQQW591UipUtzMuj6tiIO3snWBn2QdSZ1jbcAN6UcRlEsDRYcFnKs6Dmn9LL9&#10;Ngr2m3E82azeHs7v6yOOjP466CJWqttpllMQnhr/H763X7WCx6ch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s57T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LVMQA&#10;AADcAAAADwAAAGRycy9kb3ducmV2LnhtbESPS4vCQBCE78L+h6EXvOlkfa1kHcUHPvCkruC1yfQm&#10;YTM9ITNq9Nc7guCxqKqvqNGkNoW4UOVyywq+2hEI4sTqnFMFx99lawjCeWSNhWVScCMHk/FHY4Sx&#10;tlfe0+XgUxEg7GJUkHlfxlK6JCODrm1L4uD92cqgD7JKpa7wGuCmkJ0oGkiDOYeFDEuaZ5T8H85G&#10;wX1wwp1bd2aLrvZ06w1XdrtbKdX8rKc/IDzV/h1+tTdaQf+7C88z4Qj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S1T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+uzsQA&#10;AADcAAAADwAAAGRycy9kb3ducmV2LnhtbESP0WrCQBRE3wv9h+UWfGs2Sqw1ukopFnyzxn7AJXvd&#10;BLN3Y3bV1K93BcHHYWbOMPNlbxtxps7XjhUMkxQEcel0zUbB3+7n/ROED8gaG8ek4J88LBevL3PM&#10;tbvwls5FMCJC2OeooAqhzaX0ZUUWfeJa4ujtXWcxRNkZqTu8RLht5ChNP6TFmuNChS19V1QeipNV&#10;cHSjse6LFW4Oq+lvbUx2vG4zpQZv/dcMRKA+PMOP9lorGE8y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vrs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6ZAsUA&#10;AADcAAAADwAAAGRycy9kb3ducmV2LnhtbESPzW7CMBCE75X6DtZW4lacgkIgYCKKhMSVn0OPW3tJ&#10;0sbrNHZJ2qfHSJV6HM3MN5pVMdhGXKnztWMFL+MEBLF2puZSwfm0e56D8AHZYOOYFPyQh2L9+LDC&#10;3LieD3Q9hlJECPscFVQhtLmUXldk0Y9dSxy9i+sshii7UpoO+wi3jZwkyUxarDkuVNjStiL9efy2&#10;Cvb1O6UzfVnY+as+vP1+hWn2YZQaPQ2bJYhAQ/gP/7X3RkGapXA/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pkC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7UsIA&#10;AADcAAAADwAAAGRycy9kb3ducmV2LnhtbERPXWvCMBR9H/gfwhX2NlMLU1eNRYXBxqYwle310lyb&#10;YnNTmqzWf78MBB/PN2eR97YWHbW+cqxgPEpAEBdOV1wqOB5en2YgfEDWWDsmBVfykC8HDwvMtLvw&#10;F3X7UIpYwj5DBSaEJpPSF4Ys+pFriKN2cq3FEGFbSt3iJZbbWqZJMpEWK44LBhvaGCrO+1+roMPd&#10;Nfkx6+3Le/VZpLv194eOvHoc9qs5iEB9uJtv6Tet4Hk6gf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LtS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Srx8QA&#10;AADcAAAADwAAAGRycy9kb3ducmV2LnhtbESPQUvDQBSE70L/w/IK3uymAa3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kq8f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RylMIA&#10;AADcAAAADwAAAGRycy9kb3ducmV2LnhtbERPy2oCMRTdC/2HcAvdaUahKqNRfIKIpWh1f51cZ6ZN&#10;boZJ1PHvzULo8nDe42ljjbhR7UvHCrqdBARx5nTJuYLjz7o9BOEDskbjmBQ8yMN08tYaY6rdnfd0&#10;O4RcxBD2KSooQqhSKX1WkEXfcRVx5C6uthgirHOpa7zHcGtkL0n60mLJsaHAihYFZX+Hq1Ww/l6a&#10;397XfnaSYbEanM1wO1/ulPp4b2YjEIGa8C9+uTdawecgro1n4hG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HKU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ikpMUA&#10;AADcAAAADwAAAGRycy9kb3ducmV2LnhtbESPQWvCQBSE74L/YXmCl6KbKlaNrlIEUcFCawten9ln&#10;Esy+Ddk1xn/vCgWPw8x8w8yXjSlETZXLLSt470cgiBOrc04V/P2uexMQziNrLCyTgjs5WC7arTnG&#10;2t74h+qDT0WAsItRQeZ9GUvpkowMur4tiYN3tpVBH2SVSl3hLcBNIQdR9CEN5hwWMixplVFyOVyN&#10;gvp7f0q3tSt3l8mbGw1Pm82XPirV7TSfMxCeGv8K/7e3WsFoPIXnmX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KSk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8bsMA&#10;AADcAAAADwAAAGRycy9kb3ducmV2LnhtbERPy4rCMBTdC/5DuAOz03REpXaMogPCbAZ8LXR3be60&#10;xeamk2S0+vVmIbg8nPd03ppaXMj5yrKCj34Cgji3uuJCwX636qUgfEDWWFsmBTfyMJ91O1PMtL3y&#10;hi7bUIgYwj5DBWUITSalz0sy6Pu2IY7cr3UGQ4SukNrhNYabWg6SZCwNVhwbSmzoq6T8vP03CpaT&#10;dPm3HvLPfXM60vFwOo8GLlHq/a1dfIII1IaX+On+1gpGaZwf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H8bsMAAADcAAAADwAAAAAAAAAAAAAAAACYAgAAZHJzL2Rv&#10;d25yZXYueG1sUEsFBgAAAAAEAAQA9QAAAIgDAAAAAA==&#10;" fillcolor="black" stroked="f"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47cYA&#10;AADcAAAADwAAAGRycy9kb3ducmV2LnhtbESPT2vCQBTE70K/w/KE3nSjoITUVbRaKGgP/jn0+Jp9&#10;TZZk34bsVqOf3i0IHoeZ+Q0zW3S2FmdqvXGsYDRMQBDnThsuFJyOH4MUhA/IGmvHpOBKHhbzl94M&#10;M+0uvKfzIRQiQthnqKAMocmk9HlJFv3QNcTR+3WtxRBlW0jd4iXCbS3HSTKVFg3HhRIbei8prw5/&#10;VsH3dmrSvaHxz+622ujdpFp9rSulXvvd8g1EoC48w4/2p1YwSUfwf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/47cYAAADc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MdMQA&#10;AADcAAAADwAAAGRycy9kb3ducmV2LnhtbESPQWsCMRSE7wX/Q3hCbzWr0LJsjSKVohcPWsXrY/O6&#10;2e7mZZtEXf31jSD0OMzMN8x03ttWnMmH2rGC8SgDQVw6XXOlYP/1+ZKDCBFZY+uYFFwpwHw2eJpi&#10;od2Ft3TexUokCIcCFZgYu0LKUBqyGEauI07et/MWY5K+ktrjJcFtKydZ9iYt1pwWDHb0Yahsdier&#10;wC+Oy+bGp0OT3TbXsPrpf3M0Sj0P+8U7iEh9/A8/2mut4DWfwP1MOg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THT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298UA&#10;AADcAAAADwAAAGRycy9kb3ducmV2LnhtbESP3WoCMRSE7wt9h3AEb0rN1lJrt0YRQRAUwZ8HON2c&#10;7i4mJ8vmqGuf3hQKvRxm5htmMuu8UxdqYx3YwMsgA0VcBFtzaeB4WD6PQUVBtugCk4EbRZhNHx8m&#10;mNtw5R1d9lKqBOGYo4FKpMm1jkVFHuMgNMTJ+w6tR0myLbVt8Zrg3ulhlo20x5rTQoUNLSoqTvuz&#10;N+CGX+5j/R43cjvqTfbjZfe0tcb0e938E5RQJ//hv/bKGngbv8LvmXQE9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bb3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PiMUA&#10;AADcAAAADwAAAGRycy9kb3ducmV2LnhtbESPQWsCMRSE7wX/Q3hCbzVbqUW2Rmkrwl48uG7x+ty8&#10;bpYmL8sm1a2/3ggFj8PMfMMsVoOz4kR9aD0reJ5kIIhrr1tuFFT7zdMcRIjIGq1nUvBHAVbL0cMC&#10;c+3PvKNTGRuRIBxyVGBi7HIpQ23IYZj4jjh53753GJPsG6l7PCe4s3KaZa/SYctpwWBHn4bqn/LX&#10;KViXnZ1WhfkIh6/t8WiLy4YOa6Uex8P7G4hIQ7yH/9uFVjCbv8DtTD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Y+I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UV8QA&#10;AADcAAAADwAAAGRycy9kb3ducmV2LnhtbESPwWrDMBBE74X8g9hAb7WUglPjRgkhJBDIqWlyyG2R&#10;trZba2Us1Xb/PioUehxm5g2z2kyuFQP1ofGsYZEpEMTG24YrDZf3w1MBIkRki61n0vBDATbr2cMK&#10;S+tHfqPhHCuRIBxK1FDH2JVSBlOTw5D5jjh5H753GJPsK2l7HBPctfJZqaV02HBaqLGjXU3m6/zt&#10;NHwe5MkbheZ6uY5H+3LbL6lVWj/Op+0riEhT/A//tY9WQ17k8HsmHQ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nVFf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/eNsUA&#10;AADcAAAADwAAAGRycy9kb3ducmV2LnhtbESPQWvCQBSE70L/w/KE3nSjpRKiq1hBKC0ejFJ6fGaf&#10;SUj2bdhdNf33XUHwOMzMN8xi1ZtWXMn52rKCyTgBQVxYXXOp4HjYjlIQPiBrbC2Tgj/ysFq+DBaY&#10;aXvjPV3zUIoIYZ+hgiqELpPSFxUZ9GPbEUfvbJ3BEKUrpXZ4i3DTymmSzKTBmuNChR1tKiqa/GIU&#10;/F6++bx7+1q7j/Bj+4Nvpqe0Uep12K/nIAL14Rl+tD+1gvd0Bvcz8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942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kGscA&#10;AADcAAAADwAAAGRycy9kb3ducmV2LnhtbESPQWvCQBSE7wX/w/KE3pqNUtuYuooKQi9CtT3o7Zl9&#10;TYLZt3F31dRf3xUKPQ4z8w0zmXWmERdyvrasYJCkIIgLq2suFXx9rp4yED4ga2wsk4If8jCb9h4m&#10;mGt75Q1dtqEUEcI+RwVVCG0upS8qMugT2xJH79s6gyFKV0rt8BrhppHDNH2RBmuOCxW2tKyoOG7P&#10;RsFinC1OH8+8vm0Oe9rvDsfR0KVKPfa7+RuIQF34D/+137WCUfYK9zPx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YZBrHAAAA3AAAAA8AAAAAAAAAAAAAAAAAmAIAAGRy&#10;cy9kb3ducmV2LnhtbFBLBQYAAAAABAAEAPUAAACMAwAAAAA=&#10;" fillcolor="black" stroked="f"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9ScEA&#10;AADcAAAADwAAAGRycy9kb3ducmV2LnhtbERPz2vCMBS+D/Y/hDfYbaabKFKNUoSh7FTdxq7P5tmU&#10;NS8libH775eD4PHj+73ajLYXiXzoHCt4nRQgiBunO24VfH2+vyxAhIissXdMCv4owGb9+LDCUrsr&#10;HygdYytyCIcSFZgYh1LK0BiyGCZuIM7c2XmLMUPfSu3xmsNtL9+KYi4tdpwbDA60NdT8Hi9WQTpt&#10;62qafpI5fPiq9a7efZ9qpZ6fxmoJItIY7+Kbe68VzBZ5bT6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v/Un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fUMUA&#10;AADcAAAADwAAAGRycy9kb3ducmV2LnhtbESPQWvCQBSE7wX/w/KE3pqNQkWjq4jY0vZSGwU9PrLP&#10;bDD7NmS3Me2vd4VCj8PMfMMsVr2tRUetrxwrGCUpCOLC6YpLBYf9y9MUhA/IGmvHpOCHPKyWg4cF&#10;Ztpd+Yu6PJQiQthnqMCE0GRS+sKQRZ+4hjh6Z9daDFG2pdQtXiPc1nKcphNpseK4YLChjaHikn9b&#10;BX602R4/7O+sO70a/szfzWRXGqUeh/16DiJQH/7Df+03reB5OoP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d9Q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3CF7" w:rsidRDefault="008A3CF7" w:rsidP="008A3C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A3CF7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A3CF7" w:rsidRPr="0066767B" w:rsidRDefault="008A3CF7" w:rsidP="008A3CF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8A3CF7" w:rsidRPr="0066767B" w:rsidRDefault="008A3CF7" w:rsidP="008A3C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 Крупець                                                 №___</w:t>
      </w:r>
    </w:p>
    <w:p w:rsidR="008A3CF7" w:rsidRPr="0066767B" w:rsidRDefault="008A3CF7" w:rsidP="008A3CF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A3CF7" w:rsidRPr="0066767B" w:rsidRDefault="008A3CF7" w:rsidP="008A3CF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A3CF7" w:rsidRPr="0066767B" w:rsidRDefault="008A3CF7" w:rsidP="008A3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A3CF7" w:rsidRPr="0066767B" w:rsidRDefault="008A3CF7" w:rsidP="008A3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8A3CF7" w:rsidRPr="0066767B" w:rsidRDefault="008A3CF7" w:rsidP="008A3C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8A3CF7" w:rsidRPr="0066767B" w:rsidRDefault="008A3CF7" w:rsidP="008A3CF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3CF7" w:rsidRPr="0066767B" w:rsidRDefault="008A3CF7" w:rsidP="008A3CF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3CF7" w:rsidRPr="0066767B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Лук’янова М.Д.,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8A3CF7" w:rsidRPr="0066767B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8A3CF7" w:rsidRPr="0066767B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3CF7" w:rsidRPr="0066767B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Миколі Дмитровичу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селянського господарства, площею 0,0088 га,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A3CF7" w:rsidRPr="0066767B" w:rsidRDefault="008A3CF7" w:rsidP="008A3C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7630DE">
        <w:rPr>
          <w:rFonts w:ascii="Times New Roman" w:eastAsia="Calibri" w:hAnsi="Times New Roman" w:cs="Times New Roman"/>
          <w:sz w:val="24"/>
          <w:lang w:val="en-US"/>
        </w:rPr>
        <w:t>_______________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7630D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0,0088 га, кадастровий номер: 6823986800:01:004:1546, для ведення особистого селянського господарства,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A3CF7" w:rsidRPr="0066767B" w:rsidRDefault="008A3CF7" w:rsidP="008A3C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8A3CF7" w:rsidRPr="0066767B" w:rsidRDefault="008A3CF7" w:rsidP="008A3C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A3CF7" w:rsidRPr="0066767B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3CF7" w:rsidRPr="008A3CF7" w:rsidRDefault="008A3CF7" w:rsidP="008A3C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1176" w:rsidRPr="008A3CF7" w:rsidRDefault="008A3CF7" w:rsidP="008A3CF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C51176" w:rsidRPr="008A3CF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75" w:rsidRDefault="006F5F75">
      <w:pPr>
        <w:spacing w:after="0" w:line="240" w:lineRule="auto"/>
      </w:pPr>
      <w:r>
        <w:separator/>
      </w:r>
    </w:p>
  </w:endnote>
  <w:endnote w:type="continuationSeparator" w:id="0">
    <w:p w:rsidR="006F5F75" w:rsidRDefault="006F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75" w:rsidRDefault="006F5F75">
      <w:pPr>
        <w:spacing w:after="0" w:line="240" w:lineRule="auto"/>
      </w:pPr>
      <w:r>
        <w:separator/>
      </w:r>
    </w:p>
  </w:footnote>
  <w:footnote w:type="continuationSeparator" w:id="0">
    <w:p w:rsidR="006F5F75" w:rsidRDefault="006F5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F7"/>
    <w:rsid w:val="006F5F75"/>
    <w:rsid w:val="007630DE"/>
    <w:rsid w:val="008A3CF7"/>
    <w:rsid w:val="00C51176"/>
    <w:rsid w:val="00CF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F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F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2021-01-18T11:55:00Z</dcterms:created>
  <dcterms:modified xsi:type="dcterms:W3CDTF">2021-01-18T12:15:00Z</dcterms:modified>
</cp:coreProperties>
</file>