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CE6" w:rsidRDefault="005B4A56" w:rsidP="00853CE6">
      <w:pPr>
        <w:jc w:val="both"/>
        <w:rPr>
          <w:rFonts w:ascii="Times New Roman" w:hAnsi="Times New Roman" w:cs="Times New Roman"/>
        </w:rPr>
      </w:pPr>
      <w:r w:rsidRPr="005B4A5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53CE6" w:rsidRDefault="00853CE6" w:rsidP="00853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53CE6" w:rsidRDefault="00853CE6" w:rsidP="00853C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53CE6" w:rsidRDefault="00853CE6" w:rsidP="00853C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3CE6" w:rsidRDefault="00853CE6" w:rsidP="00853C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3CE6" w:rsidRPr="00600A84" w:rsidRDefault="00853CE6" w:rsidP="00853C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№81</w:t>
      </w:r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600A8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Дацьків</w:t>
      </w:r>
      <w:proofErr w:type="spellEnd"/>
      <w:r w:rsidRPr="00600A84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Н.В.</w:t>
      </w:r>
    </w:p>
    <w:p w:rsidR="00853CE6" w:rsidRPr="00600A84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</w:t>
      </w:r>
      <w:proofErr w:type="spellStart"/>
      <w:proofErr w:type="gram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  <w:proofErr w:type="gramEnd"/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Дацьків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Наталії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Василівні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зареєстрованаза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ED6144" w:rsidRPr="00ED614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2,000 га, </w:t>
      </w:r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r w:rsidRPr="00600A84">
        <w:rPr>
          <w:rFonts w:ascii="Times New Roman" w:eastAsia="Calibri" w:hAnsi="Times New Roman" w:cs="Times New Roman"/>
          <w:sz w:val="24"/>
          <w:szCs w:val="24"/>
          <w:lang w:eastAsia="en-US"/>
        </w:rPr>
        <w:t>за рахунок земель комунальної власності</w:t>
      </w:r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,</w:t>
      </w:r>
      <w:r w:rsidRPr="00600A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кадастровий номер </w:t>
      </w:r>
      <w:r w:rsidRPr="00600A84">
        <w:rPr>
          <w:rFonts w:ascii="Arial" w:hAnsi="Arial" w:cs="Arial"/>
          <w:b/>
          <w:bCs/>
          <w:sz w:val="24"/>
          <w:szCs w:val="24"/>
          <w:shd w:val="clear" w:color="auto" w:fill="FFFFFF"/>
        </w:rPr>
        <w:br/>
      </w:r>
      <w:r w:rsidRPr="00600A84">
        <w:rPr>
          <w:rStyle w:val="ab"/>
          <w:shd w:val="clear" w:color="auto" w:fill="FFFFFF"/>
        </w:rPr>
        <w:t>6823986800:05:001:0271,</w:t>
      </w:r>
      <w:r>
        <w:rPr>
          <w:rStyle w:val="ab"/>
          <w:shd w:val="clear" w:color="auto" w:fill="FFFFFF"/>
        </w:rPr>
        <w:t xml:space="preserve"> </w:t>
      </w:r>
      <w:proofErr w:type="spell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населеного</w:t>
      </w:r>
      <w:proofErr w:type="spellEnd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пункту </w:t>
      </w:r>
      <w:proofErr w:type="spell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600A8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600A84">
        <w:rPr>
          <w:rFonts w:ascii="Times New Roman" w:eastAsia="Calibri" w:hAnsi="Times New Roman" w:cs="Times New Roman"/>
          <w:sz w:val="24"/>
          <w:szCs w:val="24"/>
          <w:lang w:eastAsia="en-US"/>
        </w:rPr>
        <w:t>на території Крупецької сільської ради.</w:t>
      </w: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600A84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53CE6" w:rsidRPr="00600A84" w:rsidRDefault="00853CE6" w:rsidP="00853CE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35B32" w:rsidRPr="00853CE6" w:rsidRDefault="00853CE6" w:rsidP="00853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600A8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A35B32" w:rsidRPr="00853CE6" w:rsidSect="00A35B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53CE6"/>
    <w:rsid w:val="00171A2E"/>
    <w:rsid w:val="002F448E"/>
    <w:rsid w:val="00304C90"/>
    <w:rsid w:val="00505B6D"/>
    <w:rsid w:val="005B4A56"/>
    <w:rsid w:val="006D3977"/>
    <w:rsid w:val="007D6C18"/>
    <w:rsid w:val="00853CE6"/>
    <w:rsid w:val="009016DC"/>
    <w:rsid w:val="00A35B32"/>
    <w:rsid w:val="00D1641A"/>
    <w:rsid w:val="00ED6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3CE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>Microsoft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2019-12-17T14:13:00Z</dcterms:created>
  <dcterms:modified xsi:type="dcterms:W3CDTF">2019-12-18T07:02:00Z</dcterms:modified>
</cp:coreProperties>
</file>