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224" w:rsidRDefault="00455224" w:rsidP="00455224">
      <w:pPr>
        <w:pStyle w:val="HTML0"/>
        <w:spacing w:line="276" w:lineRule="auto"/>
        <w:rPr>
          <w:rFonts w:ascii="Times New Roman" w:hAnsi="Times New Roman"/>
        </w:rPr>
      </w:pPr>
      <w:r w:rsidRPr="00672375">
        <w:rPr>
          <w:rFonts w:ascii="Times New Roman" w:hAnsi="Times New Roman"/>
        </w:rPr>
        <w:t xml:space="preserve">                   </w:t>
      </w:r>
    </w:p>
    <w:p w:rsidR="00455224" w:rsidRPr="00845D46" w:rsidRDefault="00455224" w:rsidP="00455224">
      <w:pPr>
        <w:pStyle w:val="HTML0"/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55224" w:rsidRDefault="00455224" w:rsidP="00455224"/>
    <w:p w:rsidR="00455224" w:rsidRDefault="00455224" w:rsidP="00455224"/>
    <w:p w:rsidR="00455224" w:rsidRDefault="00455224" w:rsidP="004552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55224" w:rsidRDefault="00455224" w:rsidP="004552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55224" w:rsidRDefault="00455224" w:rsidP="004552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55224" w:rsidRDefault="00455224" w:rsidP="004552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55224" w:rsidRDefault="00455224" w:rsidP="004552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224" w:rsidRDefault="00455224" w:rsidP="00455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55224" w:rsidRDefault="00455224" w:rsidP="004552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5224" w:rsidRDefault="00455224" w:rsidP="004552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55224" w:rsidRPr="00685040" w:rsidRDefault="00455224" w:rsidP="0045522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№77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55224" w:rsidRPr="00730562" w:rsidRDefault="00455224" w:rsidP="0045522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55224" w:rsidRPr="002606EF" w:rsidRDefault="00455224" w:rsidP="0045522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55224" w:rsidRPr="002606EF" w:rsidRDefault="00455224" w:rsidP="0045522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55224" w:rsidRPr="002606EF" w:rsidRDefault="00455224" w:rsidP="0045522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55224" w:rsidRPr="00730562" w:rsidRDefault="00455224" w:rsidP="0045522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Гвоздяр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П.І.</w:t>
      </w:r>
    </w:p>
    <w:p w:rsidR="00455224" w:rsidRPr="002606EF" w:rsidRDefault="00455224" w:rsidP="0045522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224" w:rsidRPr="002606EF" w:rsidRDefault="00455224" w:rsidP="004552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Гвоздяра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П.І.,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455224" w:rsidRPr="002606EF" w:rsidRDefault="00455224" w:rsidP="004552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55224" w:rsidRPr="002606EF" w:rsidRDefault="00455224" w:rsidP="004552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Гвоздяру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Павлу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Івановичу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96A8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вул.Миру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55224" w:rsidRPr="002606EF" w:rsidRDefault="00455224" w:rsidP="004552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Гвоздяру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П.І.,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55224" w:rsidRPr="002606EF" w:rsidRDefault="00455224" w:rsidP="0045522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55224" w:rsidRPr="002606EF" w:rsidRDefault="00455224" w:rsidP="0045522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55224" w:rsidRPr="00455224" w:rsidRDefault="00455224" w:rsidP="004552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455224" w:rsidRPr="002606EF" w:rsidRDefault="00455224" w:rsidP="004552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224" w:rsidRPr="002606EF" w:rsidRDefault="00455224" w:rsidP="0045522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21DB9" w:rsidRDefault="00421DB9"/>
    <w:sectPr w:rsidR="00421DB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24"/>
    <w:rsid w:val="00171A2E"/>
    <w:rsid w:val="00304C90"/>
    <w:rsid w:val="00421DB9"/>
    <w:rsid w:val="00455224"/>
    <w:rsid w:val="00505B6D"/>
    <w:rsid w:val="006D3977"/>
    <w:rsid w:val="007D6C18"/>
    <w:rsid w:val="00996A8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5522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552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5522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5522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552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5522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227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2020-05-27T16:50:00Z</dcterms:created>
  <dcterms:modified xsi:type="dcterms:W3CDTF">2020-05-27T17:30:00Z</dcterms:modified>
</cp:coreProperties>
</file>