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F83" w:rsidRDefault="00950F83" w:rsidP="00950F8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F83" w:rsidRDefault="00950F83" w:rsidP="00950F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0F83" w:rsidRDefault="00950F83" w:rsidP="00950F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50F83" w:rsidRDefault="00950F83" w:rsidP="00950F8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F83" w:rsidRDefault="00950F83" w:rsidP="00950F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50F83" w:rsidRDefault="00950F83" w:rsidP="00950F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0F83" w:rsidRDefault="00950F83" w:rsidP="00950F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№111</w:t>
      </w:r>
    </w:p>
    <w:p w:rsidR="00950F83" w:rsidRDefault="00950F83" w:rsidP="00950F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50F83" w:rsidRPr="001C55EE" w:rsidRDefault="00950F83" w:rsidP="00950F8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950F83" w:rsidRPr="001C55EE" w:rsidRDefault="00950F83" w:rsidP="00950F8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950F83" w:rsidRPr="001C55EE" w:rsidRDefault="00950F83" w:rsidP="00950F8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950F83" w:rsidRPr="001C55EE" w:rsidRDefault="00950F83" w:rsidP="00950F8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6823984700:04:009:0001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Крупецької сільської ради</w:t>
      </w:r>
    </w:p>
    <w:p w:rsidR="00950F83" w:rsidRPr="001C55EE" w:rsidRDefault="00950F83" w:rsidP="00950F8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83" w:rsidRPr="001C55EE" w:rsidRDefault="00950F83" w:rsidP="00950F8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</w:t>
      </w:r>
      <w:r>
        <w:rPr>
          <w:rFonts w:ascii="Times New Roman" w:eastAsia="Calibri" w:hAnsi="Times New Roman" w:cs="Times New Roman"/>
          <w:sz w:val="24"/>
          <w:szCs w:val="24"/>
        </w:rPr>
        <w:t>еустрій»,  враховуючи пропозицію</w:t>
      </w: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950F83" w:rsidRPr="001C55EE" w:rsidRDefault="00950F83" w:rsidP="00950F8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50F83" w:rsidRDefault="00950F83" w:rsidP="00950F8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ділянки, площею 6,975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6823984700:04:009:0001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Хмельницька область, Славутський (Шепетівський) район, Лисиченська (Крупецька) сільська рада.</w:t>
      </w:r>
    </w:p>
    <w:p w:rsidR="00950F83" w:rsidRPr="001C55EE" w:rsidRDefault="00950F83" w:rsidP="00950F8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 xml:space="preserve">розробити  технічну документацію із землеустрою  щодо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</w:t>
      </w:r>
      <w:r w:rsidRPr="00DE6ED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950F83" w:rsidRPr="001C55EE" w:rsidRDefault="00950F83" w:rsidP="00950F8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</w:t>
      </w:r>
      <w:r w:rsidRPr="001C55EE">
        <w:rPr>
          <w:rFonts w:ascii="Times New Roman" w:eastAsia="Calibri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50F83" w:rsidRDefault="00950F83" w:rsidP="00950F8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F83" w:rsidRPr="001C55EE" w:rsidRDefault="00950F83" w:rsidP="00950F8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950F83" w:rsidRPr="001C55EE" w:rsidRDefault="00950F83" w:rsidP="00950F8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9D3" w:rsidRPr="00950F83" w:rsidRDefault="00950F83" w:rsidP="00950F8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Валерій   МИХАЛЮК</w:t>
      </w:r>
    </w:p>
    <w:sectPr w:rsidR="000479D3" w:rsidRPr="00950F8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F83"/>
    <w:rsid w:val="000479D3"/>
    <w:rsid w:val="00171A2E"/>
    <w:rsid w:val="00304C90"/>
    <w:rsid w:val="00505B6D"/>
    <w:rsid w:val="006D3977"/>
    <w:rsid w:val="007D6C18"/>
    <w:rsid w:val="00950F8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3E4A57C6"/>
  <w15:docId w15:val="{CFA2DE64-ABE3-4B9E-8384-A9E12897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F8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50F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50F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50F8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276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2021-04-28T12:25:00Z</dcterms:created>
  <dcterms:modified xsi:type="dcterms:W3CDTF">2021-04-28T12:25:00Z</dcterms:modified>
</cp:coreProperties>
</file>