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0C4" w:rsidRPr="001F78AF" w:rsidRDefault="00F410C4" w:rsidP="00F41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81915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0C4" w:rsidRDefault="00F410C4" w:rsidP="00F410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10C4" w:rsidRDefault="00F410C4" w:rsidP="00F410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0C4" w:rsidRDefault="00F410C4" w:rsidP="00F410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10C4" w:rsidRDefault="00F410C4" w:rsidP="00F410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0C4" w:rsidRDefault="00F410C4" w:rsidP="00F410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10C4" w:rsidRDefault="00F410C4" w:rsidP="00F410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0C4" w:rsidRDefault="00F410C4" w:rsidP="00F410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10C4" w:rsidRDefault="00F410C4" w:rsidP="00F410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0C4" w:rsidRDefault="00F410C4" w:rsidP="00F410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10C4" w:rsidRDefault="00F410C4" w:rsidP="00F410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0C4" w:rsidRDefault="00F410C4" w:rsidP="00F410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10C4" w:rsidRDefault="00F410C4" w:rsidP="00F410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0C4" w:rsidRDefault="00F410C4" w:rsidP="00F410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10C4" w:rsidRDefault="00F410C4" w:rsidP="00F410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0C4" w:rsidRDefault="00F410C4" w:rsidP="00F410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10C4" w:rsidRDefault="00F410C4" w:rsidP="00F410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0C4" w:rsidRDefault="00F410C4" w:rsidP="00F410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10C4" w:rsidRDefault="00F410C4" w:rsidP="00F410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0C4" w:rsidRDefault="00F410C4" w:rsidP="00F410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10C4" w:rsidRDefault="00F410C4" w:rsidP="00F410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0C4" w:rsidRDefault="00F410C4" w:rsidP="00F410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0C4" w:rsidRDefault="00F410C4" w:rsidP="00F410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0C4" w:rsidRDefault="00F410C4" w:rsidP="00F410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0C4" w:rsidRDefault="00F410C4" w:rsidP="00F410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0C4" w:rsidRDefault="00F410C4" w:rsidP="00F410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0C4" w:rsidRDefault="00F410C4" w:rsidP="00F410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0C4" w:rsidRDefault="00F410C4" w:rsidP="00F410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0C4" w:rsidRDefault="00F410C4" w:rsidP="00F410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0C4" w:rsidRDefault="00F410C4" w:rsidP="00F410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10C4" w:rsidRDefault="00F410C4" w:rsidP="00F410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6.4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DUsdHk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410C4" w:rsidRDefault="00F410C4" w:rsidP="00F410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410C4" w:rsidRDefault="00F410C4" w:rsidP="00F410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410C4" w:rsidRDefault="00F410C4" w:rsidP="00F410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410C4" w:rsidRDefault="00F410C4" w:rsidP="00F410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410C4" w:rsidRDefault="00F410C4" w:rsidP="00F410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410C4" w:rsidRDefault="00F410C4" w:rsidP="00F410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410C4" w:rsidRDefault="00F410C4" w:rsidP="00F410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410C4" w:rsidRDefault="00F410C4" w:rsidP="00F410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410C4" w:rsidRDefault="00F410C4" w:rsidP="00F410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410C4" w:rsidRDefault="00F410C4" w:rsidP="00F410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410C4" w:rsidRDefault="00F410C4" w:rsidP="00F410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410C4" w:rsidRDefault="00F410C4" w:rsidP="00F410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410C4" w:rsidRDefault="00F410C4" w:rsidP="00F410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410C4" w:rsidRDefault="00F410C4" w:rsidP="00F410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410C4" w:rsidRDefault="00F410C4" w:rsidP="00F410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410C4" w:rsidRDefault="00F410C4" w:rsidP="00F410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410C4" w:rsidRDefault="00F410C4" w:rsidP="00F410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410C4" w:rsidRDefault="00F410C4" w:rsidP="00F410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410C4" w:rsidRDefault="00F410C4" w:rsidP="00F410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410C4" w:rsidRDefault="00F410C4" w:rsidP="00F410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410C4" w:rsidRDefault="00F410C4" w:rsidP="00F410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410C4" w:rsidRDefault="00F410C4" w:rsidP="00F410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410C4" w:rsidRDefault="00F410C4" w:rsidP="00F410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410C4" w:rsidRDefault="00F410C4" w:rsidP="00F410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410C4" w:rsidRDefault="00F410C4" w:rsidP="00F410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410C4" w:rsidRDefault="00F410C4" w:rsidP="00F410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410C4" w:rsidRDefault="00F410C4" w:rsidP="00F410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410C4" w:rsidRDefault="00F410C4" w:rsidP="00F410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410C4" w:rsidRDefault="00F410C4" w:rsidP="00F410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410C4" w:rsidRDefault="00F410C4" w:rsidP="00F410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410C4" w:rsidRDefault="00F410C4" w:rsidP="00F410C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F410C4" w:rsidRPr="001F78AF" w:rsidRDefault="00F410C4" w:rsidP="00F41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410C4" w:rsidRPr="001F78AF" w:rsidRDefault="00F410C4" w:rsidP="00F41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F410C4" w:rsidRPr="001F78AF" w:rsidRDefault="00F410C4" w:rsidP="00F41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F410C4" w:rsidRPr="001F78AF" w:rsidRDefault="00F410C4" w:rsidP="00F410C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410C4" w:rsidRPr="001F78AF" w:rsidRDefault="00F410C4" w:rsidP="00F41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F410C4" w:rsidRPr="001F78AF" w:rsidRDefault="00F410C4" w:rsidP="00F41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410C4" w:rsidRPr="001F78AF" w:rsidRDefault="00F410C4" w:rsidP="00F41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410C4" w:rsidRPr="001F78AF" w:rsidRDefault="00F410C4" w:rsidP="00F41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F410C4" w:rsidRPr="001F78AF" w:rsidRDefault="00F410C4" w:rsidP="00F41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410C4" w:rsidRPr="001F78AF" w:rsidRDefault="00F410C4" w:rsidP="00F41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ХІІ сесії сільської ради  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F410C4" w:rsidRPr="001F78AF" w:rsidRDefault="00F410C4" w:rsidP="00F41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410C4" w:rsidRPr="001F78AF" w:rsidRDefault="00F410C4" w:rsidP="00F41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30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.06.2021 року                                            Крупець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№137</w:t>
      </w:r>
    </w:p>
    <w:p w:rsidR="00F410C4" w:rsidRPr="001F78AF" w:rsidRDefault="00F410C4" w:rsidP="00F410C4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F410C4" w:rsidRPr="001F78AF" w:rsidRDefault="00F410C4" w:rsidP="00F41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F78AF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1F78AF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1F78AF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F410C4" w:rsidRPr="001F78AF" w:rsidRDefault="00F410C4" w:rsidP="00F41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F78AF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F410C4" w:rsidRPr="001F78AF" w:rsidRDefault="00F410C4" w:rsidP="00F410C4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F78AF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F410C4" w:rsidRPr="001F78AF" w:rsidRDefault="00F410C4" w:rsidP="00F410C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Calibri" w:hAnsi="Times New Roman" w:cs="Times New Roman"/>
          <w:b/>
          <w:sz w:val="24"/>
          <w:szCs w:val="24"/>
        </w:rPr>
        <w:t>Кравчуку А.В.</w:t>
      </w:r>
    </w:p>
    <w:p w:rsidR="00F410C4" w:rsidRPr="001F78AF" w:rsidRDefault="00F410C4" w:rsidP="00F410C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410C4" w:rsidRPr="001F78AF" w:rsidRDefault="00F410C4" w:rsidP="00F410C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</w:t>
      </w:r>
      <w:r w:rsidRPr="001F78AF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Кравчука А.В,  </w:t>
      </w:r>
      <w:r w:rsidRPr="001F78AF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F410C4" w:rsidRPr="001F78AF" w:rsidRDefault="00F410C4" w:rsidP="00F410C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F410C4" w:rsidRPr="001F78AF" w:rsidRDefault="00F410C4" w:rsidP="00F410C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Кравчуку Андрію Васильовичу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78AF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 зі зміною виду цільового призначення в межах категорії земель сільськогосподарського призначення (із виду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78AF">
        <w:rPr>
          <w:rFonts w:ascii="Times New Roman" w:eastAsia="Calibri" w:hAnsi="Times New Roman" w:cs="Times New Roman"/>
          <w:sz w:val="24"/>
          <w:szCs w:val="24"/>
        </w:rPr>
        <w:t>- землі запасу, у вид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- для індивідуального садівництва) площею  0.12 га, яка розташована Хмельницька область, </w:t>
      </w:r>
      <w:proofErr w:type="spellStart"/>
      <w:r w:rsidRPr="001F78AF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(Шепетівський) район, за межами населеного пункту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F78AF">
        <w:rPr>
          <w:rFonts w:ascii="Times New Roman" w:eastAsia="Calibri" w:hAnsi="Times New Roman" w:cs="Times New Roman"/>
          <w:sz w:val="24"/>
          <w:szCs w:val="24"/>
        </w:rPr>
        <w:t>Стригани</w:t>
      </w:r>
      <w:proofErr w:type="spellEnd"/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F410C4" w:rsidRPr="001F78AF" w:rsidRDefault="00F410C4" w:rsidP="00F410C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Кравчуку А.В. </w:t>
      </w:r>
      <w:r w:rsidRPr="001F78AF">
        <w:rPr>
          <w:rFonts w:ascii="Times New Roman" w:eastAsia="Calibri" w:hAnsi="Times New Roman" w:cs="Times New Roman"/>
          <w:sz w:val="24"/>
        </w:rPr>
        <w:t xml:space="preserve"> який  зареєстрований за </w:t>
      </w:r>
      <w:proofErr w:type="spellStart"/>
      <w:r w:rsidRPr="001F78AF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1F78AF">
        <w:rPr>
          <w:rFonts w:ascii="Times New Roman" w:eastAsia="Calibri" w:hAnsi="Times New Roman" w:cs="Times New Roman"/>
          <w:sz w:val="24"/>
        </w:rPr>
        <w:t xml:space="preserve">: </w:t>
      </w:r>
      <w:r w:rsidR="00EB5B20">
        <w:rPr>
          <w:rFonts w:ascii="Times New Roman" w:eastAsia="Calibri" w:hAnsi="Times New Roman" w:cs="Times New Roman"/>
          <w:sz w:val="24"/>
          <w:lang w:val="ru-RU"/>
        </w:rPr>
        <w:t>_________</w:t>
      </w:r>
      <w:r w:rsidRPr="001F78AF">
        <w:rPr>
          <w:rFonts w:ascii="Times New Roman" w:eastAsia="Calibri" w:hAnsi="Times New Roman" w:cs="Times New Roman"/>
          <w:sz w:val="24"/>
        </w:rPr>
        <w:t xml:space="preserve">, 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EB5B20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</w:t>
      </w:r>
      <w:bookmarkStart w:id="0" w:name="_GoBack"/>
      <w:bookmarkEnd w:id="0"/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0.1200 га, кадастровий номер: 6823984000:03:018:0307, 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д</w:t>
      </w:r>
      <w:r w:rsidRPr="001F78AF">
        <w:rPr>
          <w:rFonts w:ascii="Times New Roman" w:eastAsia="Times New Roman" w:hAnsi="Times New Roman" w:cs="Times New Roman"/>
          <w:sz w:val="24"/>
          <w:szCs w:val="24"/>
        </w:rPr>
        <w:t xml:space="preserve">ля  індивідуального садівництва 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область, </w:t>
      </w:r>
      <w:proofErr w:type="spellStart"/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(Шепетівський)  район,</w:t>
      </w: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за межами населеного пункту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F78AF">
        <w:rPr>
          <w:rFonts w:ascii="Times New Roman" w:eastAsia="Calibri" w:hAnsi="Times New Roman" w:cs="Times New Roman"/>
          <w:sz w:val="24"/>
          <w:szCs w:val="24"/>
        </w:rPr>
        <w:t>Стригани</w:t>
      </w:r>
      <w:proofErr w:type="spellEnd"/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F410C4" w:rsidRPr="001F78AF" w:rsidRDefault="00F410C4" w:rsidP="00F41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Кравчуку А.В,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1F78AF">
        <w:rPr>
          <w:rFonts w:ascii="Times New Roman" w:eastAsia="Calibri" w:hAnsi="Times New Roman" w:cs="Times New Roman"/>
          <w:sz w:val="24"/>
          <w:szCs w:val="24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F410C4" w:rsidRPr="001F78AF" w:rsidRDefault="00F410C4" w:rsidP="00F410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F410C4" w:rsidRPr="00F410C4" w:rsidRDefault="00F410C4" w:rsidP="00F410C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F271E0" w:rsidRPr="00F410C4" w:rsidRDefault="00F410C4" w:rsidP="00F410C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1F78AF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Валерій   МИХАЛЮК</w:t>
      </w:r>
    </w:p>
    <w:sectPr w:rsidR="00F271E0" w:rsidRPr="00F410C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0C4"/>
    <w:rsid w:val="00EB5B20"/>
    <w:rsid w:val="00F271E0"/>
    <w:rsid w:val="00F41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0C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F410C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410C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F410C4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0C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F410C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410C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F410C4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284</Words>
  <Characters>1620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2021-07-07T06:09:00Z</dcterms:created>
  <dcterms:modified xsi:type="dcterms:W3CDTF">2021-07-07T10:10:00Z</dcterms:modified>
</cp:coreProperties>
</file>