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39" w:rsidRPr="00B623A8" w:rsidRDefault="00B36A39" w:rsidP="00B36A3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A39" w:rsidRDefault="00B36A39" w:rsidP="00B36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6A39" w:rsidRDefault="00B36A39" w:rsidP="00B36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36A39" w:rsidRDefault="00B36A39" w:rsidP="00B36A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A39" w:rsidRDefault="00B36A39" w:rsidP="00B36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36A39" w:rsidRDefault="00B36A39" w:rsidP="00B36A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6A39" w:rsidRPr="009A054C" w:rsidRDefault="00B36A39" w:rsidP="00B36A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B36A39" w:rsidRPr="00A31AA4" w:rsidRDefault="00B36A39" w:rsidP="00B36A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36A39" w:rsidRPr="00A31AA4" w:rsidRDefault="00B36A39" w:rsidP="00B36A3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B36A39" w:rsidRPr="00A31AA4" w:rsidRDefault="00B36A39" w:rsidP="00B36A3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B36A39" w:rsidRPr="00243225" w:rsidRDefault="00B36A39" w:rsidP="00B36A39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Жук Л.М.</w:t>
      </w:r>
    </w:p>
    <w:p w:rsidR="00B36A39" w:rsidRPr="00A31AA4" w:rsidRDefault="00B36A39" w:rsidP="00B36A39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6A39" w:rsidRPr="00A31AA4" w:rsidRDefault="00B36A39" w:rsidP="00B36A3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Жук Л.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М.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B36A39" w:rsidRPr="00A31AA4" w:rsidRDefault="00B36A39" w:rsidP="00B36A3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36A39" w:rsidRDefault="00B36A39" w:rsidP="00B36A3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Жук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Любові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Михайлівні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0,1500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B36A39" w:rsidRDefault="00B36A39" w:rsidP="00B36A3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</w:t>
      </w:r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Жук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Любові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Михайлівні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>,  я</w:t>
      </w:r>
      <w:r>
        <w:rPr>
          <w:rFonts w:ascii="Times New Roman" w:eastAsia="Arial Unicode MS" w:hAnsi="Times New Roman"/>
          <w:sz w:val="24"/>
          <w:szCs w:val="24"/>
        </w:rPr>
        <w:t xml:space="preserve">ка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8F40DF">
        <w:rPr>
          <w:rFonts w:ascii="Times New Roman" w:eastAsia="Arial Unicode MS" w:hAnsi="Times New Roman"/>
          <w:sz w:val="24"/>
          <w:szCs w:val="24"/>
        </w:rPr>
        <w:t>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="008F40DF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0,1439 га,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номер: 68239821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1:007:0045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B36A39" w:rsidRPr="00A31AA4" w:rsidRDefault="00B36A39" w:rsidP="00B36A3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3.Жук Л.М.,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B36A39" w:rsidRPr="00A31AA4" w:rsidRDefault="00B36A39" w:rsidP="00B36A3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B36A39" w:rsidRPr="00B36A39" w:rsidRDefault="00B36A39" w:rsidP="00B36A3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4B3A48" w:rsidRPr="00B36A39" w:rsidRDefault="00B36A39" w:rsidP="00B36A3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4B3A48" w:rsidRPr="00B36A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39"/>
    <w:rsid w:val="00171A2E"/>
    <w:rsid w:val="00304C90"/>
    <w:rsid w:val="004B3A48"/>
    <w:rsid w:val="00505B6D"/>
    <w:rsid w:val="006D3977"/>
    <w:rsid w:val="007D6C18"/>
    <w:rsid w:val="008F40DF"/>
    <w:rsid w:val="00B36A3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36A3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36A3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36A3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36A3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36A3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36A39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2020-11-30T15:32:00Z</dcterms:created>
  <dcterms:modified xsi:type="dcterms:W3CDTF">2020-12-01T06:52:00Z</dcterms:modified>
</cp:coreProperties>
</file>