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0C8" w:rsidRPr="00694EED" w:rsidRDefault="002350C8" w:rsidP="002350C8">
      <w:pPr>
        <w:jc w:val="right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ПРОЕКТ</w:t>
      </w:r>
    </w:p>
    <w:p w:rsidR="002350C8" w:rsidRPr="00694EED" w:rsidRDefault="002350C8" w:rsidP="002350C8">
      <w:pPr>
        <w:jc w:val="right"/>
        <w:rPr>
          <w:rFonts w:ascii="Calibri" w:eastAsia="Times New Roman" w:hAnsi="Calibri" w:cs="Times New Roman"/>
        </w:rPr>
      </w:pPr>
    </w:p>
    <w:p w:rsidR="002350C8" w:rsidRPr="00694EED" w:rsidRDefault="002350C8" w:rsidP="00235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94EED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F91876" wp14:editId="792C1CE3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6453" name="Группа 164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645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0C8" w:rsidRDefault="002350C8" w:rsidP="002350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453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N1COXkAAEFZ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oTMcEA&#10;AADeAAAADwAAAGRycy9kb3ducmV2LnhtbERPy6rCMBDdC/5DGMGdpr6l1ygienEhSH3sh2Zsy20m&#10;pYna+/dGENzN4TxnsWpMKR5Uu8KygkE/AkGcWl1wpuBy3vXmIJxH1lhaJgX/5GC1bLcWGGv75IQe&#10;J5+JEMIuRgW591UspUtzMuj6tiIO3M3WBn2AdSZ1jc8Qbko5jKKpNFhwaMixok1O6d/pbhTY0e/+&#10;cM2GyWjLM8/r4/x2bQ5KdTvN+geEp8Z/xR/3Xof50/FkDO93wg1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KEzH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IECccA&#10;AADeAAAADwAAAGRycy9kb3ducmV2LnhtbERPTUsDMRC9F/ofwhS8FJtV7Kpr0yKFVduD0Cp4HTbj&#10;ZtvNZEliu/bXG6HQ2zze58wWvW3FgXxoHCu4mWQgiCunG64VfH6U1w8gQkTW2DomBb8UYDEfDmZY&#10;aHfkDR22sRYphEOBCkyMXSFlqAxZDBPXESfu23mLMUFfS+3xmMJtK2+zLJcWG04NBjtaGqr22x+r&#10;YFe+m6/l/enFjx83dBqX69d2lSt1Neqfn0BE6uNFfHa/6TQ/v5tO4f+ddIO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hCBAn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M+f8cA&#10;AADeAAAADwAAAGRycy9kb3ducmV2LnhtbESPwWrDMBBE74X+g9hCLqWRmzSmuFFCKHEouRgn/YDF&#10;2lim1spYqu38fRQo9LbLzM6bXW8n24qBet84VvA6T0AQV043XCv4Pucv7yB8QNbYOiYFV/Kw3Tw+&#10;rDHTbuSShlOoRQxhn6ECE0KXSekrQxb93HXEUbu43mKIa19L3eMYw20rF0mSSosNR4LBjj4NVT+n&#10;XxshxRKL42U854cJR9wfDT/vSqVmT9PuA0SgKfyb/66/dKyfvq1SuL8TZ5Cb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DPn/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uO3sQA&#10;AADeAAAADwAAAGRycy9kb3ducmV2LnhtbERPTUsDMRC9C/0PYQRvNmtpt7I2LaUqSMGDVRBvw2a6&#10;u7iZhGTsrv/eFITe5vE+Z7UZXa9OFFPn2cDdtABFXHvbcWPg4/359h5UEmSLvWcy8EsJNuvJ1Qor&#10;6wd+o9NBGpVDOFVooBUJldapbslhmvpAnLmjjw4lw9hoG3HI4a7Xs6IotcOOc0OLgXYt1d+HH2fg&#10;dXgK+2W5OIavOJ/p9GjlcyfG3FyP2wdQQqNcxP/uF5vnl/PFEs7v5Bv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Ljt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APlsUA&#10;AADeAAAADwAAAGRycy9kb3ducmV2LnhtbESPzWrCQBDH74LvsIzQi9SN/ZCSugkitRQvovYBhuyY&#10;Dc3OhuzWxLd3DoXeZpj/x2/W5ehbdaU+NoENLBcZKOIq2IZrA9/n3eMbqJiQLbaBycCNIpTFdLLG&#10;3IaBj3Q9pVpJCMccDbiUulzrWDnyGBehI5bbJfQek6x9rW2Pg4T7Vj9l2Up7bFgaHHa0dVT9nH69&#10;lBye8bC/DOfd54gDfuwdzzdHYx5m4+YdVKIx/Yv/3F9W8Fcvr8Ir78gMur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UA+W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i/N8UA&#10;AADeAAAADwAAAGRycy9kb3ducmV2LnhtbERPTUsDMRC9C/6HMII3m7W0W12bFqkKReihVRBvw2a6&#10;u7iZhGTsrv++EQRv83ifs1yPrlcniqnzbOB2UoAirr3tuDHw/vZycwcqCbLF3jMZ+KEE69XlxRIr&#10;6wfe0+kgjcohnCo00IqESutUt+QwTXwgztzRR4eSYWy0jTjkcNfraVGU2mHHuaHFQJuW6q/DtzOw&#10;G57D66KcH8NnnE11erLysRFjrq/GxwdQQqP8i//cW5vnl7P5Pfy+k2/Qq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mL83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vB/sgA&#10;AADeAAAADwAAAGRycy9kb3ducmV2LnhtbESPT0vDQBDF74LfYRnBi9iNfxpK2m2xwqKgIK2FXofs&#10;NAlmZ8Pu2sRv7xwEbzPMm/feb7WZfK/OFFMX2MDdrABFXAfXcWPg8GlvF6BSRnbYByYDP5Rgs768&#10;WGHlwsg7Ou9zo8SEU4UG2pyHSutUt+QxzcJALLdTiB6zrLHRLuIo5r7X90VRao8dS0KLAz23VH/t&#10;v72B7cfYPMSbejuFt9PLcW6ts+/WmOur6WkJKtOU/8V/369O6pePpQAIjsy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y8H+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cumsIA&#10;AADeAAAADwAAAGRycy9kb3ducmV2LnhtbERPzYrCMBC+L/gOYQRva6pokWoUcSksy1509wGGZmyq&#10;zaQksda33ywI3ubj+53NbrCt6MmHxrGC2TQDQVw53XCt4PenfF+BCBFZY+uYFDwowG47ettgod2d&#10;j9SfYi1SCIcCFZgYu0LKUBmyGKauI07c2XmLMUFfS+3xnsJtK+dZlkuLDacGgx0dDFXX080qKL/m&#10;3/31pn3p9sPC0tJcVh9Gqcl42K9BRBriS/x0f+o0P1/kM/h/J90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ty6a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X6EsUA&#10;AADeAAAADwAAAGRycy9kb3ducmV2LnhtbERP32vCMBB+H/g/hBN8kZnOzTKqUXQQNthg6Aa+Hs3Z&#10;FptLSaLt/vtlIOztPr6ft9oMthVX8qFxrOBhloEgLp1puFLw/aXvn0GEiGywdUwKfijAZj26W2Fh&#10;XM97uh5iJVIIhwIV1DF2hZShrMlimLmOOHEn5y3GBH0ljcc+hdtWzrMslxYbTg01dvRSU3k+XKyC&#10;3WdfPfppuRvc++n1uNDa6A+t1GQ8bJcgIg3xX3xzv5k0P3/K5/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VfoS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kVdsMA&#10;AADeAAAADwAAAGRycy9kb3ducmV2LnhtbERP3WrCMBS+H/gO4QjezdSfFalGEaUgYzdze4BDc2yq&#10;zUlJYq1vvwwGuzsf3+/Z7Abbip58aBwrmE0zEMSV0w3XCr6/ytcViBCRNbaOScGTAuy2o5cNFto9&#10;+JP6c6xFCuFQoAITY1dIGSpDFsPUdcSJuzhvMSboa6k9PlK4beU8y3JpseHUYLCjg6Hqdr5bBeX7&#10;/KO/3bUv3X5YWnoz19XRKDUZD/s1iEhD/Bf/uU86zc+X+QJ+30k3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kVd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4T6sIA&#10;AADeAAAADwAAAGRycy9kb3ducmV2LnhtbERPzWqDQBC+B/IOywR6S1ZTI8VmlRKwNMeaPsDgTlV0&#10;Z627VfP23UKht/n4fudcrGYQM02us6wgPkQgiGurO24UfNzK/RMI55E1DpZJwZ0cFPl2c8ZM24Xf&#10;aa58I0IIuwwVtN6PmZSubsmgO9iROHCfdjLoA5waqSdcQrgZ5DGKUmmw49DQ4kiXluq++jYKkvvy&#10;+lWd+qjUhuLr43hlX5+UetitL88gPK3+X/znftNhfpqkCfy+E26Q+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DhPq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Cg3sQA&#10;AADeAAAADwAAAGRycy9kb3ducmV2LnhtbERPTWvCQBC9F/wPywi91Y1ig41ZRRRL6anG1POQHZNg&#10;djZk1yT++26h0Ns83uek29E0oqfO1ZYVzGcRCOLC6ppLBfn5+LIC4TyyxsYyKXiQg+1m8pRiou3A&#10;J+ozX4oQwi5BBZX3bSKlKyoy6Ga2JQ7c1XYGfYBdKXWHQwg3jVxEUSwN1hwaKmxpX1Fxy+5GwT2+&#10;LHK+fuqv7PB4fzscd05+l0o9T8fdGoSn0f+L/9wfOsyPl/Er/L4Tb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AoN7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2OtMYA&#10;AADeAAAADwAAAGRycy9kb3ducmV2LnhtbERPS2sCMRC+C/0PYYTeNGuVoKtRbEFoPVTq4+Btupnu&#10;bt1MtptUt//eCEJv8/E9Z7ZobSXO1PjSsYZBPwFBnDlTcq5hv1v1xiB8QDZYOSYNf+RhMX/ozDA1&#10;7sIfdN6GXMQQ9ilqKEKoUyl9VpBF33c1ceS+XGMxRNjk0jR4ieG2kk9JoqTFkmNDgTW9FJSdtr9W&#10;w2EzVpPN89voe/3+iUNrfo6mVFo/dtvlFESgNvyL7+5XE+erkVJweyfe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/2Ot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i8u8QA&#10;AADeAAAADwAAAGRycy9kb3ducmV2LnhtbERPS2vCQBC+C/6HZQRvummUNKSuoQ+q4smmhV6H7DQJ&#10;zc6G7Fajv94VhN7m43vOKh9MK47Uu8aygod5BIK4tLrhSsHX5/ssBeE8ssbWMik4k4N8PR6tMNP2&#10;xB90LHwlQgi7DBXU3neZlK6syaCb2444cD+2N+gD7CupezyFcNPKOIoSabDh0FBjR681lb/Fn1Fw&#10;Sb7x4Lbxy9tCezov043dHzZKTSfD8xMIT4P/F9/dOx3mJ8vkEW7vhBv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IvLv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5BZ8YA&#10;AADeAAAADwAAAGRycy9kb3ducmV2LnhtbESPQW/CMAyF70j7D5En7QYpqKu2QkDTxCRujLIfYDVe&#10;WtE4pcmg49fjw6TdbL3n9z6vNqPv1IWG2AY2MJ9loIjrYFt2Br6OH9MXUDEhW+wCk4FfirBZP0xW&#10;WNpw5QNdquSUhHAs0UCTUl9qHeuGPMZZ6IlF+w6DxyTr4LQd8CrhvtOLLCu0x5alocGe3huqT9WP&#10;N3AOi2c7Vlvcn7avn61z+fl2yI15ehzflqASjenf/He9s4Jf5IXwyjsyg17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+5BZ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6CF8MA&#10;AADeAAAADwAAAGRycy9kb3ducmV2LnhtbERPPW/CMBDdK/U/WFeJrTgtECBgUEFCYoV2YDzsIwnE&#10;5zQ2EPj1GKlSt3t6nzedt7YSF2p86VjBRzcBQaydKTlX8PO9eh+B8AHZYOWYFNzIw3z2+jLFzLgr&#10;b+iyDbmIIewzVFCEUGdSel2QRd91NXHkDq6xGCJscmkavMZwW8nPJEmlxZJjQ4E1LQvSp+3ZKliX&#10;exqk+jC2o4Xe7O6/oTc8GqU6b+3XBESgNvyL/9xrE+en/XQMz3fiD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6CF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xEgMUA&#10;AADeAAAADwAAAGRycy9kb3ducmV2LnhtbERPTWvCQBC9F/wPywje6kYp2qauokJBqRVqS3sdstNs&#10;MDsbsmuM/75zKPQ2M+9j3lusel+rjtpYBTYwGWegiItgKy4NfH683D+CignZYh2YDNwowmo5uFtg&#10;bsOV36k7pVKJCcccDbiUmlzrWDjyGMehIRbsJ7Qek6xtqW2LVzH3tZ5m2Ux7rFg+OGxo66g4ny7e&#10;QIfHW/btNm9P++pQTI+br1crdzMa9utnUIn69E/+U++sxJ89zKWA1JEZ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3ESA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0+gcMA&#10;AADeAAAADwAAAGRycy9kb3ducmV2LnhtbERPTUvDQBC9C/0PyxS82U2DVIndFilUPGrsweOYnWZT&#10;szNhd9tEf70rCN7m8T5nvZ18ry4UYidsYLkoQBE3YjtuDRze9jf3oGJCttgLk4EvirDdzK7WWFkZ&#10;+ZUudWpVDuFYoQGX0lBpHRtHHuNCBuLMHSV4TBmGVtuAYw73vS6LYqU9dpwbHA60c9R81mdvYHxq&#10;Pk7l8d267zDIvn6RU9mLMdfz6fEBVKIp/Yv/3M82z1/d3i3h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0+g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ew4cUA&#10;AADeAAAADwAAAGRycy9kb3ducmV2LnhtbERP22oCMRB9L/QfwhR8q9kuorIaxXqBUlrE2/u4GXe3&#10;TSbLJur6941Q8G0O5zrjaWuNuFDjK8cK3roJCOLc6YoLBfvd6nUIwgdkjcYxKbiRh+nk+WmMmXZX&#10;3tBlGwoRQ9hnqKAMoc6k9HlJFn3X1cSRO7nGYoiwKaRu8BrDrZFpkvSlxYpjQ4k1zUvKf7dnq2C1&#10;Xpif9HszO8gwXw6OZvj5vvhSqvPSzkYgArXhIf53f+g4v98bpHB/J94gJ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t7Dh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3I7sUA&#10;AADeAAAADwAAAGRycy9kb3ducmV2LnhtbERP22rCQBB9F/yHZYS+FN2o9UJ0FRGKCi14A1/H7JgE&#10;s7Mhu43p37uFgm9zONeZLxtTiJoql1tW0O9FIIgTq3NOFZxPn90pCOeRNRaWScEvOVgu2q05xto+&#10;+ED10acihLCLUUHmfRlL6ZKMDLqeLYkDd7OVQR9glUpd4SOEm0IOomgsDeYcGjIsaZ1Rcj/+GAX1&#10;/uuabmtX7u7TdzcaXjebb31R6q3TrGYgPDX+Jf53b3WYP/6YDOHvnXCD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Dcju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350C8" w:rsidRDefault="002350C8" w:rsidP="002350C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guh8YA&#10;AADeAAAADwAAAGRycy9kb3ducmV2LnhtbERPTWsCMRC9F/wPYYTealbZWl2NooVCLwW1PdTbuBl3&#10;FzeTNUl16683guBtHu9zpvPW1OJEzleWFfR7CQji3OqKCwU/3x8vIxA+IGusLZOCf/Iwn3Wepphp&#10;e+Y1nTahEDGEfYYKyhCaTEqfl2TQ92xDHLm9dQZDhK6Q2uE5hptaDpJkKA1WHBtKbOi9pPyw+TMK&#10;luPR8rhK+euy3m1p+7s7vA5cotRzt11MQARqw0N8d3/qOH+YvqVweyfeI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guh8YAAADeAAAADwAAAAAAAAAAAAAAAACYAgAAZHJz&#10;L2Rvd25yZXYueG1sUEsFBgAAAAAEAAQA9QAAAIsDAAAAAA==&#10;" fillcolor="black" stroked="f">
                  <v:textbox>
                    <w:txbxContent>
                      <w:p w:rsidR="002350C8" w:rsidRDefault="002350C8" w:rsidP="002350C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eFHMYA&#10;AADeAAAADwAAAGRycy9kb3ducmV2LnhtbERPTWvCQBC9F/wPywi91U2lppK6itoWBPWg7aHHaXaa&#10;LMnOhuxWo7/eFQRv83ifM5l1thYHar1xrOB5kIAgzp02XCj4/vp8GoPwAVlj7ZgUnMjDbNp7mGCm&#10;3ZF3dNiHQsQQ9hkqKENoMil9XpJFP3ANceT+XGsxRNgWUrd4jOG2lsMkSaVFw7GhxIaWJeXV/t8q&#10;+FmnZrwzNPzdnBcfejOqFtv3SqnHfjd/AxGoC3fxzb3ScX768jqC6zvxBjm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eFH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d2WcQA&#10;AADeAAAADwAAAGRycy9kb3ducmV2LnhtbERPTWsCMRC9C/6HMIK3mm2RrWyNIhaxlx5qK16HzXSz&#10;3c1kTaKu/vqmUPA2j/c582VvW3EmH2rHCh4nGQji0umaKwVfn5uHGYgQkTW2jknBlQIsF8PBHAvt&#10;LvxB512sRArhUKACE2NXSBlKQxbDxHXEift23mJM0FdSe7ykcNvKpyzLpcWaU4PBjtaGymZ3sgr8&#10;6vDa3Pi0b7Lb+zVsf/rjDI1S41G/egERqY938b/7Taf5+fQ5h7930g1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Hdl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licQA&#10;AADeAAAADwAAAGRycy9kb3ducmV2LnhtbERP22rCQBB9L/Qflin0pehGKUajq0ihUKgUvHzAmB2T&#10;4O5syE419uu7hYJvczjXWax679SFutgENjAaZqCIy2Abrgwc9u+DKagoyBZdYDJwowir5ePDAgsb&#10;rryly04qlUI4FmigFmkLrWNZk8c4DC1x4k6h8ygJdpW2HV5TuHd6nGUT7bHh1FBjS281lefdtzfg&#10;xkc3+8zjRm4Hvcl+vGxfvqwxz0/9eg5KqJe7+N/9YdP8yWuew9876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6ZY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WwoccA&#10;AADeAAAADwAAAGRycy9kb3ducmV2LnhtbESPQU/DMAyF70j8h8iTuLF0ExpTWTYB06ReONBt2tVr&#10;TFOROFUTtsKvxwckbrbe83ufV5sxeHWhIXWRDcymBSjiJtqOWwOH/e5+CSplZIs+Mhn4pgSb9e3N&#10;Cksbr/xOlzq3SkI4lWjA5dyXWqfGUcA0jT2xaB9xCJhlHVptB7xKePB6XhQLHbBjaXDY06uj5rP+&#10;Cga2de/nh8q9pNPx7Xz21c+OTltj7ibj8xOoTGP+N/9dV1bwFw+PwivvyAx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1sKH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ynDMMA&#10;AADeAAAADwAAAGRycy9kb3ducmV2LnhtbERPS2sCMRC+F/wPYYTeaqLI2m6NUoqC0JOvQ29DMu6u&#10;bibLJrrbf98Igrf5+J4zX/auFjdqQ+VZw3ikQBAbbysuNBz267d3ECEiW6w9k4Y/CrBcDF7mmFvf&#10;8ZZuu1iIFMIhRw1ljE0uZTAlOQwj3xAn7uRbhzHBtpC2xS6Fu1pOlMqkw4pTQ4kNfZdkLrur03Be&#10;yx9vFJrj4dht7Ox3lVGttH4d9l+fICL18Sl+uDc2zc+msw+4v5Nu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ynD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uN0ccA&#10;AADeAAAADwAAAGRycy9kb3ducmV2LnhtbESPQWvCQBCF74X+h2WE3upGWyREV7GCUFo8VKX0OGbH&#10;JCQ7G3ZXTf995yD0NsO8ee99i9XgOnWlEBvPBibjDBRx6W3DlYHjYfucg4oJ2WLnmQz8UoTV8vFh&#10;gYX1N/6i6z5VSkw4FmigTqkvtI5lTQ7j2PfEcjv74DDJGiptA97E3HV6mmUz7bBhSaixp01NZbu/&#10;OAM/l08+714+1uEtffvhENvpKW+NeRoN6zmoREP6F9+/363Un73mAiA4MoN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7jdH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350C8" w:rsidRDefault="002350C8" w:rsidP="002350C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r9OMUA&#10;AADeAAAADwAAAGRycy9kb3ducmV2LnhtbERPTWsCMRC9F/ofwhR6q1lFZV2NooLQS0FtD3obN+Pu&#10;4mayJqmu/nojFHqbx/ucyaw1tbiQ85VlBd1OAoI4t7riQsHP9+ojBeEDssbaMim4kYfZ9PVlgpm2&#10;V97QZRsKEUPYZ6igDKHJpPR5SQZ9xzbEkTtaZzBE6AqpHV5juKllL0mG0mDFsaHEhpYl5aftr1Gw&#10;GKWL87rPX/fNYU/73eE06LlEqfe3dj4GEagN/+I/96eO84f9tAvPd+IN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v04xQAAAN4AAAAPAAAAAAAAAAAAAAAAAJgCAABkcnMv&#10;ZG93bnJldi54bWxQSwUGAAAAAAQABAD1AAAAigMAAAAA&#10;" fillcolor="black" stroked="f">
                  <v:textbox>
                    <w:txbxContent>
                      <w:p w:rsidR="002350C8" w:rsidRDefault="002350C8" w:rsidP="002350C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5o5cQA&#10;AADeAAAADwAAAGRycy9kb3ducmV2LnhtbERPTWsCMRC9F/wPYYTealZbRLZGWQRp6WnVll7HzbhZ&#10;3EyWJI3bf98UCr3N433OejvaXiTyoXOsYD4rQBA3TnfcKng/7R9WIEJE1tg7JgXfFGC7mdytsdTu&#10;xgdKx9iKHMKhRAUmxqGUMjSGLIaZG4gzd3HeYszQt1J7vOVw28tFUSylxY5zg8GBdoaa6/HLKkjn&#10;XV09ps9kDm++ar2rXz7OtVL307F6BhFpjP/iP/erzvOXT6sF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OaOX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350C8" w:rsidRDefault="002350C8" w:rsidP="002350C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6Jd8UA&#10;AADeAAAADwAAAGRycy9kb3ducmV2LnhtbERPTWvCQBC9F/wPywje6sa2BI2uUqQttRdrFPQ4ZMds&#10;aHY2ZNeY+uu7hUJv83ifs1j1thYdtb5yrGAyTkAQF05XXCo47F/vpyB8QNZYOyYF3+RhtRzcLTDT&#10;7so76vJQihjCPkMFJoQmk9IXhiz6sWuII3d2rcUQYVtK3eI1httaPiRJKi1WHBsMNrQ2VHzlF6vA&#10;T9Yvxw97m3WnN8PbfGPSz9IoNRr2z3MQgfrwL/5zv+s4P32aPsLvO/EG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rol3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350C8" w:rsidRDefault="002350C8" w:rsidP="002350C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350C8" w:rsidRPr="00694EED" w:rsidRDefault="002350C8" w:rsidP="002350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350C8" w:rsidRPr="00694EED" w:rsidRDefault="002350C8" w:rsidP="002350C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350C8" w:rsidRPr="00694EED" w:rsidRDefault="002350C8" w:rsidP="002350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350C8" w:rsidRPr="00694EED" w:rsidRDefault="002350C8" w:rsidP="002350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2350C8" w:rsidRPr="00694EED" w:rsidRDefault="002350C8" w:rsidP="002350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2350C8" w:rsidRPr="00694EED" w:rsidRDefault="002350C8" w:rsidP="002350C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2350C8" w:rsidRPr="00694EED" w:rsidRDefault="002350C8" w:rsidP="002350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2350C8" w:rsidRPr="00694EED" w:rsidRDefault="002350C8" w:rsidP="002350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2350C8" w:rsidRPr="00694EED" w:rsidRDefault="002350C8" w:rsidP="002350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350C8" w:rsidRPr="00694EED" w:rsidRDefault="002350C8" w:rsidP="002350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2350C8" w:rsidRPr="00694EED" w:rsidRDefault="002350C8" w:rsidP="002350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350C8" w:rsidRPr="00694EED" w:rsidRDefault="002350C8" w:rsidP="002350C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ХІІ сесії сільської ради 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2350C8" w:rsidRPr="00694EED" w:rsidRDefault="002350C8" w:rsidP="002350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2350C8" w:rsidRPr="00694EED" w:rsidRDefault="002350C8" w:rsidP="002350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.06.2021 року                                            Крупець                                                 №___</w:t>
      </w:r>
    </w:p>
    <w:p w:rsidR="002350C8" w:rsidRPr="00694EED" w:rsidRDefault="002350C8" w:rsidP="002350C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350C8" w:rsidRPr="00694EED" w:rsidRDefault="002350C8" w:rsidP="002350C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350C8" w:rsidRPr="00694EED" w:rsidRDefault="002350C8" w:rsidP="002350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2350C8" w:rsidRPr="00694EED" w:rsidRDefault="002350C8" w:rsidP="002350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2350C8" w:rsidRPr="00694EED" w:rsidRDefault="002350C8" w:rsidP="002350C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2350C8" w:rsidRPr="00694EED" w:rsidRDefault="002350C8" w:rsidP="002350C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Петрушиній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Н.Л.</w:t>
      </w:r>
    </w:p>
    <w:p w:rsidR="002350C8" w:rsidRPr="00694EED" w:rsidRDefault="002350C8" w:rsidP="002350C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350C8" w:rsidRPr="00694EED" w:rsidRDefault="002350C8" w:rsidP="002350C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350C8" w:rsidRPr="00694EED" w:rsidRDefault="002350C8" w:rsidP="002350C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Петрушиної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Н.Л.,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2350C8" w:rsidRPr="00694EED" w:rsidRDefault="002350C8" w:rsidP="002350C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2350C8" w:rsidRPr="00694EED" w:rsidRDefault="002350C8" w:rsidP="002350C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350C8" w:rsidRPr="00694EED" w:rsidRDefault="002350C8" w:rsidP="002350C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Петрушиній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Леонідівні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 індивідуального садівництва  площею  0.1200 га, яка розташована Хмельницька область,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за межами населеного пункту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350C8" w:rsidRPr="00694EED" w:rsidRDefault="002350C8" w:rsidP="002350C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Петрушиній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Леонідівні,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E339E7">
        <w:rPr>
          <w:rFonts w:ascii="Times New Roman" w:eastAsia="Calibri" w:hAnsi="Times New Roman" w:cs="Times New Roman"/>
          <w:sz w:val="24"/>
          <w:lang w:eastAsia="en-US"/>
        </w:rPr>
        <w:t>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 </w:t>
      </w:r>
      <w:r w:rsidR="00E339E7">
        <w:rPr>
          <w:rFonts w:ascii="Times New Roman" w:eastAsia="Calibri" w:hAnsi="Times New Roman" w:cs="Times New Roman"/>
          <w:sz w:val="24"/>
          <w:lang w:eastAsia="en-US"/>
        </w:rPr>
        <w:t>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0,1200 га, кадастровий номер: 6823984000:03:013:0072,  для індивідуального садівництва  яка розташована Хмельницька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область,Славутський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 Шепетівський) район, за межами населеного пункту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2350C8" w:rsidRPr="00694EED" w:rsidRDefault="002350C8" w:rsidP="002350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Петрушиній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Н.Л.,</w:t>
      </w:r>
      <w:r w:rsidRPr="00694EE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2350C8" w:rsidRPr="00694EED" w:rsidRDefault="002350C8" w:rsidP="002350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2350C8" w:rsidRPr="00694EED" w:rsidRDefault="002350C8" w:rsidP="002350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350C8" w:rsidRPr="00694EED" w:rsidRDefault="002350C8" w:rsidP="002350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350C8" w:rsidRPr="00694EED" w:rsidRDefault="002350C8" w:rsidP="002350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350C8" w:rsidRDefault="002350C8" w:rsidP="002350C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Валерій   МИХАЛЮ</w:t>
      </w:r>
    </w:p>
    <w:p w:rsidR="002350C8" w:rsidRDefault="002350C8" w:rsidP="002350C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94FA2" w:rsidRDefault="00F94FA2"/>
    <w:sectPr w:rsidR="00F94FA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0C8"/>
    <w:rsid w:val="002350C8"/>
    <w:rsid w:val="00E339E7"/>
    <w:rsid w:val="00F9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0C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0C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270</Words>
  <Characters>1545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2021-06-22T10:34:00Z</dcterms:created>
  <dcterms:modified xsi:type="dcterms:W3CDTF">2021-06-22T13:32:00Z</dcterms:modified>
</cp:coreProperties>
</file>