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38" w:rsidRDefault="00C75E38" w:rsidP="00C75E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75E38" w:rsidRDefault="00C75E38" w:rsidP="00C75E38"/>
    <w:p w:rsidR="00C75E38" w:rsidRDefault="00C75E38" w:rsidP="00C75E38"/>
    <w:p w:rsidR="00C75E38" w:rsidRDefault="00C75E38" w:rsidP="00C75E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75E38" w:rsidRDefault="00C75E38" w:rsidP="00C75E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75E38" w:rsidRDefault="00C75E38" w:rsidP="00C75E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75E38" w:rsidRDefault="00C75E38" w:rsidP="00C75E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75E38" w:rsidRDefault="00C75E38" w:rsidP="00C75E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E38" w:rsidRDefault="00C75E38" w:rsidP="00C75E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75E38" w:rsidRDefault="00C75E38" w:rsidP="00C75E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E38" w:rsidRDefault="00C75E38" w:rsidP="00C75E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75E38" w:rsidRPr="0063686B" w:rsidRDefault="00C75E38" w:rsidP="00C75E3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C75E38" w:rsidRPr="00E52C0C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75E38" w:rsidRPr="00E52C0C" w:rsidRDefault="00C75E38" w:rsidP="00C75E3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75E38" w:rsidRPr="00E52C0C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75E38" w:rsidRPr="00E52C0C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75E38" w:rsidRPr="00E52C0C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Колежнюк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А.Т.</w:t>
      </w:r>
    </w:p>
    <w:p w:rsidR="00C75E38" w:rsidRPr="00E52C0C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75E38" w:rsidRPr="00E52C0C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Колежнюка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А.Т.,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75E38" w:rsidRPr="00E52C0C" w:rsidRDefault="00C75E38" w:rsidP="00C75E3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75E38" w:rsidRPr="00E52C0C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вияснити</w:t>
      </w:r>
      <w:proofErr w:type="spellEnd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катрограми</w:t>
      </w:r>
      <w:proofErr w:type="spellEnd"/>
      <w:r w:rsidRPr="00C75E38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Колежнюку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Анатолію</w:t>
      </w:r>
      <w:proofErr w:type="spellEnd"/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Трохимовичу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9156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75E38" w:rsidRPr="00E52C0C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Колежнюку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А.П.,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75E38" w:rsidRPr="00E52C0C" w:rsidRDefault="00C75E38" w:rsidP="00C75E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75E38" w:rsidRPr="00E52C0C" w:rsidRDefault="00C75E38" w:rsidP="00C75E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5E38" w:rsidRPr="00C75E38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75E38" w:rsidRPr="00E52C0C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75E38" w:rsidRPr="00E52C0C" w:rsidRDefault="00C75E38" w:rsidP="00C75E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2520F" w:rsidRPr="00C75E38" w:rsidRDefault="00C75E38" w:rsidP="00C75E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42520F" w:rsidRPr="00C75E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38"/>
    <w:rsid w:val="00171A2E"/>
    <w:rsid w:val="00291560"/>
    <w:rsid w:val="00304C90"/>
    <w:rsid w:val="0042520F"/>
    <w:rsid w:val="00505B6D"/>
    <w:rsid w:val="006D3977"/>
    <w:rsid w:val="007D6C18"/>
    <w:rsid w:val="00C75E3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2020-05-21T17:09:00Z</dcterms:created>
  <dcterms:modified xsi:type="dcterms:W3CDTF">2020-05-21T17:57:00Z</dcterms:modified>
</cp:coreProperties>
</file>