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875" w:rsidRDefault="00E25875" w:rsidP="00E2587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75" w:rsidRDefault="00E25875" w:rsidP="00E258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875" w:rsidRDefault="00E25875" w:rsidP="00E258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75" w:rsidRDefault="00E25875" w:rsidP="00E258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875" w:rsidRDefault="00E25875" w:rsidP="00E258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75" w:rsidRDefault="00E25875" w:rsidP="00E258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875" w:rsidRDefault="00E25875" w:rsidP="00E258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75" w:rsidRDefault="00E25875" w:rsidP="00E258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875" w:rsidRDefault="00E25875" w:rsidP="00E258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75" w:rsidRDefault="00E25875" w:rsidP="00E258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875" w:rsidRDefault="00E25875" w:rsidP="00E258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75" w:rsidRDefault="00E25875" w:rsidP="00E258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875" w:rsidRDefault="00E25875" w:rsidP="00E258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75" w:rsidRDefault="00E25875" w:rsidP="00E258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875" w:rsidRDefault="00E25875" w:rsidP="00E258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75" w:rsidRDefault="00E25875" w:rsidP="00E258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875" w:rsidRDefault="00E25875" w:rsidP="00E258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75" w:rsidRDefault="00E25875" w:rsidP="00E258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875" w:rsidRDefault="00E25875" w:rsidP="00E258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75" w:rsidRDefault="00E25875" w:rsidP="00E258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875" w:rsidRDefault="00E25875" w:rsidP="00E258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75" w:rsidRDefault="00E25875" w:rsidP="00E258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75" w:rsidRDefault="00E25875" w:rsidP="00E258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75" w:rsidRDefault="00E25875" w:rsidP="00E258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75" w:rsidRDefault="00E25875" w:rsidP="00E258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75" w:rsidRDefault="00E25875" w:rsidP="00E258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75" w:rsidRDefault="00E25875" w:rsidP="00E258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75" w:rsidRDefault="00E25875" w:rsidP="00E258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75" w:rsidRDefault="00E25875" w:rsidP="00E258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75" w:rsidRDefault="00E25875" w:rsidP="00E258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75" w:rsidRDefault="00E25875" w:rsidP="00E258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25875" w:rsidRDefault="00E25875" w:rsidP="00E258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25875" w:rsidRDefault="00E25875" w:rsidP="00E258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25875" w:rsidRDefault="00E25875" w:rsidP="00E258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25875" w:rsidRDefault="00E25875" w:rsidP="00E258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25875" w:rsidRDefault="00E25875" w:rsidP="00E258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25875" w:rsidRDefault="00E25875" w:rsidP="00E258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25875" w:rsidRDefault="00E25875" w:rsidP="00E258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25875" w:rsidRDefault="00E25875" w:rsidP="00E258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25875" w:rsidRDefault="00E25875" w:rsidP="00E258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25875" w:rsidRDefault="00E25875" w:rsidP="00E258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25875" w:rsidRDefault="00E25875" w:rsidP="00E258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25875" w:rsidRDefault="00E25875" w:rsidP="00E258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25875" w:rsidRDefault="00E25875" w:rsidP="00E258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25875" w:rsidRDefault="00E25875" w:rsidP="00E258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25875" w:rsidRDefault="00E25875" w:rsidP="00E258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25875" w:rsidRDefault="00E25875" w:rsidP="00E258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25875" w:rsidRDefault="00E25875" w:rsidP="00E258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25875" w:rsidRDefault="00E25875" w:rsidP="00E258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25875" w:rsidRDefault="00E25875" w:rsidP="00E258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25875" w:rsidRDefault="00E25875" w:rsidP="00E258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E25875" w:rsidRDefault="00E25875" w:rsidP="00E258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25875" w:rsidRDefault="00E25875" w:rsidP="00E258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25875" w:rsidRDefault="00E25875" w:rsidP="00E258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25875" w:rsidRDefault="00E25875" w:rsidP="00E258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25875" w:rsidRDefault="00E25875" w:rsidP="00E258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25875" w:rsidRDefault="00E25875" w:rsidP="00E258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25875" w:rsidRDefault="00E25875" w:rsidP="00E258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E25875" w:rsidRDefault="00E25875" w:rsidP="00E258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25875" w:rsidRDefault="00E25875" w:rsidP="00E258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25875" w:rsidRDefault="00E25875" w:rsidP="00E258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25875" w:rsidRDefault="00E25875" w:rsidP="00E258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5875" w:rsidRDefault="00E25875" w:rsidP="00E258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5875" w:rsidRDefault="00E25875" w:rsidP="00E258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5875" w:rsidRDefault="00E25875" w:rsidP="00E258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5875" w:rsidRDefault="00E25875" w:rsidP="00E258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25875" w:rsidRDefault="00E25875" w:rsidP="00E2587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25875" w:rsidRDefault="00E25875" w:rsidP="00E258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25875" w:rsidRDefault="00E25875" w:rsidP="00E258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25875" w:rsidRDefault="00E25875" w:rsidP="00E258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5875" w:rsidRDefault="00E25875" w:rsidP="00E258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25875" w:rsidRDefault="00E25875" w:rsidP="00E258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5875" w:rsidRDefault="00E25875" w:rsidP="00E258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25875" w:rsidRDefault="00E25875" w:rsidP="00E2587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25875" w:rsidRPr="00A56207" w:rsidRDefault="00E25875" w:rsidP="00E2587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№13</w:t>
      </w:r>
    </w:p>
    <w:p w:rsidR="00E25875" w:rsidRPr="00DE6ED3" w:rsidRDefault="00E25875" w:rsidP="00E2587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E25875" w:rsidRDefault="00E25875" w:rsidP="00E25875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Про </w:t>
      </w:r>
      <w:r>
        <w:rPr>
          <w:rFonts w:ascii="Times New Roman" w:eastAsia="Calibri" w:hAnsi="Times New Roman" w:cs="Times New Roman"/>
          <w:b/>
          <w:sz w:val="24"/>
        </w:rPr>
        <w:t xml:space="preserve">вилучення земельної ділянки </w:t>
      </w:r>
    </w:p>
    <w:p w:rsidR="00E25875" w:rsidRPr="00707E7A" w:rsidRDefault="00E25875" w:rsidP="00E25875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Миколайчука В.П.</w:t>
      </w:r>
    </w:p>
    <w:p w:rsidR="00E25875" w:rsidRDefault="00E25875" w:rsidP="00E2587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25875" w:rsidRPr="004E2C20" w:rsidRDefault="00E25875" w:rsidP="00E2587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глянувши заяву   Миколайчука В.П.</w:t>
      </w: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 рада     </w:t>
      </w:r>
    </w:p>
    <w:p w:rsidR="00E25875" w:rsidRPr="004E2C20" w:rsidRDefault="00E25875" w:rsidP="00E2587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E25875" w:rsidRPr="004E2C20" w:rsidRDefault="00E25875" w:rsidP="00E2587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</w:t>
      </w: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1. У зв’язку з добровільною відмовою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Миколайчука Валерія Петровича,  який зареєстрований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01593F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_________________</w:t>
      </w:r>
      <w:bookmarkStart w:id="0" w:name="_GoBack"/>
      <w:bookmarkEnd w:id="0"/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припинити право користування на земельну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ділянку орієнтовною площею  0,4000 га, яка розташована на території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</w:t>
      </w: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 с. Лисиче,</w:t>
      </w: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перевести в землі запасу. </w:t>
      </w:r>
    </w:p>
    <w:p w:rsidR="00E25875" w:rsidRPr="004E2C20" w:rsidRDefault="00E25875" w:rsidP="00E2587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</w:t>
      </w: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E25875" w:rsidRPr="004E2C20" w:rsidRDefault="00E25875" w:rsidP="00E2587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25875" w:rsidRPr="00DE6ED3" w:rsidRDefault="00E25875" w:rsidP="00E2587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25875" w:rsidRPr="00DE6ED3" w:rsidRDefault="00E25875" w:rsidP="00E25875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25875" w:rsidRPr="00DE6ED3" w:rsidRDefault="00E25875" w:rsidP="00E25875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25875" w:rsidRDefault="00E25875" w:rsidP="00E25875">
      <w:pPr>
        <w:tabs>
          <w:tab w:val="left" w:pos="4424"/>
        </w:tabs>
        <w:spacing w:after="0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25875" w:rsidRPr="00DE6ED3" w:rsidRDefault="00E25875" w:rsidP="00E25875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>Валерій  МИХАЛЮК</w:t>
      </w:r>
    </w:p>
    <w:p w:rsidR="00F011EA" w:rsidRDefault="00F011EA"/>
    <w:sectPr w:rsidR="00F011E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875"/>
    <w:rsid w:val="0001593F"/>
    <w:rsid w:val="00171A2E"/>
    <w:rsid w:val="00304C90"/>
    <w:rsid w:val="00505B6D"/>
    <w:rsid w:val="006D3977"/>
    <w:rsid w:val="007D6C18"/>
    <w:rsid w:val="00D1641A"/>
    <w:rsid w:val="00E25875"/>
    <w:rsid w:val="00F0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04056"/>
  <w15:docId w15:val="{E53E4B0F-FE06-4287-8099-ED2E2CAE3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875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E2587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2587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E2587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187</Words>
  <Characters>1069</Characters>
  <Application>Microsoft Office Word</Application>
  <DocSecurity>0</DocSecurity>
  <Lines>8</Lines>
  <Paragraphs>2</Paragraphs>
  <ScaleCrop>false</ScaleCrop>
  <Company>Microsoft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2021-04-28T11:37:00Z</dcterms:created>
  <dcterms:modified xsi:type="dcterms:W3CDTF">2021-04-28T12:56:00Z</dcterms:modified>
</cp:coreProperties>
</file>