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9D" w:rsidRDefault="00FC0421" w:rsidP="00361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042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61E9D" w:rsidRDefault="00361E9D" w:rsidP="00361E9D"/>
    <w:p w:rsidR="00361E9D" w:rsidRDefault="00361E9D" w:rsidP="00361E9D"/>
    <w:p w:rsidR="00361E9D" w:rsidRDefault="00361E9D" w:rsidP="0036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61E9D" w:rsidRDefault="00361E9D" w:rsidP="0036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61E9D" w:rsidRDefault="00361E9D" w:rsidP="0036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61E9D" w:rsidRDefault="00361E9D" w:rsidP="0036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61E9D" w:rsidRDefault="00361E9D" w:rsidP="0036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E9D" w:rsidRDefault="00361E9D" w:rsidP="00361E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61E9D" w:rsidRDefault="00361E9D" w:rsidP="00361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E9D" w:rsidRDefault="00361E9D" w:rsidP="00361E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61E9D" w:rsidRDefault="00361E9D" w:rsidP="00361E9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№28</w:t>
      </w:r>
    </w:p>
    <w:p w:rsidR="00361E9D" w:rsidRDefault="00361E9D" w:rsidP="00361E9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E9D" w:rsidRDefault="00361E9D" w:rsidP="00361E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361E9D" w:rsidRDefault="00361E9D" w:rsidP="00361E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1E9D" w:rsidRDefault="00361E9D" w:rsidP="00361E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61E9D" w:rsidRDefault="00361E9D" w:rsidP="00361E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Мельничук С.О.</w:t>
      </w:r>
    </w:p>
    <w:p w:rsidR="00361E9D" w:rsidRDefault="00361E9D" w:rsidP="00361E9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Мельничук С.О.,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Мельничук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04061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</w:t>
      </w:r>
      <w:r w:rsidR="00904061" w:rsidRPr="009040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04061" w:rsidRPr="00904061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4,3184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6823984000:03:003:02107),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Мельничук С.О.,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7FF" w:rsidRPr="00361E9D" w:rsidRDefault="00361E9D" w:rsidP="00361E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C437FF" w:rsidRPr="00361E9D" w:rsidSect="00FC04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361E9D"/>
    <w:rsid w:val="00171A2E"/>
    <w:rsid w:val="00304C90"/>
    <w:rsid w:val="00361E9D"/>
    <w:rsid w:val="00505B6D"/>
    <w:rsid w:val="006D3977"/>
    <w:rsid w:val="007D6C18"/>
    <w:rsid w:val="00904061"/>
    <w:rsid w:val="00C437FF"/>
    <w:rsid w:val="00D1641A"/>
    <w:rsid w:val="00FC0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2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1112</Words>
  <Characters>635</Characters>
  <Application>Microsoft Office Word</Application>
  <DocSecurity>0</DocSecurity>
  <Lines>5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2020-04-27T15:49:00Z</dcterms:created>
  <dcterms:modified xsi:type="dcterms:W3CDTF">2020-04-28T05:34:00Z</dcterms:modified>
</cp:coreProperties>
</file>