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D7A" w:rsidRDefault="009C2D7A" w:rsidP="009C2D7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D7A" w:rsidRDefault="009C2D7A" w:rsidP="009C2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2D7A" w:rsidRDefault="009C2D7A" w:rsidP="009C2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2D7A" w:rsidRDefault="009C2D7A" w:rsidP="009C2D7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2D7A" w:rsidRDefault="009C2D7A" w:rsidP="009C2D7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2D7A" w:rsidRDefault="009C2D7A" w:rsidP="009C2D7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№9</w:t>
      </w:r>
    </w:p>
    <w:p w:rsidR="009C2D7A" w:rsidRDefault="009C2D7A" w:rsidP="009C2D7A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2D7A" w:rsidRDefault="009C2D7A" w:rsidP="009C2D7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Власюк О.В.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Власюк О.В., сільська рада </w:t>
      </w:r>
    </w:p>
    <w:p w:rsidR="009C2D7A" w:rsidRPr="00B26F6B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 Власюк Олені Володимирівні,  яка  зареєстрована  за адресою: </w:t>
      </w:r>
      <w:r w:rsidR="00D011E9" w:rsidRPr="00D011E9">
        <w:rPr>
          <w:rFonts w:ascii="Times New Roman" w:eastAsia="Calibri" w:hAnsi="Times New Roman" w:cs="Times New Roman"/>
          <w:sz w:val="24"/>
          <w:lang w:val="ru-RU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площею 0,10 га,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>
        <w:rPr>
          <w:rFonts w:ascii="Times New Roman" w:eastAsia="Calibri" w:hAnsi="Times New Roman" w:cs="Times New Roman"/>
          <w:sz w:val="24"/>
        </w:rPr>
        <w:t xml:space="preserve">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ради, в  с.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, по вулиці Миру .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Власюк О.В.,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C2D7A" w:rsidRDefault="009C2D7A" w:rsidP="009C2D7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C2D7A" w:rsidRDefault="009C2D7A" w:rsidP="009C2D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2D7A" w:rsidRDefault="009C2D7A" w:rsidP="009C2D7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2D7A" w:rsidRDefault="009C2D7A" w:rsidP="009C2D7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72D23" w:rsidRDefault="00272D23"/>
    <w:sectPr w:rsidR="00272D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D7A"/>
    <w:rsid w:val="00171A2E"/>
    <w:rsid w:val="00272D23"/>
    <w:rsid w:val="00304C90"/>
    <w:rsid w:val="00505B6D"/>
    <w:rsid w:val="006D3977"/>
    <w:rsid w:val="007D6C18"/>
    <w:rsid w:val="009C2D7A"/>
    <w:rsid w:val="00D011E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C2D7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C2D7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C2D7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C2D7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C2D7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C2D7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1010</Words>
  <Characters>576</Characters>
  <Application>Microsoft Office Word</Application>
  <DocSecurity>0</DocSecurity>
  <Lines>4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2021-03-30T12:45:00Z</dcterms:created>
  <dcterms:modified xsi:type="dcterms:W3CDTF">2021-03-31T05:59:00Z</dcterms:modified>
</cp:coreProperties>
</file>