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C0" w:rsidRPr="00744026" w:rsidRDefault="00E447C0" w:rsidP="00E447C0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7C0" w:rsidRDefault="00E447C0" w:rsidP="00E447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47C0" w:rsidRDefault="00E447C0" w:rsidP="00E447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47C0" w:rsidRDefault="00E447C0" w:rsidP="00E447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7C0" w:rsidRDefault="00E447C0" w:rsidP="00E447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447C0" w:rsidRDefault="00E447C0" w:rsidP="00E447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47C0" w:rsidRPr="00186FBA" w:rsidRDefault="00E447C0" w:rsidP="00E447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№23</w:t>
      </w:r>
    </w:p>
    <w:p w:rsidR="00E447C0" w:rsidRDefault="00E447C0" w:rsidP="00E447C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7C0" w:rsidRPr="00CF04D8" w:rsidRDefault="00E447C0" w:rsidP="00E447C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Незборецькому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О.С.</w:t>
      </w:r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 статей 12,  1</w:t>
      </w:r>
      <w:r>
        <w:rPr>
          <w:rFonts w:ascii="Times New Roman" w:eastAsia="Calibri" w:hAnsi="Times New Roman" w:cs="Times New Roman"/>
          <w:sz w:val="24"/>
          <w:szCs w:val="24"/>
        </w:rPr>
        <w:t xml:space="preserve">18, 121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Незборецького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О.С.,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E447C0" w:rsidRPr="00713826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Незборецькому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Сергійовичу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E02D5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2,0000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 6823986800:05:001:0256,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пункту.</w:t>
      </w:r>
      <w:proofErr w:type="gramEnd"/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Незборецькому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О.С.,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ї</w:t>
      </w:r>
      <w:r w:rsidRPr="00CF04D8">
        <w:rPr>
          <w:rFonts w:ascii="Times New Roman" w:eastAsia="Calibri" w:hAnsi="Times New Roman" w:cs="Times New Roman"/>
          <w:sz w:val="24"/>
          <w:szCs w:val="24"/>
        </w:rPr>
        <w:t>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47C0" w:rsidRPr="00CF04D8" w:rsidRDefault="00E447C0" w:rsidP="00E447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447C0" w:rsidRPr="00CF04D8" w:rsidRDefault="00E447C0" w:rsidP="00E447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7C0" w:rsidRPr="00CF04D8" w:rsidRDefault="00E447C0" w:rsidP="00E447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07CB" w:rsidRPr="00E447C0" w:rsidRDefault="00E447C0" w:rsidP="00E447C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C07CB" w:rsidRPr="00E447C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C0"/>
    <w:rsid w:val="00171A2E"/>
    <w:rsid w:val="00304C90"/>
    <w:rsid w:val="00505B6D"/>
    <w:rsid w:val="006D3977"/>
    <w:rsid w:val="007D6C18"/>
    <w:rsid w:val="00AE02D5"/>
    <w:rsid w:val="00D1641A"/>
    <w:rsid w:val="00DC07CB"/>
    <w:rsid w:val="00E4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447C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447C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447C0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447C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447C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447C0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254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2021-03-02T13:58:00Z</dcterms:created>
  <dcterms:modified xsi:type="dcterms:W3CDTF">2021-03-02T14:30:00Z</dcterms:modified>
</cp:coreProperties>
</file>