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B5" w:rsidRPr="008D31FA" w:rsidRDefault="00EF39B5" w:rsidP="00EF39B5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9B5" w:rsidRDefault="00EF39B5" w:rsidP="00EF39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F39B5" w:rsidRDefault="00EF39B5" w:rsidP="00EF39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F39B5" w:rsidRPr="000A4F3E" w:rsidRDefault="00EF39B5" w:rsidP="00EF39B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39B5" w:rsidRPr="000A4F3E" w:rsidRDefault="00EF39B5" w:rsidP="00EF39B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F39B5" w:rsidRPr="000A4F3E" w:rsidRDefault="00EF39B5" w:rsidP="00EF39B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39B5" w:rsidRDefault="00EF39B5" w:rsidP="00EF39B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№43</w:t>
      </w:r>
    </w:p>
    <w:p w:rsidR="00EF39B5" w:rsidRDefault="00EF39B5" w:rsidP="00EF39B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39B5" w:rsidRPr="00CA5B65" w:rsidRDefault="00EF39B5" w:rsidP="00EF39B5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EF39B5" w:rsidRPr="00CA5B65" w:rsidRDefault="00EF39B5" w:rsidP="00EF39B5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EF39B5" w:rsidRPr="00CA5B65" w:rsidRDefault="00EF39B5" w:rsidP="00EF39B5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EF39B5" w:rsidRDefault="00EF39B5" w:rsidP="00EF39B5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EF39B5" w:rsidRPr="00CA5B65" w:rsidRDefault="00EF39B5" w:rsidP="00EF39B5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Сухаревій</w:t>
      </w:r>
      <w:proofErr w:type="spellEnd"/>
      <w:r>
        <w:rPr>
          <w:rFonts w:ascii="Times New Roman" w:hAnsi="Times New Roman"/>
          <w:b/>
          <w:sz w:val="24"/>
        </w:rPr>
        <w:t xml:space="preserve"> Н.В.</w:t>
      </w:r>
    </w:p>
    <w:p w:rsidR="00EF39B5" w:rsidRPr="00CA5B65" w:rsidRDefault="00EF39B5" w:rsidP="00EF39B5">
      <w:pPr>
        <w:spacing w:after="0"/>
        <w:rPr>
          <w:rFonts w:ascii="Times New Roman" w:hAnsi="Times New Roman"/>
          <w:b/>
          <w:sz w:val="24"/>
        </w:rPr>
      </w:pPr>
    </w:p>
    <w:p w:rsidR="00EF39B5" w:rsidRPr="00CA5B65" w:rsidRDefault="00EF39B5" w:rsidP="00EF39B5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пункту</w:t>
      </w:r>
      <w:proofErr w:type="gramEnd"/>
      <w:r w:rsidRPr="00CA5B65">
        <w:rPr>
          <w:rFonts w:ascii="Times New Roman" w:hAnsi="Times New Roman"/>
          <w:sz w:val="24"/>
        </w:rPr>
        <w:t xml:space="preserve">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Сухаревої</w:t>
      </w:r>
      <w:proofErr w:type="spellEnd"/>
      <w:r>
        <w:rPr>
          <w:rFonts w:ascii="Times New Roman" w:hAnsi="Times New Roman"/>
          <w:sz w:val="24"/>
        </w:rPr>
        <w:t xml:space="preserve"> Н.В.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EF39B5" w:rsidRPr="00CA5B65" w:rsidRDefault="00EF39B5" w:rsidP="00EF39B5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EF39B5" w:rsidRPr="00CA5B65" w:rsidRDefault="00EF39B5" w:rsidP="00EF39B5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Сухаревій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A4C19">
        <w:rPr>
          <w:rFonts w:ascii="Times New Roman" w:hAnsi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Незалежності</w:t>
      </w:r>
      <w:proofErr w:type="spellEnd"/>
      <w:r>
        <w:rPr>
          <w:rFonts w:ascii="Times New Roman" w:hAnsi="Times New Roman"/>
          <w:sz w:val="24"/>
        </w:rPr>
        <w:t>, 119.</w:t>
      </w:r>
    </w:p>
    <w:p w:rsidR="00EF39B5" w:rsidRPr="00CA5B65" w:rsidRDefault="00EF39B5" w:rsidP="00EF39B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2.Сухаревій Н.В.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EF39B5" w:rsidRPr="00CA5B65" w:rsidRDefault="00EF39B5" w:rsidP="00EF39B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F39B5" w:rsidRPr="00CA5B65" w:rsidRDefault="00EF39B5" w:rsidP="00EF39B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F39B5" w:rsidRPr="00EF39B5" w:rsidRDefault="00EF39B5" w:rsidP="00EF39B5">
      <w:pPr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4B50FE" w:rsidRPr="00EF39B5" w:rsidRDefault="00EF39B5" w:rsidP="00EF39B5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4B50FE" w:rsidRPr="00EF39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B5"/>
    <w:rsid w:val="00171A2E"/>
    <w:rsid w:val="00304C90"/>
    <w:rsid w:val="004B50FE"/>
    <w:rsid w:val="00505B6D"/>
    <w:rsid w:val="006D3977"/>
    <w:rsid w:val="007D6C18"/>
    <w:rsid w:val="00BA4C19"/>
    <w:rsid w:val="00D1641A"/>
    <w:rsid w:val="00E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F39B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F3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F39B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F39B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F3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F39B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2020-09-01T13:59:00Z</dcterms:created>
  <dcterms:modified xsi:type="dcterms:W3CDTF">2020-09-01T15:34:00Z</dcterms:modified>
</cp:coreProperties>
</file>